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AE0" w:rsidRDefault="00842AE0" w:rsidP="00B76A19">
      <w:pPr>
        <w:jc w:val="both"/>
        <w:rPr>
          <w:sz w:val="16"/>
          <w:szCs w:val="16"/>
          <w:lang w:val="en-US"/>
        </w:rPr>
      </w:pPr>
    </w:p>
    <w:p w:rsidR="00842AE0" w:rsidRPr="00F13169" w:rsidRDefault="00842AE0" w:rsidP="00B76A19">
      <w:pPr>
        <w:jc w:val="both"/>
        <w:rPr>
          <w:rFonts w:ascii="Arial" w:hAnsi="Arial" w:cs="Arial"/>
          <w:lang w:val="es-MX"/>
        </w:rPr>
      </w:pPr>
    </w:p>
    <w:p w:rsidR="00842AE0" w:rsidRPr="0024653C" w:rsidRDefault="00842AE0" w:rsidP="00B76A19">
      <w:pPr>
        <w:jc w:val="both"/>
        <w:rPr>
          <w:rFonts w:ascii="Arial" w:hAnsi="Arial" w:cs="Arial"/>
          <w:lang w:val="es-MX"/>
        </w:rPr>
      </w:pPr>
      <w:r w:rsidRPr="00F13169">
        <w:rPr>
          <w:rFonts w:ascii="Arial" w:hAnsi="Arial" w:cs="Arial"/>
          <w:lang w:val="es-MX"/>
        </w:rPr>
        <w:t>Bogotá D.C,</w:t>
      </w:r>
      <w:r w:rsidRPr="00F13169">
        <w:rPr>
          <w:rFonts w:ascii="Arial" w:hAnsi="Arial" w:cs="Arial"/>
          <w:b/>
          <w:lang w:val="es-MX"/>
        </w:rPr>
        <w:t xml:space="preserve"> </w:t>
      </w:r>
      <w:r w:rsidR="005457DA" w:rsidRPr="005457DA">
        <w:rPr>
          <w:rFonts w:ascii="Arial" w:hAnsi="Arial" w:cs="Arial"/>
          <w:lang w:val="es-MX"/>
        </w:rPr>
        <w:t>Octubre</w:t>
      </w:r>
      <w:r w:rsidR="00766ECB" w:rsidRPr="00766ECB">
        <w:rPr>
          <w:rFonts w:ascii="Arial" w:hAnsi="Arial" w:cs="Arial"/>
          <w:lang w:val="es-MX"/>
        </w:rPr>
        <w:t xml:space="preserve"> 2017</w:t>
      </w:r>
    </w:p>
    <w:p w:rsidR="00842AE0" w:rsidRPr="00F13169" w:rsidRDefault="00842AE0" w:rsidP="0060580F">
      <w:pPr>
        <w:jc w:val="both"/>
        <w:rPr>
          <w:rFonts w:ascii="Arial" w:hAnsi="Arial" w:cs="Arial"/>
          <w:lang w:val="es-MX"/>
        </w:rPr>
      </w:pPr>
    </w:p>
    <w:p w:rsidR="00842AE0" w:rsidRPr="00F13169" w:rsidRDefault="00842AE0" w:rsidP="00614012">
      <w:pPr>
        <w:jc w:val="both"/>
        <w:rPr>
          <w:rFonts w:ascii="Arial" w:hAnsi="Arial" w:cs="Arial"/>
          <w:lang w:val="es-MX"/>
        </w:rPr>
      </w:pPr>
    </w:p>
    <w:p w:rsidR="00842AE0" w:rsidRPr="00F13169" w:rsidRDefault="00842AE0" w:rsidP="00614012">
      <w:pPr>
        <w:jc w:val="both"/>
        <w:rPr>
          <w:rFonts w:ascii="Arial" w:hAnsi="Arial" w:cs="Arial"/>
          <w:lang w:val="es-MX"/>
        </w:rPr>
      </w:pPr>
    </w:p>
    <w:p w:rsidR="00842AE0" w:rsidRPr="00F13169" w:rsidRDefault="00842AE0" w:rsidP="00614012">
      <w:pPr>
        <w:jc w:val="both"/>
        <w:rPr>
          <w:rFonts w:ascii="Arial" w:hAnsi="Arial" w:cs="Arial"/>
          <w:lang w:val="es-MX"/>
        </w:rPr>
      </w:pPr>
    </w:p>
    <w:p w:rsidR="00CF6402" w:rsidRPr="00F13169" w:rsidRDefault="00AD32A7" w:rsidP="00614012">
      <w:pPr>
        <w:jc w:val="both"/>
        <w:rPr>
          <w:rFonts w:ascii="Arial" w:hAnsi="Arial" w:cs="Arial"/>
          <w:lang w:val="es-MX"/>
        </w:rPr>
      </w:pPr>
      <w:r w:rsidRPr="00F13169">
        <w:rPr>
          <w:rFonts w:ascii="Arial" w:hAnsi="Arial" w:cs="Arial"/>
          <w:lang w:val="es-MX"/>
        </w:rPr>
        <w:t>Señores</w:t>
      </w:r>
    </w:p>
    <w:p w:rsidR="00AD32A7" w:rsidRPr="00F13169" w:rsidRDefault="00AD32A7" w:rsidP="00614012">
      <w:pPr>
        <w:jc w:val="both"/>
        <w:rPr>
          <w:rFonts w:ascii="Arial" w:hAnsi="Arial" w:cs="Arial"/>
          <w:b/>
          <w:lang w:val="es-MX"/>
        </w:rPr>
      </w:pPr>
    </w:p>
    <w:p w:rsidR="00842AE0" w:rsidRPr="00F13169" w:rsidRDefault="00842AE0" w:rsidP="00614012">
      <w:pPr>
        <w:jc w:val="both"/>
        <w:rPr>
          <w:rFonts w:ascii="Arial" w:hAnsi="Arial" w:cs="Arial"/>
          <w:b/>
          <w:lang w:val="es-MX"/>
        </w:rPr>
      </w:pPr>
      <w:r w:rsidRPr="00F13169">
        <w:rPr>
          <w:rFonts w:ascii="Arial" w:hAnsi="Arial" w:cs="Arial"/>
          <w:b/>
          <w:lang w:val="es-MX"/>
        </w:rPr>
        <w:t>SUPERINTENDENCIA FINANCIERA</w:t>
      </w:r>
    </w:p>
    <w:p w:rsidR="00842AE0" w:rsidRPr="00F13169" w:rsidRDefault="00842AE0" w:rsidP="00614012">
      <w:pPr>
        <w:jc w:val="both"/>
        <w:rPr>
          <w:rFonts w:ascii="Arial" w:hAnsi="Arial" w:cs="Arial"/>
          <w:lang w:val="es-MX"/>
        </w:rPr>
      </w:pPr>
      <w:r w:rsidRPr="00F13169">
        <w:rPr>
          <w:rFonts w:ascii="Arial" w:hAnsi="Arial" w:cs="Arial"/>
          <w:lang w:val="es-MX"/>
        </w:rPr>
        <w:t>Ciudad</w:t>
      </w:r>
    </w:p>
    <w:p w:rsidR="00842AE0" w:rsidRPr="00F13169" w:rsidRDefault="00842AE0" w:rsidP="00614012">
      <w:pPr>
        <w:jc w:val="both"/>
        <w:rPr>
          <w:rFonts w:ascii="Arial" w:hAnsi="Arial" w:cs="Arial"/>
          <w:lang w:val="es-MX"/>
        </w:rPr>
      </w:pPr>
    </w:p>
    <w:p w:rsidR="00842AE0" w:rsidRPr="00F13169" w:rsidRDefault="00842AE0" w:rsidP="00614012">
      <w:pPr>
        <w:jc w:val="both"/>
        <w:rPr>
          <w:rFonts w:ascii="Arial" w:hAnsi="Arial" w:cs="Arial"/>
          <w:lang w:val="es-MX"/>
        </w:rPr>
      </w:pPr>
    </w:p>
    <w:p w:rsidR="00842AE0" w:rsidRPr="006F1B06" w:rsidRDefault="00842AE0" w:rsidP="00614012">
      <w:pPr>
        <w:jc w:val="both"/>
        <w:rPr>
          <w:rFonts w:ascii="Arial" w:hAnsi="Arial" w:cs="Arial"/>
          <w:lang w:val="es-MX"/>
        </w:rPr>
      </w:pPr>
    </w:p>
    <w:p w:rsidR="002425B2" w:rsidRPr="006F1B06" w:rsidRDefault="00842AE0" w:rsidP="00E95C84">
      <w:pPr>
        <w:pStyle w:val="Default"/>
        <w:rPr>
          <w:b/>
          <w:color w:val="auto"/>
        </w:rPr>
      </w:pPr>
      <w:r w:rsidRPr="006F1B06">
        <w:rPr>
          <w:color w:val="auto"/>
          <w:lang w:val="es-MX"/>
        </w:rPr>
        <w:t xml:space="preserve">Ref.:  </w:t>
      </w:r>
      <w:r w:rsidR="00573FE7" w:rsidRPr="006F1B06">
        <w:rPr>
          <w:color w:val="auto"/>
          <w:lang w:val="es-MX"/>
        </w:rPr>
        <w:t xml:space="preserve"> </w:t>
      </w:r>
      <w:r w:rsidR="00E95C84" w:rsidRPr="006F1B06">
        <w:rPr>
          <w:color w:val="auto"/>
          <w:lang w:val="es-MX"/>
        </w:rPr>
        <w:t xml:space="preserve">                     </w:t>
      </w:r>
      <w:r w:rsidR="00E95C84" w:rsidRPr="006F1B06">
        <w:rPr>
          <w:color w:val="auto"/>
        </w:rPr>
        <w:t xml:space="preserve"> </w:t>
      </w:r>
      <w:r w:rsidR="00BD2C9B">
        <w:rPr>
          <w:sz w:val="22"/>
          <w:szCs w:val="22"/>
        </w:rPr>
        <w:t>2017117106-002</w:t>
      </w:r>
    </w:p>
    <w:p w:rsidR="00842AE0" w:rsidRPr="00F13169" w:rsidRDefault="002425B2" w:rsidP="002425B2">
      <w:pPr>
        <w:tabs>
          <w:tab w:val="center" w:pos="4931"/>
        </w:tabs>
        <w:ind w:left="708" w:firstLine="708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</w:rPr>
        <w:t xml:space="preserve">          </w:t>
      </w:r>
      <w:r w:rsidR="00573FE7">
        <w:rPr>
          <w:rFonts w:ascii="Arial" w:hAnsi="Arial" w:cs="Arial"/>
        </w:rPr>
        <w:t xml:space="preserve"> </w:t>
      </w:r>
      <w:r>
        <w:rPr>
          <w:rFonts w:ascii="Arial" w:hAnsi="Arial" w:cs="Arial"/>
          <w:lang w:val="es-MX"/>
        </w:rPr>
        <w:t xml:space="preserve">410 </w:t>
      </w:r>
      <w:r w:rsidR="00842AE0" w:rsidRPr="00F13169">
        <w:rPr>
          <w:rFonts w:ascii="Arial" w:hAnsi="Arial" w:cs="Arial"/>
          <w:lang w:val="es-MX"/>
        </w:rPr>
        <w:t>Quejas</w:t>
      </w:r>
    </w:p>
    <w:p w:rsidR="00BE3666" w:rsidRPr="00F13169" w:rsidRDefault="00BD2C9B" w:rsidP="00BE3666">
      <w:pPr>
        <w:ind w:left="1418" w:firstLine="709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CF-N</w:t>
      </w:r>
    </w:p>
    <w:p w:rsidR="00842AE0" w:rsidRPr="00F13169" w:rsidRDefault="006B7DFD" w:rsidP="00457BB0">
      <w:pPr>
        <w:tabs>
          <w:tab w:val="left" w:pos="709"/>
          <w:tab w:val="left" w:pos="1418"/>
          <w:tab w:val="left" w:pos="2355"/>
        </w:tabs>
        <w:rPr>
          <w:rFonts w:ascii="Arial" w:hAnsi="Arial" w:cs="Arial"/>
          <w:lang w:val="es-MX"/>
        </w:rPr>
      </w:pPr>
      <w:r w:rsidRPr="00F13169">
        <w:rPr>
          <w:rFonts w:ascii="Arial" w:hAnsi="Arial" w:cs="Arial"/>
          <w:lang w:val="es-MX"/>
        </w:rPr>
        <w:tab/>
      </w:r>
      <w:r w:rsidRPr="00F13169">
        <w:rPr>
          <w:rFonts w:ascii="Arial" w:hAnsi="Arial" w:cs="Arial"/>
          <w:lang w:val="es-MX"/>
        </w:rPr>
        <w:tab/>
      </w:r>
      <w:r w:rsidR="00F13169">
        <w:rPr>
          <w:rFonts w:ascii="Arial" w:hAnsi="Arial" w:cs="Arial"/>
          <w:lang w:val="es-MX"/>
        </w:rPr>
        <w:t xml:space="preserve">           </w:t>
      </w:r>
      <w:r w:rsidR="00EB4089">
        <w:rPr>
          <w:rFonts w:ascii="Arial" w:hAnsi="Arial" w:cs="Arial"/>
          <w:lang w:val="es-MX"/>
        </w:rPr>
        <w:t xml:space="preserve">Con </w:t>
      </w:r>
      <w:r w:rsidR="00842AE0" w:rsidRPr="00F13169">
        <w:rPr>
          <w:rFonts w:ascii="Arial" w:hAnsi="Arial" w:cs="Arial"/>
          <w:lang w:val="es-MX"/>
        </w:rPr>
        <w:t>anexos: (</w:t>
      </w:r>
      <w:r w:rsidR="00346703">
        <w:rPr>
          <w:rFonts w:ascii="Arial" w:hAnsi="Arial" w:cs="Arial"/>
          <w:lang w:val="es-MX"/>
        </w:rPr>
        <w:t>1</w:t>
      </w:r>
      <w:r w:rsidR="00842AE0" w:rsidRPr="00F13169">
        <w:rPr>
          <w:rFonts w:ascii="Arial" w:hAnsi="Arial" w:cs="Arial"/>
          <w:lang w:val="es-MX"/>
        </w:rPr>
        <w:t xml:space="preserve">) </w:t>
      </w:r>
    </w:p>
    <w:p w:rsidR="00842AE0" w:rsidRPr="00F13169" w:rsidRDefault="00842AE0" w:rsidP="00614012">
      <w:pPr>
        <w:pStyle w:val="Sangra3detindependiente"/>
        <w:ind w:left="0"/>
        <w:rPr>
          <w:rFonts w:cs="Arial"/>
          <w:b/>
          <w:szCs w:val="24"/>
          <w:lang w:val="es-ES"/>
        </w:rPr>
      </w:pPr>
    </w:p>
    <w:p w:rsidR="00842AE0" w:rsidRPr="00F13169" w:rsidRDefault="00842AE0" w:rsidP="00614012">
      <w:pPr>
        <w:jc w:val="both"/>
        <w:rPr>
          <w:rFonts w:ascii="Arial" w:hAnsi="Arial" w:cs="Arial"/>
        </w:rPr>
      </w:pPr>
    </w:p>
    <w:p w:rsidR="00842AE0" w:rsidRPr="00F13169" w:rsidRDefault="00842AE0" w:rsidP="004E5E01">
      <w:pPr>
        <w:jc w:val="both"/>
        <w:rPr>
          <w:rFonts w:ascii="Arial" w:hAnsi="Arial" w:cs="Arial"/>
          <w:lang w:val="es-MX"/>
        </w:rPr>
      </w:pPr>
      <w:r w:rsidRPr="00F13169">
        <w:rPr>
          <w:rFonts w:ascii="Arial" w:hAnsi="Arial" w:cs="Arial"/>
          <w:lang w:val="es-MX"/>
        </w:rPr>
        <w:t>Estimados Señores:</w:t>
      </w:r>
    </w:p>
    <w:p w:rsidR="00842AE0" w:rsidRPr="00F13169" w:rsidRDefault="00842AE0" w:rsidP="004E5E01">
      <w:pPr>
        <w:jc w:val="both"/>
        <w:rPr>
          <w:rFonts w:ascii="Arial" w:hAnsi="Arial" w:cs="Arial"/>
          <w:lang w:val="es-MX"/>
        </w:rPr>
      </w:pPr>
    </w:p>
    <w:p w:rsidR="00842AE0" w:rsidRPr="003A1657" w:rsidRDefault="00842AE0" w:rsidP="00E95C84">
      <w:pPr>
        <w:pStyle w:val="Default"/>
        <w:rPr>
          <w:rFonts w:ascii="Calibri" w:hAnsi="Calibri"/>
          <w:sz w:val="22"/>
          <w:szCs w:val="22"/>
        </w:rPr>
      </w:pPr>
      <w:r w:rsidRPr="00F13169">
        <w:t xml:space="preserve">En atención al oficio de la referencia, nos permitimos adjuntar copia de la </w:t>
      </w:r>
      <w:r w:rsidR="0024653C">
        <w:t>respuesta enviada</w:t>
      </w:r>
      <w:r w:rsidRPr="00F13169">
        <w:t xml:space="preserve"> </w:t>
      </w:r>
      <w:r w:rsidR="0024653C">
        <w:t>a</w:t>
      </w:r>
      <w:r w:rsidR="00AD32A7" w:rsidRPr="00F13169">
        <w:rPr>
          <w:noProof/>
        </w:rPr>
        <w:t>l</w:t>
      </w:r>
      <w:r w:rsidR="00234621">
        <w:rPr>
          <w:noProof/>
        </w:rPr>
        <w:t>(</w:t>
      </w:r>
      <w:r w:rsidR="000847C7">
        <w:rPr>
          <w:noProof/>
        </w:rPr>
        <w:t>a</w:t>
      </w:r>
      <w:r w:rsidR="00234621">
        <w:rPr>
          <w:noProof/>
        </w:rPr>
        <w:t>)</w:t>
      </w:r>
      <w:r w:rsidR="00AD32A7" w:rsidRPr="00F13169">
        <w:rPr>
          <w:noProof/>
        </w:rPr>
        <w:t xml:space="preserve"> Señor</w:t>
      </w:r>
      <w:r w:rsidR="00234621">
        <w:rPr>
          <w:noProof/>
        </w:rPr>
        <w:t>(</w:t>
      </w:r>
      <w:r w:rsidR="000847C7">
        <w:rPr>
          <w:noProof/>
        </w:rPr>
        <w:t>a</w:t>
      </w:r>
      <w:r w:rsidR="00234621" w:rsidRPr="006F1B06">
        <w:rPr>
          <w:noProof/>
          <w:color w:val="auto"/>
        </w:rPr>
        <w:t>)</w:t>
      </w:r>
      <w:r w:rsidR="00DC4065" w:rsidRPr="006F1B06">
        <w:rPr>
          <w:noProof/>
          <w:color w:val="auto"/>
        </w:rPr>
        <w:t xml:space="preserve"> </w:t>
      </w:r>
      <w:r w:rsidR="00BD2C9B">
        <w:rPr>
          <w:rFonts w:ascii="Calibri" w:hAnsi="Calibri"/>
          <w:sz w:val="22"/>
          <w:szCs w:val="22"/>
        </w:rPr>
        <w:t>ANA GRACIELA TORRES MORENO</w:t>
      </w:r>
      <w:bookmarkStart w:id="0" w:name="_GoBack"/>
      <w:bookmarkEnd w:id="0"/>
      <w:r w:rsidR="007F75CF">
        <w:rPr>
          <w:b/>
        </w:rPr>
        <w:t xml:space="preserve">, </w:t>
      </w:r>
      <w:r w:rsidRPr="00F13169">
        <w:t>en la que se atiende su inquietud</w:t>
      </w:r>
      <w:r w:rsidR="0024653C">
        <w:t xml:space="preserve"> relacionada</w:t>
      </w:r>
      <w:r w:rsidRPr="00F13169">
        <w:t xml:space="preserve"> con su reclamación sobre </w:t>
      </w:r>
      <w:r w:rsidR="00276521" w:rsidRPr="00F13169">
        <w:t xml:space="preserve">la queja </w:t>
      </w:r>
      <w:r w:rsidRPr="00F13169">
        <w:t>allegada a esta Compañía, a</w:t>
      </w:r>
      <w:r w:rsidR="00276521" w:rsidRPr="00F13169">
        <w:t xml:space="preserve"> través de esa Superintendencia.</w:t>
      </w:r>
    </w:p>
    <w:p w:rsidR="00D17A48" w:rsidRDefault="00D17A48" w:rsidP="004E5E01">
      <w:pPr>
        <w:pStyle w:val="Default"/>
        <w:jc w:val="both"/>
      </w:pPr>
    </w:p>
    <w:p w:rsidR="00CF2785" w:rsidRPr="00D17A48" w:rsidRDefault="00CF2785" w:rsidP="004E5E01">
      <w:pPr>
        <w:jc w:val="both"/>
        <w:rPr>
          <w:rFonts w:ascii="Arial" w:hAnsi="Arial" w:cs="Arial"/>
          <w:lang w:val="es-CO"/>
        </w:rPr>
      </w:pPr>
    </w:p>
    <w:p w:rsidR="00842AE0" w:rsidRPr="00F13169" w:rsidRDefault="00842AE0" w:rsidP="004E5E01">
      <w:pPr>
        <w:jc w:val="both"/>
        <w:rPr>
          <w:rFonts w:ascii="Arial" w:hAnsi="Arial" w:cs="Arial"/>
          <w:lang w:val="es-MX"/>
        </w:rPr>
      </w:pPr>
      <w:r w:rsidRPr="00F13169">
        <w:rPr>
          <w:rFonts w:ascii="Arial" w:hAnsi="Arial" w:cs="Arial"/>
          <w:lang w:val="es-MX"/>
        </w:rPr>
        <w:t>En espera de haber atendido su solicitud.</w:t>
      </w:r>
    </w:p>
    <w:p w:rsidR="00842AE0" w:rsidRPr="00F13169" w:rsidRDefault="00842AE0" w:rsidP="00614012">
      <w:pPr>
        <w:jc w:val="both"/>
        <w:rPr>
          <w:rFonts w:ascii="Arial" w:hAnsi="Arial" w:cs="Arial"/>
          <w:lang w:val="es-MX"/>
        </w:rPr>
      </w:pPr>
    </w:p>
    <w:p w:rsidR="00842AE0" w:rsidRPr="00276521" w:rsidRDefault="006B7DFD" w:rsidP="00614012">
      <w:pPr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noProof/>
          <w:sz w:val="22"/>
          <w:szCs w:val="22"/>
          <w:lang w:val="es-CO" w:eastAsia="es-CO"/>
        </w:rPr>
        <w:drawing>
          <wp:inline distT="0" distB="0" distL="0" distR="0" wp14:anchorId="549243D4" wp14:editId="0A40F3AF">
            <wp:extent cx="3780000" cy="1979551"/>
            <wp:effectExtent l="0" t="0" r="0" b="0"/>
            <wp:docPr id="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197955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842AE0" w:rsidRDefault="00842AE0" w:rsidP="00614012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6B7DFD" w:rsidRDefault="006B7DFD" w:rsidP="00614012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6B7DFD" w:rsidRPr="00276521" w:rsidRDefault="006B7DFD" w:rsidP="00614012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842AE0" w:rsidRPr="00276521" w:rsidRDefault="00842AE0" w:rsidP="00614012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842AE0" w:rsidRPr="00842AE0" w:rsidRDefault="00842AE0" w:rsidP="00614012">
      <w:pPr>
        <w:jc w:val="both"/>
        <w:rPr>
          <w:rFonts w:ascii="Arial" w:hAnsi="Arial" w:cs="Arial"/>
          <w:sz w:val="16"/>
          <w:szCs w:val="16"/>
          <w:u w:val="single"/>
          <w:lang w:val="es-CO"/>
        </w:rPr>
      </w:pPr>
      <w:r w:rsidRPr="00276521">
        <w:rPr>
          <w:rFonts w:ascii="Arial" w:hAnsi="Arial" w:cs="Arial"/>
          <w:sz w:val="16"/>
          <w:szCs w:val="16"/>
          <w:u w:val="single"/>
          <w:lang w:val="es-CO"/>
        </w:rPr>
        <w:t>Anexo:</w:t>
      </w:r>
      <w:r w:rsidRPr="00842AE0">
        <w:rPr>
          <w:rFonts w:ascii="Arial" w:hAnsi="Arial" w:cs="Arial"/>
          <w:sz w:val="16"/>
          <w:szCs w:val="16"/>
          <w:u w:val="single"/>
          <w:lang w:val="es-CO"/>
        </w:rPr>
        <w:t xml:space="preserve"> </w:t>
      </w:r>
    </w:p>
    <w:p w:rsidR="00842AE0" w:rsidRPr="00842AE0" w:rsidRDefault="00842AE0" w:rsidP="00614012">
      <w:pPr>
        <w:jc w:val="both"/>
        <w:rPr>
          <w:rFonts w:ascii="Arial" w:hAnsi="Arial" w:cs="Arial"/>
          <w:sz w:val="22"/>
          <w:szCs w:val="22"/>
          <w:u w:val="single"/>
          <w:lang w:val="es-CO"/>
        </w:rPr>
      </w:pPr>
    </w:p>
    <w:p w:rsidR="00842AE0" w:rsidRPr="00842AE0" w:rsidRDefault="00842AE0">
      <w:pPr>
        <w:rPr>
          <w:sz w:val="22"/>
          <w:szCs w:val="22"/>
          <w:lang w:val="es-CO"/>
        </w:rPr>
      </w:pPr>
    </w:p>
    <w:p w:rsidR="00842AE0" w:rsidRPr="00842AE0" w:rsidRDefault="00842AE0">
      <w:pPr>
        <w:rPr>
          <w:sz w:val="22"/>
          <w:szCs w:val="22"/>
          <w:lang w:val="es-CO"/>
        </w:rPr>
      </w:pPr>
    </w:p>
    <w:p w:rsidR="00842AE0" w:rsidRPr="00842AE0" w:rsidRDefault="00842AE0">
      <w:pPr>
        <w:rPr>
          <w:sz w:val="22"/>
          <w:szCs w:val="22"/>
          <w:lang w:val="es-CO"/>
        </w:rPr>
      </w:pPr>
    </w:p>
    <w:p w:rsidR="00842AE0" w:rsidRPr="00842AE0" w:rsidRDefault="00842AE0" w:rsidP="00FE2735">
      <w:pPr>
        <w:ind w:left="5672" w:firstLine="709"/>
        <w:rPr>
          <w:sz w:val="16"/>
          <w:szCs w:val="16"/>
          <w:lang w:val="es-CO"/>
        </w:rPr>
      </w:pPr>
      <w:r w:rsidRPr="00842AE0">
        <w:rPr>
          <w:sz w:val="16"/>
          <w:szCs w:val="16"/>
          <w:lang w:val="es-CO"/>
        </w:rPr>
        <w:t xml:space="preserve">                      </w:t>
      </w:r>
    </w:p>
    <w:p w:rsidR="00842AE0" w:rsidRPr="00842AE0" w:rsidRDefault="00842AE0" w:rsidP="00FE2735">
      <w:pPr>
        <w:ind w:left="5672" w:firstLine="709"/>
        <w:rPr>
          <w:sz w:val="16"/>
          <w:szCs w:val="16"/>
          <w:lang w:val="es-CO"/>
        </w:rPr>
      </w:pPr>
    </w:p>
    <w:p w:rsidR="00842AE0" w:rsidRPr="00842AE0" w:rsidRDefault="00842AE0" w:rsidP="00FE2735">
      <w:pPr>
        <w:ind w:left="5672" w:firstLine="709"/>
        <w:rPr>
          <w:sz w:val="16"/>
          <w:szCs w:val="16"/>
          <w:lang w:val="es-CO"/>
        </w:rPr>
      </w:pPr>
    </w:p>
    <w:p w:rsidR="00842AE0" w:rsidRPr="00842AE0" w:rsidRDefault="00842AE0" w:rsidP="00E07B48">
      <w:pPr>
        <w:rPr>
          <w:sz w:val="16"/>
          <w:szCs w:val="16"/>
          <w:lang w:val="es-CO"/>
        </w:rPr>
        <w:sectPr w:rsidR="00842AE0" w:rsidRPr="00842AE0" w:rsidSect="00276521">
          <w:headerReference w:type="default" r:id="rId10"/>
          <w:footerReference w:type="default" r:id="rId11"/>
          <w:pgSz w:w="11906" w:h="16838"/>
          <w:pgMar w:top="1417" w:right="1701" w:bottom="1417" w:left="1701" w:header="0" w:footer="709" w:gutter="57"/>
          <w:pgNumType w:start="1"/>
          <w:cols w:space="708"/>
          <w:docGrid w:linePitch="360"/>
        </w:sectPr>
      </w:pPr>
    </w:p>
    <w:p w:rsidR="00C45297" w:rsidRPr="00842AE0" w:rsidRDefault="00C45297" w:rsidP="00C45297">
      <w:pPr>
        <w:rPr>
          <w:sz w:val="16"/>
          <w:szCs w:val="16"/>
          <w:lang w:val="es-CO"/>
        </w:rPr>
      </w:pPr>
    </w:p>
    <w:sectPr w:rsidR="00C45297" w:rsidRPr="00842AE0" w:rsidSect="00842AE0">
      <w:headerReference w:type="default" r:id="rId12"/>
      <w:footerReference w:type="default" r:id="rId13"/>
      <w:type w:val="continuous"/>
      <w:pgSz w:w="11906" w:h="16838"/>
      <w:pgMar w:top="1418" w:right="1416" w:bottom="1418" w:left="1361" w:header="0" w:footer="709" w:gutter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C1A" w:rsidRDefault="00A70C1A" w:rsidP="00E275E3">
      <w:r>
        <w:separator/>
      </w:r>
    </w:p>
  </w:endnote>
  <w:endnote w:type="continuationSeparator" w:id="0">
    <w:p w:rsidR="00A70C1A" w:rsidRDefault="00A70C1A" w:rsidP="00E27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297" w:rsidRDefault="00C45297">
    <w:pPr>
      <w:pStyle w:val="Piedepgina"/>
    </w:pPr>
    <w:r>
      <w:rPr>
        <w:noProof/>
        <w:lang w:val="es-CO" w:eastAsia="es-CO"/>
      </w:rPr>
      <w:drawing>
        <wp:anchor distT="0" distB="0" distL="114300" distR="114300" simplePos="0" relativeHeight="251670528" behindDoc="1" locked="0" layoutInCell="1" allowOverlap="1" wp14:anchorId="4B817567" wp14:editId="4081C05E">
          <wp:simplePos x="0" y="0"/>
          <wp:positionH relativeFrom="column">
            <wp:posOffset>556895</wp:posOffset>
          </wp:positionH>
          <wp:positionV relativeFrom="paragraph">
            <wp:posOffset>339725</wp:posOffset>
          </wp:positionV>
          <wp:extent cx="4953000" cy="171450"/>
          <wp:effectExtent l="19050" t="0" r="0" b="0"/>
          <wp:wrapNone/>
          <wp:docPr id="6" name="Imagen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7771" t="21739"/>
                  <a:stretch>
                    <a:fillRect/>
                  </a:stretch>
                </pic:blipFill>
                <pic:spPr bwMode="auto">
                  <a:xfrm>
                    <a:off x="0" y="0"/>
                    <a:ext cx="4953000" cy="171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s-CO" w:eastAsia="es-CO"/>
      </w:rPr>
      <w:drawing>
        <wp:anchor distT="0" distB="0" distL="114300" distR="114300" simplePos="0" relativeHeight="251668480" behindDoc="1" locked="0" layoutInCell="1" allowOverlap="1" wp14:anchorId="4CBDA8B8" wp14:editId="22FE7B21">
          <wp:simplePos x="0" y="0"/>
          <wp:positionH relativeFrom="margin">
            <wp:posOffset>-424180</wp:posOffset>
          </wp:positionH>
          <wp:positionV relativeFrom="line">
            <wp:posOffset>-50800</wp:posOffset>
          </wp:positionV>
          <wp:extent cx="952500" cy="285750"/>
          <wp:effectExtent l="19050" t="0" r="0" b="0"/>
          <wp:wrapNone/>
          <wp:docPr id="3" name="Imagen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4366" t="81055" r="75830" b="15039"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val="es-CO" w:eastAsia="es-CO"/>
      </w:rPr>
      <w:drawing>
        <wp:anchor distT="0" distB="0" distL="114300" distR="114300" simplePos="0" relativeHeight="251666432" behindDoc="1" locked="0" layoutInCell="1" allowOverlap="1" wp14:anchorId="17C66420" wp14:editId="30FBEFE0">
          <wp:simplePos x="0" y="0"/>
          <wp:positionH relativeFrom="leftMargin">
            <wp:posOffset>-488632</wp:posOffset>
          </wp:positionH>
          <wp:positionV relativeFrom="paragraph">
            <wp:posOffset>-421958</wp:posOffset>
          </wp:positionV>
          <wp:extent cx="1695450" cy="144145"/>
          <wp:effectExtent l="0" t="742950" r="0" b="751205"/>
          <wp:wrapNone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 rot="16200000">
                    <a:off x="0" y="0"/>
                    <a:ext cx="1695450" cy="144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039" w:rsidRDefault="009F5039">
    <w:pPr>
      <w:pStyle w:val="Piedepgina"/>
    </w:pPr>
    <w:r>
      <w:rPr>
        <w:noProof/>
        <w:lang w:val="es-CO" w:eastAsia="es-CO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404495</wp:posOffset>
          </wp:positionH>
          <wp:positionV relativeFrom="paragraph">
            <wp:posOffset>187325</wp:posOffset>
          </wp:positionV>
          <wp:extent cx="4953000" cy="171450"/>
          <wp:effectExtent l="19050" t="0" r="0" b="0"/>
          <wp:wrapNone/>
          <wp:docPr id="4" name="Imagen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7771" t="21739"/>
                  <a:stretch>
                    <a:fillRect/>
                  </a:stretch>
                </pic:blipFill>
                <pic:spPr bwMode="auto">
                  <a:xfrm>
                    <a:off x="0" y="0"/>
                    <a:ext cx="4953000" cy="171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s-CO" w:eastAsia="es-C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-576580</wp:posOffset>
          </wp:positionH>
          <wp:positionV relativeFrom="line">
            <wp:posOffset>-203200</wp:posOffset>
          </wp:positionV>
          <wp:extent cx="952500" cy="285750"/>
          <wp:effectExtent l="19050" t="0" r="0" b="0"/>
          <wp:wrapNone/>
          <wp:docPr id="33" name="Imagen 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4366" t="81055" r="75830" b="15039"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val="es-CO" w:eastAsia="es-CO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leftMargin">
            <wp:posOffset>-640715</wp:posOffset>
          </wp:positionH>
          <wp:positionV relativeFrom="paragraph">
            <wp:posOffset>-574675</wp:posOffset>
          </wp:positionV>
          <wp:extent cx="1695450" cy="144145"/>
          <wp:effectExtent l="0" t="742950" r="0" b="751205"/>
          <wp:wrapNone/>
          <wp:docPr id="36" name="Imagen 3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 rot="16200000">
                    <a:off x="0" y="0"/>
                    <a:ext cx="1695450" cy="144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C1A" w:rsidRDefault="00A70C1A" w:rsidP="00E275E3">
      <w:r>
        <w:separator/>
      </w:r>
    </w:p>
  </w:footnote>
  <w:footnote w:type="continuationSeparator" w:id="0">
    <w:p w:rsidR="00A70C1A" w:rsidRDefault="00A70C1A" w:rsidP="00E27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AE0" w:rsidRDefault="00842AE0" w:rsidP="005A5B2B">
    <w:pPr>
      <w:pStyle w:val="Encabezado"/>
    </w:pPr>
    <w:r>
      <w:ptab w:relativeTo="indent" w:alignment="left" w:leader="none"/>
    </w:r>
    <w:r w:rsidR="00C45297" w:rsidRPr="00B6563B">
      <w:rPr>
        <w:noProof/>
        <w:lang w:val="es-CO" w:eastAsia="es-CO"/>
      </w:rPr>
      <w:drawing>
        <wp:anchor distT="0" distB="0" distL="114300" distR="114300" simplePos="0" relativeHeight="251664384" behindDoc="1" locked="0" layoutInCell="1" allowOverlap="1" wp14:anchorId="44BE116E" wp14:editId="4AAF8B57">
          <wp:simplePos x="0" y="0"/>
          <wp:positionH relativeFrom="column">
            <wp:posOffset>-119380</wp:posOffset>
          </wp:positionH>
          <wp:positionV relativeFrom="paragraph">
            <wp:posOffset>333375</wp:posOffset>
          </wp:positionV>
          <wp:extent cx="2241550" cy="485775"/>
          <wp:effectExtent l="19050" t="0" r="6350" b="0"/>
          <wp:wrapNone/>
          <wp:docPr id="1" name="Imagen 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381" t="41992" r="31884" b="45313"/>
                  <a:stretch>
                    <a:fillRect/>
                  </a:stretch>
                </pic:blipFill>
                <pic:spPr bwMode="auto">
                  <a:xfrm>
                    <a:off x="0" y="0"/>
                    <a:ext cx="224155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039" w:rsidRDefault="009F5039" w:rsidP="009B24AF">
    <w:pPr>
      <w:pStyle w:val="Encabezado"/>
      <w:ind w:left="-1418"/>
    </w:pPr>
    <w:r>
      <w:ptab w:relativeTo="indent" w:alignment="left" w:leader="none"/>
    </w:r>
    <w:r w:rsidRPr="00B6563B">
      <w:rPr>
        <w:noProof/>
        <w:lang w:val="es-CO" w:eastAsia="es-CO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-271780</wp:posOffset>
          </wp:positionH>
          <wp:positionV relativeFrom="paragraph">
            <wp:posOffset>180975</wp:posOffset>
          </wp:positionV>
          <wp:extent cx="2241550" cy="485775"/>
          <wp:effectExtent l="19050" t="0" r="6350" b="0"/>
          <wp:wrapNone/>
          <wp:docPr id="5" name="Imagen 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381" t="41992" r="31884" b="45313"/>
                  <a:stretch>
                    <a:fillRect/>
                  </a:stretch>
                </pic:blipFill>
                <pic:spPr bwMode="auto">
                  <a:xfrm>
                    <a:off x="0" y="0"/>
                    <a:ext cx="224155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F6FA3"/>
    <w:multiLevelType w:val="hybridMultilevel"/>
    <w:tmpl w:val="DC1E10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02D04"/>
    <w:multiLevelType w:val="hybridMultilevel"/>
    <w:tmpl w:val="6D5E1558"/>
    <w:lvl w:ilvl="0" w:tplc="8EAC09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586334"/>
    <w:multiLevelType w:val="hybridMultilevel"/>
    <w:tmpl w:val="7FB0EDEC"/>
    <w:lvl w:ilvl="0" w:tplc="FAC04CB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FA27B3"/>
    <w:multiLevelType w:val="hybridMultilevel"/>
    <w:tmpl w:val="5570FBD2"/>
    <w:lvl w:ilvl="0" w:tplc="FA485B7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955015E"/>
    <w:multiLevelType w:val="hybridMultilevel"/>
    <w:tmpl w:val="D38C5BE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9B1"/>
    <w:rsid w:val="0000171F"/>
    <w:rsid w:val="000021AC"/>
    <w:rsid w:val="00003E67"/>
    <w:rsid w:val="00004052"/>
    <w:rsid w:val="00005973"/>
    <w:rsid w:val="00005CA3"/>
    <w:rsid w:val="00020AA6"/>
    <w:rsid w:val="0002521A"/>
    <w:rsid w:val="00025A69"/>
    <w:rsid w:val="00034527"/>
    <w:rsid w:val="000357B7"/>
    <w:rsid w:val="00035FBA"/>
    <w:rsid w:val="000370CF"/>
    <w:rsid w:val="0003742D"/>
    <w:rsid w:val="00041583"/>
    <w:rsid w:val="00041C03"/>
    <w:rsid w:val="00042355"/>
    <w:rsid w:val="00042887"/>
    <w:rsid w:val="000444E6"/>
    <w:rsid w:val="00045E43"/>
    <w:rsid w:val="00050576"/>
    <w:rsid w:val="000528FB"/>
    <w:rsid w:val="00055D02"/>
    <w:rsid w:val="00064D08"/>
    <w:rsid w:val="00064F53"/>
    <w:rsid w:val="00066873"/>
    <w:rsid w:val="000677D4"/>
    <w:rsid w:val="000679BC"/>
    <w:rsid w:val="00071788"/>
    <w:rsid w:val="00072873"/>
    <w:rsid w:val="0007412D"/>
    <w:rsid w:val="000755E4"/>
    <w:rsid w:val="0007676D"/>
    <w:rsid w:val="00080B09"/>
    <w:rsid w:val="00080B29"/>
    <w:rsid w:val="000847C7"/>
    <w:rsid w:val="00091253"/>
    <w:rsid w:val="00091B7B"/>
    <w:rsid w:val="00094C75"/>
    <w:rsid w:val="00094FC1"/>
    <w:rsid w:val="00096F2B"/>
    <w:rsid w:val="000A096C"/>
    <w:rsid w:val="000A1EDC"/>
    <w:rsid w:val="000A4A5B"/>
    <w:rsid w:val="000A5BD2"/>
    <w:rsid w:val="000B0055"/>
    <w:rsid w:val="000B6E06"/>
    <w:rsid w:val="000C26BB"/>
    <w:rsid w:val="000C2BF7"/>
    <w:rsid w:val="000C521C"/>
    <w:rsid w:val="000C7320"/>
    <w:rsid w:val="000D0BB1"/>
    <w:rsid w:val="000D20E6"/>
    <w:rsid w:val="000D5564"/>
    <w:rsid w:val="000D6D29"/>
    <w:rsid w:val="000E3995"/>
    <w:rsid w:val="000E76BE"/>
    <w:rsid w:val="000F0654"/>
    <w:rsid w:val="000F2591"/>
    <w:rsid w:val="000F2CA4"/>
    <w:rsid w:val="000F37E3"/>
    <w:rsid w:val="000F3B48"/>
    <w:rsid w:val="00100ACC"/>
    <w:rsid w:val="00100B4C"/>
    <w:rsid w:val="00102D3C"/>
    <w:rsid w:val="00107817"/>
    <w:rsid w:val="00110BD3"/>
    <w:rsid w:val="00120085"/>
    <w:rsid w:val="00120A20"/>
    <w:rsid w:val="001211B6"/>
    <w:rsid w:val="00121F5C"/>
    <w:rsid w:val="00122AC0"/>
    <w:rsid w:val="001235A2"/>
    <w:rsid w:val="00123EA0"/>
    <w:rsid w:val="0012716F"/>
    <w:rsid w:val="001305B9"/>
    <w:rsid w:val="00131CF7"/>
    <w:rsid w:val="00133123"/>
    <w:rsid w:val="001339B1"/>
    <w:rsid w:val="0013429D"/>
    <w:rsid w:val="00136222"/>
    <w:rsid w:val="001364AA"/>
    <w:rsid w:val="00137A67"/>
    <w:rsid w:val="00142282"/>
    <w:rsid w:val="001508B0"/>
    <w:rsid w:val="00150C8A"/>
    <w:rsid w:val="00151FB6"/>
    <w:rsid w:val="001547FC"/>
    <w:rsid w:val="00155788"/>
    <w:rsid w:val="00155C9B"/>
    <w:rsid w:val="001569A9"/>
    <w:rsid w:val="00161490"/>
    <w:rsid w:val="001627F3"/>
    <w:rsid w:val="00162E83"/>
    <w:rsid w:val="00162FC6"/>
    <w:rsid w:val="00172B47"/>
    <w:rsid w:val="0017308B"/>
    <w:rsid w:val="00174E9A"/>
    <w:rsid w:val="00177283"/>
    <w:rsid w:val="00184055"/>
    <w:rsid w:val="00185922"/>
    <w:rsid w:val="001935EB"/>
    <w:rsid w:val="00194A21"/>
    <w:rsid w:val="001A0FD5"/>
    <w:rsid w:val="001A21AD"/>
    <w:rsid w:val="001B6344"/>
    <w:rsid w:val="001B6F4E"/>
    <w:rsid w:val="001C08B5"/>
    <w:rsid w:val="001C30ED"/>
    <w:rsid w:val="001C431E"/>
    <w:rsid w:val="001D7280"/>
    <w:rsid w:val="001E09BB"/>
    <w:rsid w:val="001E4C31"/>
    <w:rsid w:val="001E57F7"/>
    <w:rsid w:val="001E6AB6"/>
    <w:rsid w:val="001F0104"/>
    <w:rsid w:val="001F0348"/>
    <w:rsid w:val="001F0459"/>
    <w:rsid w:val="001F2022"/>
    <w:rsid w:val="001F31FC"/>
    <w:rsid w:val="001F59A5"/>
    <w:rsid w:val="001F7E27"/>
    <w:rsid w:val="00204EA8"/>
    <w:rsid w:val="00207242"/>
    <w:rsid w:val="002072E1"/>
    <w:rsid w:val="002115D4"/>
    <w:rsid w:val="00213175"/>
    <w:rsid w:val="00213E0F"/>
    <w:rsid w:val="00215025"/>
    <w:rsid w:val="002152B8"/>
    <w:rsid w:val="00216DC8"/>
    <w:rsid w:val="002262BD"/>
    <w:rsid w:val="00233674"/>
    <w:rsid w:val="00233A71"/>
    <w:rsid w:val="00234621"/>
    <w:rsid w:val="002423B4"/>
    <w:rsid w:val="002425B2"/>
    <w:rsid w:val="002425F7"/>
    <w:rsid w:val="0024510D"/>
    <w:rsid w:val="00245BA5"/>
    <w:rsid w:val="0024653C"/>
    <w:rsid w:val="00247511"/>
    <w:rsid w:val="002512EE"/>
    <w:rsid w:val="0025325A"/>
    <w:rsid w:val="00253DAA"/>
    <w:rsid w:val="002559CB"/>
    <w:rsid w:val="00256310"/>
    <w:rsid w:val="002609D3"/>
    <w:rsid w:val="002646E0"/>
    <w:rsid w:val="00266066"/>
    <w:rsid w:val="00267CE9"/>
    <w:rsid w:val="0027058E"/>
    <w:rsid w:val="002713B9"/>
    <w:rsid w:val="00273C17"/>
    <w:rsid w:val="002741B2"/>
    <w:rsid w:val="00274711"/>
    <w:rsid w:val="00276521"/>
    <w:rsid w:val="002817D1"/>
    <w:rsid w:val="00282C04"/>
    <w:rsid w:val="00285D32"/>
    <w:rsid w:val="0028652B"/>
    <w:rsid w:val="00287331"/>
    <w:rsid w:val="00295DB5"/>
    <w:rsid w:val="002A1282"/>
    <w:rsid w:val="002A270A"/>
    <w:rsid w:val="002A48F6"/>
    <w:rsid w:val="002A630A"/>
    <w:rsid w:val="002A6445"/>
    <w:rsid w:val="002A7561"/>
    <w:rsid w:val="002A7623"/>
    <w:rsid w:val="002B239B"/>
    <w:rsid w:val="002D65C4"/>
    <w:rsid w:val="002D78F1"/>
    <w:rsid w:val="002E1F7D"/>
    <w:rsid w:val="002E2E6C"/>
    <w:rsid w:val="002E32B0"/>
    <w:rsid w:val="002E36EB"/>
    <w:rsid w:val="002E3DC2"/>
    <w:rsid w:val="002E6A10"/>
    <w:rsid w:val="002E7266"/>
    <w:rsid w:val="002F0EB7"/>
    <w:rsid w:val="002F36A9"/>
    <w:rsid w:val="002F6B10"/>
    <w:rsid w:val="002F7EDF"/>
    <w:rsid w:val="00302457"/>
    <w:rsid w:val="00302AF0"/>
    <w:rsid w:val="00304A80"/>
    <w:rsid w:val="00311BE4"/>
    <w:rsid w:val="003147C4"/>
    <w:rsid w:val="00315D1E"/>
    <w:rsid w:val="003160D6"/>
    <w:rsid w:val="003163E3"/>
    <w:rsid w:val="003255B3"/>
    <w:rsid w:val="0033300A"/>
    <w:rsid w:val="00335E52"/>
    <w:rsid w:val="00341F6B"/>
    <w:rsid w:val="003432D4"/>
    <w:rsid w:val="00346703"/>
    <w:rsid w:val="00346894"/>
    <w:rsid w:val="003555A7"/>
    <w:rsid w:val="00362372"/>
    <w:rsid w:val="00363F83"/>
    <w:rsid w:val="00367C1F"/>
    <w:rsid w:val="00374E87"/>
    <w:rsid w:val="003779A4"/>
    <w:rsid w:val="003834D1"/>
    <w:rsid w:val="00383C46"/>
    <w:rsid w:val="003921E0"/>
    <w:rsid w:val="00393AE4"/>
    <w:rsid w:val="00393B2D"/>
    <w:rsid w:val="00394A32"/>
    <w:rsid w:val="00395663"/>
    <w:rsid w:val="00397E3E"/>
    <w:rsid w:val="003A03E5"/>
    <w:rsid w:val="003A0C8A"/>
    <w:rsid w:val="003A0E35"/>
    <w:rsid w:val="003A1657"/>
    <w:rsid w:val="003A16C8"/>
    <w:rsid w:val="003A41FB"/>
    <w:rsid w:val="003A7F88"/>
    <w:rsid w:val="003B1069"/>
    <w:rsid w:val="003B18B8"/>
    <w:rsid w:val="003B277E"/>
    <w:rsid w:val="003B34AD"/>
    <w:rsid w:val="003B42C0"/>
    <w:rsid w:val="003B4FED"/>
    <w:rsid w:val="003B7A9D"/>
    <w:rsid w:val="003C066F"/>
    <w:rsid w:val="003C3391"/>
    <w:rsid w:val="003C7C72"/>
    <w:rsid w:val="003D24D1"/>
    <w:rsid w:val="003D60A0"/>
    <w:rsid w:val="003D7998"/>
    <w:rsid w:val="003D7A5E"/>
    <w:rsid w:val="003E18BD"/>
    <w:rsid w:val="003E620B"/>
    <w:rsid w:val="003F33E9"/>
    <w:rsid w:val="003F54D7"/>
    <w:rsid w:val="003F70CA"/>
    <w:rsid w:val="003F7FD6"/>
    <w:rsid w:val="004033AC"/>
    <w:rsid w:val="00410B5C"/>
    <w:rsid w:val="00414C9E"/>
    <w:rsid w:val="00416CBE"/>
    <w:rsid w:val="00420184"/>
    <w:rsid w:val="00420787"/>
    <w:rsid w:val="00420B86"/>
    <w:rsid w:val="004229A9"/>
    <w:rsid w:val="00422B3A"/>
    <w:rsid w:val="00425ADA"/>
    <w:rsid w:val="004404A0"/>
    <w:rsid w:val="004407DB"/>
    <w:rsid w:val="00440D24"/>
    <w:rsid w:val="004418A1"/>
    <w:rsid w:val="0044320D"/>
    <w:rsid w:val="004540E9"/>
    <w:rsid w:val="00454F91"/>
    <w:rsid w:val="004557B9"/>
    <w:rsid w:val="0045783C"/>
    <w:rsid w:val="00457BB0"/>
    <w:rsid w:val="00457C89"/>
    <w:rsid w:val="004608C9"/>
    <w:rsid w:val="00463710"/>
    <w:rsid w:val="00467648"/>
    <w:rsid w:val="004720E5"/>
    <w:rsid w:val="00472ECD"/>
    <w:rsid w:val="004751AC"/>
    <w:rsid w:val="00475562"/>
    <w:rsid w:val="00480BFB"/>
    <w:rsid w:val="004817DC"/>
    <w:rsid w:val="00483FA0"/>
    <w:rsid w:val="0048610F"/>
    <w:rsid w:val="00486960"/>
    <w:rsid w:val="00486979"/>
    <w:rsid w:val="00492965"/>
    <w:rsid w:val="0049731E"/>
    <w:rsid w:val="004B0D72"/>
    <w:rsid w:val="004B210D"/>
    <w:rsid w:val="004B3096"/>
    <w:rsid w:val="004B4883"/>
    <w:rsid w:val="004B6D02"/>
    <w:rsid w:val="004C006F"/>
    <w:rsid w:val="004C062A"/>
    <w:rsid w:val="004C0E51"/>
    <w:rsid w:val="004C22FC"/>
    <w:rsid w:val="004C30F8"/>
    <w:rsid w:val="004C481F"/>
    <w:rsid w:val="004D7CF8"/>
    <w:rsid w:val="004E1C74"/>
    <w:rsid w:val="004E2CFA"/>
    <w:rsid w:val="004E49DE"/>
    <w:rsid w:val="004E562B"/>
    <w:rsid w:val="004E5BD5"/>
    <w:rsid w:val="004E5E01"/>
    <w:rsid w:val="004F0EE6"/>
    <w:rsid w:val="004F128B"/>
    <w:rsid w:val="004F4249"/>
    <w:rsid w:val="004F5069"/>
    <w:rsid w:val="00501976"/>
    <w:rsid w:val="00502D5A"/>
    <w:rsid w:val="005041B1"/>
    <w:rsid w:val="00505F4C"/>
    <w:rsid w:val="00506B7F"/>
    <w:rsid w:val="00510309"/>
    <w:rsid w:val="00511E78"/>
    <w:rsid w:val="0051517D"/>
    <w:rsid w:val="005160FC"/>
    <w:rsid w:val="005172D0"/>
    <w:rsid w:val="0052042C"/>
    <w:rsid w:val="0052058A"/>
    <w:rsid w:val="005209D3"/>
    <w:rsid w:val="005211D2"/>
    <w:rsid w:val="00521F76"/>
    <w:rsid w:val="0052267B"/>
    <w:rsid w:val="00522A8A"/>
    <w:rsid w:val="00523A81"/>
    <w:rsid w:val="00524917"/>
    <w:rsid w:val="00524CA3"/>
    <w:rsid w:val="00525127"/>
    <w:rsid w:val="0052592C"/>
    <w:rsid w:val="00531B03"/>
    <w:rsid w:val="00531E0D"/>
    <w:rsid w:val="005360F7"/>
    <w:rsid w:val="00543DAD"/>
    <w:rsid w:val="005457DA"/>
    <w:rsid w:val="00545EC4"/>
    <w:rsid w:val="0054680E"/>
    <w:rsid w:val="00547E4F"/>
    <w:rsid w:val="0055506B"/>
    <w:rsid w:val="0055704E"/>
    <w:rsid w:val="00557D15"/>
    <w:rsid w:val="005629B1"/>
    <w:rsid w:val="005632D5"/>
    <w:rsid w:val="0056678D"/>
    <w:rsid w:val="005667CB"/>
    <w:rsid w:val="00570708"/>
    <w:rsid w:val="00573FE7"/>
    <w:rsid w:val="00577100"/>
    <w:rsid w:val="0058003E"/>
    <w:rsid w:val="005813F9"/>
    <w:rsid w:val="00581C9C"/>
    <w:rsid w:val="005821A7"/>
    <w:rsid w:val="0058303F"/>
    <w:rsid w:val="005832F1"/>
    <w:rsid w:val="005835E8"/>
    <w:rsid w:val="00584040"/>
    <w:rsid w:val="0058425B"/>
    <w:rsid w:val="00584CB6"/>
    <w:rsid w:val="00590DB8"/>
    <w:rsid w:val="00592083"/>
    <w:rsid w:val="00592404"/>
    <w:rsid w:val="00595577"/>
    <w:rsid w:val="0059572E"/>
    <w:rsid w:val="00597DDB"/>
    <w:rsid w:val="005A003D"/>
    <w:rsid w:val="005A26AA"/>
    <w:rsid w:val="005A5973"/>
    <w:rsid w:val="005A5B2B"/>
    <w:rsid w:val="005A6A3A"/>
    <w:rsid w:val="005A7B67"/>
    <w:rsid w:val="005B16E1"/>
    <w:rsid w:val="005B21B6"/>
    <w:rsid w:val="005B3210"/>
    <w:rsid w:val="005C0C02"/>
    <w:rsid w:val="005C6208"/>
    <w:rsid w:val="005D0140"/>
    <w:rsid w:val="005D2A75"/>
    <w:rsid w:val="005D657A"/>
    <w:rsid w:val="005D748E"/>
    <w:rsid w:val="005E0AE6"/>
    <w:rsid w:val="005E158B"/>
    <w:rsid w:val="005E15A1"/>
    <w:rsid w:val="005E3BB0"/>
    <w:rsid w:val="005E6804"/>
    <w:rsid w:val="005E708A"/>
    <w:rsid w:val="005F30D0"/>
    <w:rsid w:val="005F55A0"/>
    <w:rsid w:val="005F7597"/>
    <w:rsid w:val="00600B22"/>
    <w:rsid w:val="0060580F"/>
    <w:rsid w:val="006107D9"/>
    <w:rsid w:val="0061274C"/>
    <w:rsid w:val="00614012"/>
    <w:rsid w:val="00614F36"/>
    <w:rsid w:val="00615B66"/>
    <w:rsid w:val="0061642A"/>
    <w:rsid w:val="00616679"/>
    <w:rsid w:val="00620240"/>
    <w:rsid w:val="00620D7D"/>
    <w:rsid w:val="00622780"/>
    <w:rsid w:val="0062333E"/>
    <w:rsid w:val="0062353E"/>
    <w:rsid w:val="006248F2"/>
    <w:rsid w:val="00625E2A"/>
    <w:rsid w:val="00627DBD"/>
    <w:rsid w:val="00633938"/>
    <w:rsid w:val="00635A62"/>
    <w:rsid w:val="006368B3"/>
    <w:rsid w:val="0063762C"/>
    <w:rsid w:val="006453C8"/>
    <w:rsid w:val="00646388"/>
    <w:rsid w:val="00646C1D"/>
    <w:rsid w:val="00646E8F"/>
    <w:rsid w:val="006474FC"/>
    <w:rsid w:val="006475E8"/>
    <w:rsid w:val="00651CC8"/>
    <w:rsid w:val="0065693D"/>
    <w:rsid w:val="00656E34"/>
    <w:rsid w:val="00657CBB"/>
    <w:rsid w:val="00657FA1"/>
    <w:rsid w:val="00661979"/>
    <w:rsid w:val="00662E0A"/>
    <w:rsid w:val="0066385B"/>
    <w:rsid w:val="006644BC"/>
    <w:rsid w:val="0066470B"/>
    <w:rsid w:val="00665067"/>
    <w:rsid w:val="006745FF"/>
    <w:rsid w:val="006815FD"/>
    <w:rsid w:val="00684047"/>
    <w:rsid w:val="006844BF"/>
    <w:rsid w:val="006928F2"/>
    <w:rsid w:val="00693502"/>
    <w:rsid w:val="00694DD4"/>
    <w:rsid w:val="006964A7"/>
    <w:rsid w:val="006969C7"/>
    <w:rsid w:val="006A0C6A"/>
    <w:rsid w:val="006A1470"/>
    <w:rsid w:val="006A377F"/>
    <w:rsid w:val="006A6DD1"/>
    <w:rsid w:val="006B0BA6"/>
    <w:rsid w:val="006B1F15"/>
    <w:rsid w:val="006B73ED"/>
    <w:rsid w:val="006B7DFD"/>
    <w:rsid w:val="006C1D15"/>
    <w:rsid w:val="006C2703"/>
    <w:rsid w:val="006C3A0D"/>
    <w:rsid w:val="006C762E"/>
    <w:rsid w:val="006D0021"/>
    <w:rsid w:val="006D229D"/>
    <w:rsid w:val="006D6CF1"/>
    <w:rsid w:val="006D7A42"/>
    <w:rsid w:val="006E178E"/>
    <w:rsid w:val="006E1BC5"/>
    <w:rsid w:val="006E36C0"/>
    <w:rsid w:val="006E4D52"/>
    <w:rsid w:val="006F131C"/>
    <w:rsid w:val="006F1B06"/>
    <w:rsid w:val="006F29E9"/>
    <w:rsid w:val="006F5261"/>
    <w:rsid w:val="00700DF4"/>
    <w:rsid w:val="00703CEA"/>
    <w:rsid w:val="00704187"/>
    <w:rsid w:val="00704730"/>
    <w:rsid w:val="00704BD4"/>
    <w:rsid w:val="00705465"/>
    <w:rsid w:val="0070585C"/>
    <w:rsid w:val="007066F8"/>
    <w:rsid w:val="00707AC0"/>
    <w:rsid w:val="00707B7B"/>
    <w:rsid w:val="00713ECF"/>
    <w:rsid w:val="007155EA"/>
    <w:rsid w:val="00717EEA"/>
    <w:rsid w:val="007201B3"/>
    <w:rsid w:val="007221B9"/>
    <w:rsid w:val="007233F3"/>
    <w:rsid w:val="0073100B"/>
    <w:rsid w:val="007326DD"/>
    <w:rsid w:val="00732F15"/>
    <w:rsid w:val="0073516E"/>
    <w:rsid w:val="00735955"/>
    <w:rsid w:val="00737A1C"/>
    <w:rsid w:val="007451C3"/>
    <w:rsid w:val="0074718B"/>
    <w:rsid w:val="00747BA2"/>
    <w:rsid w:val="00752B16"/>
    <w:rsid w:val="00754512"/>
    <w:rsid w:val="00755726"/>
    <w:rsid w:val="00766ECB"/>
    <w:rsid w:val="0076785D"/>
    <w:rsid w:val="00772564"/>
    <w:rsid w:val="00772B4D"/>
    <w:rsid w:val="00782F24"/>
    <w:rsid w:val="00783058"/>
    <w:rsid w:val="00791FF6"/>
    <w:rsid w:val="00792DAD"/>
    <w:rsid w:val="00795606"/>
    <w:rsid w:val="007973B0"/>
    <w:rsid w:val="00797BE4"/>
    <w:rsid w:val="007A0CA8"/>
    <w:rsid w:val="007A0EDE"/>
    <w:rsid w:val="007A5504"/>
    <w:rsid w:val="007A69C9"/>
    <w:rsid w:val="007B0A53"/>
    <w:rsid w:val="007B0CFF"/>
    <w:rsid w:val="007B14CC"/>
    <w:rsid w:val="007B50C2"/>
    <w:rsid w:val="007B5916"/>
    <w:rsid w:val="007C162F"/>
    <w:rsid w:val="007C1EF1"/>
    <w:rsid w:val="007C245E"/>
    <w:rsid w:val="007C449D"/>
    <w:rsid w:val="007C4C4F"/>
    <w:rsid w:val="007C5928"/>
    <w:rsid w:val="007C7656"/>
    <w:rsid w:val="007D16D6"/>
    <w:rsid w:val="007D1A99"/>
    <w:rsid w:val="007D2DF2"/>
    <w:rsid w:val="007D405A"/>
    <w:rsid w:val="007D69AB"/>
    <w:rsid w:val="007E1634"/>
    <w:rsid w:val="007E3AF0"/>
    <w:rsid w:val="007E3F3E"/>
    <w:rsid w:val="007F19FD"/>
    <w:rsid w:val="007F615C"/>
    <w:rsid w:val="007F722A"/>
    <w:rsid w:val="007F75CF"/>
    <w:rsid w:val="007F78E4"/>
    <w:rsid w:val="007F796B"/>
    <w:rsid w:val="00802EFC"/>
    <w:rsid w:val="00804783"/>
    <w:rsid w:val="008066E7"/>
    <w:rsid w:val="00807049"/>
    <w:rsid w:val="00813659"/>
    <w:rsid w:val="00814D3A"/>
    <w:rsid w:val="0081583C"/>
    <w:rsid w:val="00816AF6"/>
    <w:rsid w:val="00817012"/>
    <w:rsid w:val="008176ED"/>
    <w:rsid w:val="00825315"/>
    <w:rsid w:val="00826B6B"/>
    <w:rsid w:val="008274F5"/>
    <w:rsid w:val="00835916"/>
    <w:rsid w:val="00842AE0"/>
    <w:rsid w:val="008436FF"/>
    <w:rsid w:val="00844796"/>
    <w:rsid w:val="008453B7"/>
    <w:rsid w:val="00851C06"/>
    <w:rsid w:val="008528D0"/>
    <w:rsid w:val="00852AB7"/>
    <w:rsid w:val="00861F6A"/>
    <w:rsid w:val="00863000"/>
    <w:rsid w:val="00866A7F"/>
    <w:rsid w:val="00866AF7"/>
    <w:rsid w:val="008703AB"/>
    <w:rsid w:val="0087604A"/>
    <w:rsid w:val="00876D7D"/>
    <w:rsid w:val="008775B4"/>
    <w:rsid w:val="00880281"/>
    <w:rsid w:val="008809E2"/>
    <w:rsid w:val="008836C1"/>
    <w:rsid w:val="0088432D"/>
    <w:rsid w:val="00884A34"/>
    <w:rsid w:val="00887245"/>
    <w:rsid w:val="00892B09"/>
    <w:rsid w:val="008937D3"/>
    <w:rsid w:val="00895EAA"/>
    <w:rsid w:val="008A1940"/>
    <w:rsid w:val="008A2731"/>
    <w:rsid w:val="008A4AF3"/>
    <w:rsid w:val="008A71F1"/>
    <w:rsid w:val="008A7B14"/>
    <w:rsid w:val="008B4854"/>
    <w:rsid w:val="008C45FF"/>
    <w:rsid w:val="008D5719"/>
    <w:rsid w:val="008D65E1"/>
    <w:rsid w:val="008D775C"/>
    <w:rsid w:val="008E0655"/>
    <w:rsid w:val="008E19C9"/>
    <w:rsid w:val="008E4196"/>
    <w:rsid w:val="008E4429"/>
    <w:rsid w:val="008E66EB"/>
    <w:rsid w:val="008F18D8"/>
    <w:rsid w:val="008F4CBE"/>
    <w:rsid w:val="009014F6"/>
    <w:rsid w:val="009026C9"/>
    <w:rsid w:val="009049F2"/>
    <w:rsid w:val="00905CED"/>
    <w:rsid w:val="00906814"/>
    <w:rsid w:val="0091274B"/>
    <w:rsid w:val="0091620C"/>
    <w:rsid w:val="009165C8"/>
    <w:rsid w:val="009216CE"/>
    <w:rsid w:val="00922D0B"/>
    <w:rsid w:val="00931542"/>
    <w:rsid w:val="0093201E"/>
    <w:rsid w:val="00932550"/>
    <w:rsid w:val="0093585B"/>
    <w:rsid w:val="00937409"/>
    <w:rsid w:val="00942BEF"/>
    <w:rsid w:val="00944734"/>
    <w:rsid w:val="00945B85"/>
    <w:rsid w:val="009520FD"/>
    <w:rsid w:val="00955AA2"/>
    <w:rsid w:val="00965D4C"/>
    <w:rsid w:val="00971742"/>
    <w:rsid w:val="00975065"/>
    <w:rsid w:val="00975F59"/>
    <w:rsid w:val="009779D9"/>
    <w:rsid w:val="009824CB"/>
    <w:rsid w:val="00983791"/>
    <w:rsid w:val="00983B91"/>
    <w:rsid w:val="00994084"/>
    <w:rsid w:val="00994A69"/>
    <w:rsid w:val="009A34C4"/>
    <w:rsid w:val="009A395F"/>
    <w:rsid w:val="009A5C18"/>
    <w:rsid w:val="009A5EFE"/>
    <w:rsid w:val="009A651F"/>
    <w:rsid w:val="009B1EA4"/>
    <w:rsid w:val="009B24AF"/>
    <w:rsid w:val="009B3054"/>
    <w:rsid w:val="009B7906"/>
    <w:rsid w:val="009C0347"/>
    <w:rsid w:val="009C7FD7"/>
    <w:rsid w:val="009D22EA"/>
    <w:rsid w:val="009D23D5"/>
    <w:rsid w:val="009D25E5"/>
    <w:rsid w:val="009D2962"/>
    <w:rsid w:val="009D5919"/>
    <w:rsid w:val="009E2FD8"/>
    <w:rsid w:val="009E3327"/>
    <w:rsid w:val="009F2741"/>
    <w:rsid w:val="009F31F7"/>
    <w:rsid w:val="009F4139"/>
    <w:rsid w:val="009F4B5C"/>
    <w:rsid w:val="009F5039"/>
    <w:rsid w:val="009F6CD5"/>
    <w:rsid w:val="00A03BF0"/>
    <w:rsid w:val="00A055DC"/>
    <w:rsid w:val="00A05BC1"/>
    <w:rsid w:val="00A11822"/>
    <w:rsid w:val="00A12A7F"/>
    <w:rsid w:val="00A12EC9"/>
    <w:rsid w:val="00A15A77"/>
    <w:rsid w:val="00A22755"/>
    <w:rsid w:val="00A245AF"/>
    <w:rsid w:val="00A34D8A"/>
    <w:rsid w:val="00A41107"/>
    <w:rsid w:val="00A45309"/>
    <w:rsid w:val="00A46070"/>
    <w:rsid w:val="00A46653"/>
    <w:rsid w:val="00A5290E"/>
    <w:rsid w:val="00A54172"/>
    <w:rsid w:val="00A54F8C"/>
    <w:rsid w:val="00A551AF"/>
    <w:rsid w:val="00A61541"/>
    <w:rsid w:val="00A6550B"/>
    <w:rsid w:val="00A67BDF"/>
    <w:rsid w:val="00A70C1A"/>
    <w:rsid w:val="00A72CA9"/>
    <w:rsid w:val="00A7549F"/>
    <w:rsid w:val="00A764E9"/>
    <w:rsid w:val="00A77CDF"/>
    <w:rsid w:val="00A8015B"/>
    <w:rsid w:val="00A802B3"/>
    <w:rsid w:val="00A80A0B"/>
    <w:rsid w:val="00A80AD2"/>
    <w:rsid w:val="00A84A6D"/>
    <w:rsid w:val="00A86FD6"/>
    <w:rsid w:val="00A87BF7"/>
    <w:rsid w:val="00A91926"/>
    <w:rsid w:val="00A9274A"/>
    <w:rsid w:val="00A956EF"/>
    <w:rsid w:val="00A95C0A"/>
    <w:rsid w:val="00A95CAD"/>
    <w:rsid w:val="00A96779"/>
    <w:rsid w:val="00A96CC7"/>
    <w:rsid w:val="00A97E5C"/>
    <w:rsid w:val="00AA2314"/>
    <w:rsid w:val="00AA2A4F"/>
    <w:rsid w:val="00AA38A2"/>
    <w:rsid w:val="00AA4A30"/>
    <w:rsid w:val="00AA5978"/>
    <w:rsid w:val="00AA6E33"/>
    <w:rsid w:val="00AB5958"/>
    <w:rsid w:val="00AB59C1"/>
    <w:rsid w:val="00AC00F3"/>
    <w:rsid w:val="00AC3EC2"/>
    <w:rsid w:val="00AD1B85"/>
    <w:rsid w:val="00AD2103"/>
    <w:rsid w:val="00AD32A7"/>
    <w:rsid w:val="00AD3A75"/>
    <w:rsid w:val="00AD4979"/>
    <w:rsid w:val="00AD537B"/>
    <w:rsid w:val="00AD66A9"/>
    <w:rsid w:val="00AE223C"/>
    <w:rsid w:val="00AE34F3"/>
    <w:rsid w:val="00AE6BFC"/>
    <w:rsid w:val="00AE7D58"/>
    <w:rsid w:val="00AF0EFC"/>
    <w:rsid w:val="00AF26CA"/>
    <w:rsid w:val="00B008A8"/>
    <w:rsid w:val="00B01606"/>
    <w:rsid w:val="00B01743"/>
    <w:rsid w:val="00B01A63"/>
    <w:rsid w:val="00B026BD"/>
    <w:rsid w:val="00B02B03"/>
    <w:rsid w:val="00B07B31"/>
    <w:rsid w:val="00B14CAC"/>
    <w:rsid w:val="00B152F9"/>
    <w:rsid w:val="00B20E7B"/>
    <w:rsid w:val="00B21090"/>
    <w:rsid w:val="00B22BE3"/>
    <w:rsid w:val="00B23F52"/>
    <w:rsid w:val="00B25643"/>
    <w:rsid w:val="00B26962"/>
    <w:rsid w:val="00B27508"/>
    <w:rsid w:val="00B3282C"/>
    <w:rsid w:val="00B32BD8"/>
    <w:rsid w:val="00B346B1"/>
    <w:rsid w:val="00B36525"/>
    <w:rsid w:val="00B37D27"/>
    <w:rsid w:val="00B46CE7"/>
    <w:rsid w:val="00B47AFF"/>
    <w:rsid w:val="00B50F9B"/>
    <w:rsid w:val="00B52E7F"/>
    <w:rsid w:val="00B5352C"/>
    <w:rsid w:val="00B56E17"/>
    <w:rsid w:val="00B607F5"/>
    <w:rsid w:val="00B61C87"/>
    <w:rsid w:val="00B62CBE"/>
    <w:rsid w:val="00B6563B"/>
    <w:rsid w:val="00B66020"/>
    <w:rsid w:val="00B66E55"/>
    <w:rsid w:val="00B6703F"/>
    <w:rsid w:val="00B70A21"/>
    <w:rsid w:val="00B70D1E"/>
    <w:rsid w:val="00B71A4A"/>
    <w:rsid w:val="00B76A19"/>
    <w:rsid w:val="00B77230"/>
    <w:rsid w:val="00B84F2D"/>
    <w:rsid w:val="00B877E0"/>
    <w:rsid w:val="00B90B4A"/>
    <w:rsid w:val="00B90C59"/>
    <w:rsid w:val="00B91603"/>
    <w:rsid w:val="00B930C0"/>
    <w:rsid w:val="00B936C3"/>
    <w:rsid w:val="00B97903"/>
    <w:rsid w:val="00BA3358"/>
    <w:rsid w:val="00BA390A"/>
    <w:rsid w:val="00BA392D"/>
    <w:rsid w:val="00BA5191"/>
    <w:rsid w:val="00BA7385"/>
    <w:rsid w:val="00BB373A"/>
    <w:rsid w:val="00BB39A5"/>
    <w:rsid w:val="00BB45A4"/>
    <w:rsid w:val="00BB52C7"/>
    <w:rsid w:val="00BB5BA4"/>
    <w:rsid w:val="00BB73D3"/>
    <w:rsid w:val="00BB7785"/>
    <w:rsid w:val="00BC1580"/>
    <w:rsid w:val="00BC216F"/>
    <w:rsid w:val="00BC3C49"/>
    <w:rsid w:val="00BC3D83"/>
    <w:rsid w:val="00BC6B24"/>
    <w:rsid w:val="00BC78A0"/>
    <w:rsid w:val="00BD0A9B"/>
    <w:rsid w:val="00BD2537"/>
    <w:rsid w:val="00BD2C9B"/>
    <w:rsid w:val="00BD657C"/>
    <w:rsid w:val="00BD767B"/>
    <w:rsid w:val="00BE0379"/>
    <w:rsid w:val="00BE0817"/>
    <w:rsid w:val="00BE3666"/>
    <w:rsid w:val="00BE3A87"/>
    <w:rsid w:val="00BE48A7"/>
    <w:rsid w:val="00BF4282"/>
    <w:rsid w:val="00BF42C5"/>
    <w:rsid w:val="00BF54E7"/>
    <w:rsid w:val="00BF65E5"/>
    <w:rsid w:val="00BF66AA"/>
    <w:rsid w:val="00BF6DF7"/>
    <w:rsid w:val="00C1050C"/>
    <w:rsid w:val="00C115E6"/>
    <w:rsid w:val="00C13939"/>
    <w:rsid w:val="00C13C3A"/>
    <w:rsid w:val="00C16C2D"/>
    <w:rsid w:val="00C20F2B"/>
    <w:rsid w:val="00C251CE"/>
    <w:rsid w:val="00C26B80"/>
    <w:rsid w:val="00C30F75"/>
    <w:rsid w:val="00C34195"/>
    <w:rsid w:val="00C344C3"/>
    <w:rsid w:val="00C34D94"/>
    <w:rsid w:val="00C427DB"/>
    <w:rsid w:val="00C45297"/>
    <w:rsid w:val="00C455B7"/>
    <w:rsid w:val="00C46491"/>
    <w:rsid w:val="00C51FC6"/>
    <w:rsid w:val="00C54825"/>
    <w:rsid w:val="00C60532"/>
    <w:rsid w:val="00C65841"/>
    <w:rsid w:val="00C65A82"/>
    <w:rsid w:val="00C704AC"/>
    <w:rsid w:val="00C71DF2"/>
    <w:rsid w:val="00C742FA"/>
    <w:rsid w:val="00C75EBF"/>
    <w:rsid w:val="00C77D4F"/>
    <w:rsid w:val="00C803BF"/>
    <w:rsid w:val="00C81A0B"/>
    <w:rsid w:val="00C826F7"/>
    <w:rsid w:val="00C832A8"/>
    <w:rsid w:val="00C84042"/>
    <w:rsid w:val="00C875FF"/>
    <w:rsid w:val="00C91E09"/>
    <w:rsid w:val="00C935D5"/>
    <w:rsid w:val="00C97522"/>
    <w:rsid w:val="00CA2356"/>
    <w:rsid w:val="00CA2CF2"/>
    <w:rsid w:val="00CA3066"/>
    <w:rsid w:val="00CA4D90"/>
    <w:rsid w:val="00CA6B87"/>
    <w:rsid w:val="00CB0D7E"/>
    <w:rsid w:val="00CB1A3F"/>
    <w:rsid w:val="00CB4F8F"/>
    <w:rsid w:val="00CB6C5C"/>
    <w:rsid w:val="00CB6CD3"/>
    <w:rsid w:val="00CB7CF8"/>
    <w:rsid w:val="00CC0300"/>
    <w:rsid w:val="00CC0420"/>
    <w:rsid w:val="00CC0C92"/>
    <w:rsid w:val="00CC2AAA"/>
    <w:rsid w:val="00CC33C6"/>
    <w:rsid w:val="00CC4D7E"/>
    <w:rsid w:val="00CD519A"/>
    <w:rsid w:val="00CD5A45"/>
    <w:rsid w:val="00CD5FEC"/>
    <w:rsid w:val="00CD728A"/>
    <w:rsid w:val="00CE12FF"/>
    <w:rsid w:val="00CE3F7A"/>
    <w:rsid w:val="00CE41A1"/>
    <w:rsid w:val="00CE747A"/>
    <w:rsid w:val="00CF2785"/>
    <w:rsid w:val="00CF4572"/>
    <w:rsid w:val="00CF48E1"/>
    <w:rsid w:val="00CF4ACA"/>
    <w:rsid w:val="00CF62E1"/>
    <w:rsid w:val="00CF6402"/>
    <w:rsid w:val="00D02426"/>
    <w:rsid w:val="00D05833"/>
    <w:rsid w:val="00D06DA8"/>
    <w:rsid w:val="00D0714B"/>
    <w:rsid w:val="00D108BA"/>
    <w:rsid w:val="00D13C33"/>
    <w:rsid w:val="00D1471F"/>
    <w:rsid w:val="00D17A48"/>
    <w:rsid w:val="00D2029C"/>
    <w:rsid w:val="00D21525"/>
    <w:rsid w:val="00D2446D"/>
    <w:rsid w:val="00D25666"/>
    <w:rsid w:val="00D2620E"/>
    <w:rsid w:val="00D33C7D"/>
    <w:rsid w:val="00D34427"/>
    <w:rsid w:val="00D42791"/>
    <w:rsid w:val="00D4286D"/>
    <w:rsid w:val="00D47549"/>
    <w:rsid w:val="00D54294"/>
    <w:rsid w:val="00D6260B"/>
    <w:rsid w:val="00D63256"/>
    <w:rsid w:val="00D63B2A"/>
    <w:rsid w:val="00D66F29"/>
    <w:rsid w:val="00D75C57"/>
    <w:rsid w:val="00D80C5B"/>
    <w:rsid w:val="00D8132A"/>
    <w:rsid w:val="00D82531"/>
    <w:rsid w:val="00D82D37"/>
    <w:rsid w:val="00D84F36"/>
    <w:rsid w:val="00D84F79"/>
    <w:rsid w:val="00D86044"/>
    <w:rsid w:val="00D86A58"/>
    <w:rsid w:val="00D86C88"/>
    <w:rsid w:val="00D86E95"/>
    <w:rsid w:val="00D87C8D"/>
    <w:rsid w:val="00D9007C"/>
    <w:rsid w:val="00D90DF4"/>
    <w:rsid w:val="00D92F11"/>
    <w:rsid w:val="00D96325"/>
    <w:rsid w:val="00D96C03"/>
    <w:rsid w:val="00DA07D4"/>
    <w:rsid w:val="00DA0CCC"/>
    <w:rsid w:val="00DA5068"/>
    <w:rsid w:val="00DA6160"/>
    <w:rsid w:val="00DA75C1"/>
    <w:rsid w:val="00DB08C4"/>
    <w:rsid w:val="00DB3419"/>
    <w:rsid w:val="00DB3469"/>
    <w:rsid w:val="00DB4055"/>
    <w:rsid w:val="00DB4DB5"/>
    <w:rsid w:val="00DB676F"/>
    <w:rsid w:val="00DB6D0C"/>
    <w:rsid w:val="00DB71F3"/>
    <w:rsid w:val="00DB736E"/>
    <w:rsid w:val="00DC224D"/>
    <w:rsid w:val="00DC4065"/>
    <w:rsid w:val="00DC55C5"/>
    <w:rsid w:val="00DC76D4"/>
    <w:rsid w:val="00DD08BB"/>
    <w:rsid w:val="00DD340F"/>
    <w:rsid w:val="00DD5CA4"/>
    <w:rsid w:val="00DD6891"/>
    <w:rsid w:val="00DD7867"/>
    <w:rsid w:val="00DE01E3"/>
    <w:rsid w:val="00DE20EF"/>
    <w:rsid w:val="00DE236D"/>
    <w:rsid w:val="00DE50E9"/>
    <w:rsid w:val="00DE62E2"/>
    <w:rsid w:val="00DE7DC2"/>
    <w:rsid w:val="00DF2534"/>
    <w:rsid w:val="00DF338F"/>
    <w:rsid w:val="00DF458A"/>
    <w:rsid w:val="00E0510B"/>
    <w:rsid w:val="00E07336"/>
    <w:rsid w:val="00E07B48"/>
    <w:rsid w:val="00E165B8"/>
    <w:rsid w:val="00E245F2"/>
    <w:rsid w:val="00E2709D"/>
    <w:rsid w:val="00E275E3"/>
    <w:rsid w:val="00E27900"/>
    <w:rsid w:val="00E27A4E"/>
    <w:rsid w:val="00E308C7"/>
    <w:rsid w:val="00E33F86"/>
    <w:rsid w:val="00E3625F"/>
    <w:rsid w:val="00E433F0"/>
    <w:rsid w:val="00E46B21"/>
    <w:rsid w:val="00E5005E"/>
    <w:rsid w:val="00E5045C"/>
    <w:rsid w:val="00E541BA"/>
    <w:rsid w:val="00E605AD"/>
    <w:rsid w:val="00E624FE"/>
    <w:rsid w:val="00E62A39"/>
    <w:rsid w:val="00E64B37"/>
    <w:rsid w:val="00E64CB7"/>
    <w:rsid w:val="00E71015"/>
    <w:rsid w:val="00E809D2"/>
    <w:rsid w:val="00E826C4"/>
    <w:rsid w:val="00E83B3F"/>
    <w:rsid w:val="00E84F4C"/>
    <w:rsid w:val="00E873BC"/>
    <w:rsid w:val="00E90610"/>
    <w:rsid w:val="00E914D1"/>
    <w:rsid w:val="00E949D3"/>
    <w:rsid w:val="00E95C84"/>
    <w:rsid w:val="00E95D75"/>
    <w:rsid w:val="00EA30D4"/>
    <w:rsid w:val="00EA5956"/>
    <w:rsid w:val="00EA617F"/>
    <w:rsid w:val="00EB4089"/>
    <w:rsid w:val="00EB448A"/>
    <w:rsid w:val="00EB5CDA"/>
    <w:rsid w:val="00EB7BA2"/>
    <w:rsid w:val="00EC0FBA"/>
    <w:rsid w:val="00EC0FBC"/>
    <w:rsid w:val="00EC4179"/>
    <w:rsid w:val="00EC50CA"/>
    <w:rsid w:val="00EC65B7"/>
    <w:rsid w:val="00EC7B78"/>
    <w:rsid w:val="00EE018D"/>
    <w:rsid w:val="00EE082D"/>
    <w:rsid w:val="00EE1950"/>
    <w:rsid w:val="00EE1F96"/>
    <w:rsid w:val="00EE2EAC"/>
    <w:rsid w:val="00EE3E9C"/>
    <w:rsid w:val="00EE5423"/>
    <w:rsid w:val="00EE7A2C"/>
    <w:rsid w:val="00EF0571"/>
    <w:rsid w:val="00EF1CB6"/>
    <w:rsid w:val="00EF1F0D"/>
    <w:rsid w:val="00EF24B6"/>
    <w:rsid w:val="00EF2F55"/>
    <w:rsid w:val="00EF3D7B"/>
    <w:rsid w:val="00EF475B"/>
    <w:rsid w:val="00EF5139"/>
    <w:rsid w:val="00EF62AA"/>
    <w:rsid w:val="00EF78F0"/>
    <w:rsid w:val="00F00A36"/>
    <w:rsid w:val="00F00BC1"/>
    <w:rsid w:val="00F00E6D"/>
    <w:rsid w:val="00F04C38"/>
    <w:rsid w:val="00F125A4"/>
    <w:rsid w:val="00F127E1"/>
    <w:rsid w:val="00F13169"/>
    <w:rsid w:val="00F152F4"/>
    <w:rsid w:val="00F15325"/>
    <w:rsid w:val="00F165F0"/>
    <w:rsid w:val="00F21671"/>
    <w:rsid w:val="00F226C4"/>
    <w:rsid w:val="00F24805"/>
    <w:rsid w:val="00F253E0"/>
    <w:rsid w:val="00F25D30"/>
    <w:rsid w:val="00F2692A"/>
    <w:rsid w:val="00F31D52"/>
    <w:rsid w:val="00F34093"/>
    <w:rsid w:val="00F363F4"/>
    <w:rsid w:val="00F415FF"/>
    <w:rsid w:val="00F45955"/>
    <w:rsid w:val="00F47056"/>
    <w:rsid w:val="00F60F70"/>
    <w:rsid w:val="00F61DE0"/>
    <w:rsid w:val="00F62646"/>
    <w:rsid w:val="00F640D1"/>
    <w:rsid w:val="00F667E3"/>
    <w:rsid w:val="00F66D68"/>
    <w:rsid w:val="00F677D0"/>
    <w:rsid w:val="00F67953"/>
    <w:rsid w:val="00F70E5F"/>
    <w:rsid w:val="00F717D1"/>
    <w:rsid w:val="00F7197C"/>
    <w:rsid w:val="00F74B38"/>
    <w:rsid w:val="00F75E4F"/>
    <w:rsid w:val="00F761D6"/>
    <w:rsid w:val="00F84306"/>
    <w:rsid w:val="00F941CE"/>
    <w:rsid w:val="00F9502D"/>
    <w:rsid w:val="00F9716B"/>
    <w:rsid w:val="00F97645"/>
    <w:rsid w:val="00FA19D8"/>
    <w:rsid w:val="00FA3133"/>
    <w:rsid w:val="00FA447F"/>
    <w:rsid w:val="00FA6C8C"/>
    <w:rsid w:val="00FB4BCC"/>
    <w:rsid w:val="00FB5BBD"/>
    <w:rsid w:val="00FC0402"/>
    <w:rsid w:val="00FC0578"/>
    <w:rsid w:val="00FC18A3"/>
    <w:rsid w:val="00FC2CED"/>
    <w:rsid w:val="00FC3E98"/>
    <w:rsid w:val="00FC64CD"/>
    <w:rsid w:val="00FC7731"/>
    <w:rsid w:val="00FC77BA"/>
    <w:rsid w:val="00FD0310"/>
    <w:rsid w:val="00FD6B82"/>
    <w:rsid w:val="00FE0956"/>
    <w:rsid w:val="00FE104C"/>
    <w:rsid w:val="00FE1E37"/>
    <w:rsid w:val="00FE232A"/>
    <w:rsid w:val="00FE2735"/>
    <w:rsid w:val="00FE445F"/>
    <w:rsid w:val="00FE5877"/>
    <w:rsid w:val="00FF136B"/>
    <w:rsid w:val="00FF38A2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275E3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E275E3"/>
  </w:style>
  <w:style w:type="paragraph" w:styleId="Piedepgina">
    <w:name w:val="footer"/>
    <w:basedOn w:val="Normal"/>
    <w:link w:val="PiedepginaCar"/>
    <w:uiPriority w:val="99"/>
    <w:unhideWhenUsed/>
    <w:rsid w:val="00E275E3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275E3"/>
  </w:style>
  <w:style w:type="paragraph" w:styleId="Textodeglobo">
    <w:name w:val="Balloon Text"/>
    <w:basedOn w:val="Normal"/>
    <w:link w:val="TextodegloboCar"/>
    <w:uiPriority w:val="99"/>
    <w:semiHidden/>
    <w:unhideWhenUsed/>
    <w:rsid w:val="00E275E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75E3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link w:val="TextosinformatoCar"/>
    <w:uiPriority w:val="99"/>
    <w:unhideWhenUsed/>
    <w:rsid w:val="00BF42C5"/>
    <w:rPr>
      <w:rFonts w:ascii="Consolas" w:eastAsiaTheme="minorHAnsi" w:hAnsi="Consolas"/>
      <w:sz w:val="21"/>
      <w:szCs w:val="21"/>
      <w:lang w:val="en-U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BF42C5"/>
    <w:rPr>
      <w:rFonts w:ascii="Consolas" w:hAnsi="Consolas" w:cs="Times New Roman"/>
      <w:sz w:val="21"/>
      <w:szCs w:val="21"/>
      <w:lang w:val="en-US"/>
    </w:rPr>
  </w:style>
  <w:style w:type="paragraph" w:styleId="Sangra3detindependiente">
    <w:name w:val="Body Text Indent 3"/>
    <w:basedOn w:val="Normal"/>
    <w:link w:val="Sangra3detindependienteCar"/>
    <w:rsid w:val="00614012"/>
    <w:pPr>
      <w:ind w:left="426"/>
      <w:jc w:val="both"/>
    </w:pPr>
    <w:rPr>
      <w:rFonts w:ascii="Arial" w:hAnsi="Arial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614012"/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customStyle="1" w:styleId="Default">
    <w:name w:val="Default"/>
    <w:rsid w:val="00102D3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O"/>
    </w:rPr>
  </w:style>
  <w:style w:type="paragraph" w:styleId="Prrafodelista">
    <w:name w:val="List Paragraph"/>
    <w:basedOn w:val="Normal"/>
    <w:uiPriority w:val="34"/>
    <w:qFormat/>
    <w:rsid w:val="00CF2785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275E3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E275E3"/>
  </w:style>
  <w:style w:type="paragraph" w:styleId="Piedepgina">
    <w:name w:val="footer"/>
    <w:basedOn w:val="Normal"/>
    <w:link w:val="PiedepginaCar"/>
    <w:uiPriority w:val="99"/>
    <w:unhideWhenUsed/>
    <w:rsid w:val="00E275E3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275E3"/>
  </w:style>
  <w:style w:type="paragraph" w:styleId="Textodeglobo">
    <w:name w:val="Balloon Text"/>
    <w:basedOn w:val="Normal"/>
    <w:link w:val="TextodegloboCar"/>
    <w:uiPriority w:val="99"/>
    <w:semiHidden/>
    <w:unhideWhenUsed/>
    <w:rsid w:val="00E275E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75E3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link w:val="TextosinformatoCar"/>
    <w:uiPriority w:val="99"/>
    <w:unhideWhenUsed/>
    <w:rsid w:val="00BF42C5"/>
    <w:rPr>
      <w:rFonts w:ascii="Consolas" w:eastAsiaTheme="minorHAnsi" w:hAnsi="Consolas"/>
      <w:sz w:val="21"/>
      <w:szCs w:val="21"/>
      <w:lang w:val="en-U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BF42C5"/>
    <w:rPr>
      <w:rFonts w:ascii="Consolas" w:hAnsi="Consolas" w:cs="Times New Roman"/>
      <w:sz w:val="21"/>
      <w:szCs w:val="21"/>
      <w:lang w:val="en-US"/>
    </w:rPr>
  </w:style>
  <w:style w:type="paragraph" w:styleId="Sangra3detindependiente">
    <w:name w:val="Body Text Indent 3"/>
    <w:basedOn w:val="Normal"/>
    <w:link w:val="Sangra3detindependienteCar"/>
    <w:rsid w:val="00614012"/>
    <w:pPr>
      <w:ind w:left="426"/>
      <w:jc w:val="both"/>
    </w:pPr>
    <w:rPr>
      <w:rFonts w:ascii="Arial" w:hAnsi="Arial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614012"/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customStyle="1" w:styleId="Default">
    <w:name w:val="Default"/>
    <w:rsid w:val="00102D3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O"/>
    </w:rPr>
  </w:style>
  <w:style w:type="paragraph" w:styleId="Prrafodelista">
    <w:name w:val="List Paragraph"/>
    <w:basedOn w:val="Normal"/>
    <w:uiPriority w:val="34"/>
    <w:qFormat/>
    <w:rsid w:val="00CF2785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5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3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2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58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21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80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62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92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4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2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8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g24679\Documents\combinada\Plantilla%20Carta%20-%20Generales%20VF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0BFC2B8D564764C9E311E2C7189970C" ma:contentTypeVersion="22" ma:contentTypeDescription="Crear nuevo documento." ma:contentTypeScope="" ma:versionID="ea3dee9f914803df1d253dffddf90df4">
  <xsd:schema xmlns:xsd="http://www.w3.org/2001/XMLSchema" xmlns:xs="http://www.w3.org/2001/XMLSchema" xmlns:p="http://schemas.microsoft.com/office/2006/metadata/properties" xmlns:ns2="5a9f101b-8a23-4f7c-a63f-8499a36018c5" xmlns:ns3="712e4fa8-61f1-49e1-b6a3-e8c91783759f" targetNamespace="http://schemas.microsoft.com/office/2006/metadata/properties" ma:root="true" ma:fieldsID="3d8e3f4d9fc7c3e567c67488d2c0a7bd" ns2:_="" ns3:_="">
    <xsd:import namespace="5a9f101b-8a23-4f7c-a63f-8499a36018c5"/>
    <xsd:import namespace="712e4fa8-61f1-49e1-b6a3-e8c91783759f"/>
    <xsd:element name="properties">
      <xsd:complexType>
        <xsd:sequence>
          <xsd:element name="documentManagement">
            <xsd:complexType>
              <xsd:all>
                <xsd:element ref="ns2:ClaseDeProceso" minOccurs="0"/>
                <xsd:element ref="ns2:Ubicacion" minOccurs="0"/>
                <xsd:element ref="ns2:OficialMayor" minOccurs="0"/>
                <xsd:element ref="ns2:FechaEntrada" minOccurs="0"/>
                <xsd:element ref="ns2:FechaVencimiento" minOccurs="0"/>
                <xsd:element ref="ns2:RtaOficia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  <xsd:element ref="ns2:Sentenci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9f101b-8a23-4f7c-a63f-8499a36018c5" elementFormDefault="qualified">
    <xsd:import namespace="http://schemas.microsoft.com/office/2006/documentManagement/types"/>
    <xsd:import namespace="http://schemas.microsoft.com/office/infopath/2007/PartnerControls"/>
    <xsd:element name="ClaseDeProceso" ma:index="8" nillable="true" ma:displayName="ClaseDeProceso" ma:format="Dropdown" ma:internalName="ClaseDeProceso">
      <xsd:simpleType>
        <xsd:restriction base="dms:Choice">
          <xsd:enumeration value="EJECUTIVO"/>
          <xsd:enumeration value="EJECUTIVO GARANTIA REAL"/>
          <xsd:enumeration value="VERBAL"/>
          <xsd:enumeration value="RESTITUCION"/>
          <xsd:enumeration value="INSOLVENCIA"/>
          <xsd:enumeration value="PRUEBAS EXTRAPROCESALES"/>
          <xsd:enumeration value="SERVIDUMBRE"/>
          <xsd:enumeration value="PERTENENCIA"/>
          <xsd:enumeration value="DIVISORIO"/>
          <xsd:enumeration value="EXPROPIACION"/>
          <xsd:enumeration value="PROTECCION AL CONSUMIDOR"/>
          <xsd:enumeration value="REIVINDICATORIO"/>
          <xsd:enumeration value="SIMULACION DE CONTRATO"/>
          <xsd:enumeration value="RESOLUCION DE CONTRATO"/>
          <xsd:enumeration value="NULIDAD DE CONTRATO"/>
          <xsd:enumeration value="RENDICION DE CUENTAS"/>
          <xsd:enumeration value="ACCION POPULAR"/>
          <xsd:enumeration value="ACCION DE GRUPO"/>
          <xsd:enumeration value="INTERROGATORIO DE PARTE"/>
          <xsd:enumeration value="CONFLICTO DE COMPETENCIA"/>
          <xsd:enumeration value="LIQUIDACION DE SOCIEDADES"/>
          <xsd:enumeration value="EXHORTOS"/>
          <xsd:enumeration value="REORGANIZACIÓN"/>
          <xsd:enumeration value="RESPO. CIVIL CONTRACTUAL"/>
          <xsd:enumeration value="RESPON. CIVIL EXTRACONTRACTUAL"/>
          <xsd:enumeration value="DERECHOS DE AUTOR"/>
          <xsd:enumeration value="DESIGNAR ARBITRO"/>
          <xsd:enumeration value="SOCIEDAD DE HECHO"/>
          <xsd:enumeration value="TITULACIÓN DE PREDIOS (LEY 1561)"/>
          <xsd:enumeration value="DESLINDE Y AMOJONAMIENTO"/>
          <xsd:enumeration value="IMPUGNACIÓN ACTA DE ASAMBLEA"/>
          <xsd:enumeration value="COMPETENCIA DESLEAL"/>
          <xsd:enumeration value="RESPONSABILIDAD MEDICA"/>
          <xsd:enumeration value="INSOL. PER. NATURAL"/>
          <xsd:enumeration value="PROPIEDAD INTELECTUAL"/>
          <xsd:enumeration value="RECUSACIÓN"/>
          <xsd:enumeration value="Ejecutivo Continuación 306 CGP"/>
        </xsd:restriction>
      </xsd:simpleType>
    </xsd:element>
    <xsd:element name="Ubicacion" ma:index="9" nillable="true" ma:displayName="Ubicacion" ma:format="Dropdown" ma:internalName="Ubicacion">
      <xsd:simpleType>
        <xsd:restriction base="dms:Choice">
          <xsd:enumeration value="ARCHIVO"/>
          <xsd:enumeration value="AUDIENCIA"/>
          <xsd:enumeration value="DESPACHO"/>
          <xsd:enumeration value="DILIGENCIA"/>
          <xsd:enumeration value="OFICIOS"/>
          <xsd:enumeration value="EMPLAZAR"/>
          <xsd:enumeration value="INADMITIDAS"/>
          <xsd:enumeration value="LETRA"/>
          <xsd:enumeration value="REMITIDO"/>
          <xsd:enumeration value="REMITIR"/>
          <xsd:enumeration value="RETIRADA"/>
          <xsd:enumeration value="SUSPENDIDO"/>
          <xsd:enumeration value="TELEGRAMA"/>
          <xsd:enumeration value="TERMINOS"/>
          <xsd:enumeration value="TERMINADOS"/>
          <xsd:enumeration value="TRIBUNAL SUPERIOR"/>
          <xsd:enumeration value="VOLVER AL DESPACHO"/>
          <xsd:enumeration value="TITULOS"/>
          <xsd:enumeration value="PARA FALLO"/>
          <xsd:enumeration value="SECRETARIA"/>
          <xsd:enumeration value="RECHAZA"/>
          <xsd:enumeration value="REMITIR EJECUCIÓN"/>
          <xsd:enumeration value="TRASLADOS"/>
          <xsd:enumeration value="CORRESPONDENCIA"/>
          <xsd:enumeration value="DESISTIMIENTO"/>
          <xsd:enumeration value="COSTAS"/>
          <xsd:enumeration value="ARCHIVO"/>
        </xsd:restriction>
      </xsd:simpleType>
    </xsd:element>
    <xsd:element name="OficialMayor" ma:index="10" nillable="true" ma:displayName="Oficial Mayor" ma:format="Dropdown" ma:internalName="OficialMayor">
      <xsd:simpleType>
        <xsd:restriction base="dms:Choice">
          <xsd:enumeration value="Angela Sandoval"/>
          <xsd:enumeration value="Liliana Devia"/>
          <xsd:enumeration value="Laura"/>
          <xsd:enumeration value="Juliana"/>
          <xsd:enumeration value="Ana"/>
        </xsd:restriction>
      </xsd:simpleType>
    </xsd:element>
    <xsd:element name="FechaEntrada" ma:index="11" nillable="true" ma:displayName="Fecha Entrada" ma:format="DateOnly" ma:internalName="FechaEntrada">
      <xsd:simpleType>
        <xsd:restriction base="dms:DateTime"/>
      </xsd:simpleType>
    </xsd:element>
    <xsd:element name="FechaVencimiento" ma:index="12" nillable="true" ma:displayName="Fecha Vencimiento" ma:format="DateOnly" ma:internalName="FechaVencimiento">
      <xsd:simpleType>
        <xsd:restriction base="dms:DateTime"/>
      </xsd:simpleType>
    </xsd:element>
    <xsd:element name="RtaOficial" ma:index="13" nillable="true" ma:displayName="TERMINO 121" ma:format="DateOnly" ma:internalName="RtaOficial">
      <xsd:simpleType>
        <xsd:restriction base="dms:DateTim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e31b1466-370e-4680-8e95-6fcae1d3fa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8" nillable="true" ma:displayName="Location" ma:description="" ma:indexed="true" ma:internalName="MediaServiceLocation" ma:readOnly="true">
      <xsd:simpleType>
        <xsd:restriction base="dms:Text"/>
      </xsd:simpleType>
    </xsd:element>
    <xsd:element name="Sentencia" ma:index="29" nillable="true" ma:displayName="Sentencia" ma:format="Dropdown" ma:internalName="Sentencia">
      <xsd:simpleType>
        <xsd:restriction base="dms:Choice">
          <xsd:enumeration value="C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2e4fa8-61f1-49e1-b6a3-e8c91783759f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4ce2ad28-4fe9-4aea-ab98-e5d487397c61}" ma:internalName="TaxCatchAll" ma:showField="CatchAllData" ma:web="712e4fa8-61f1-49e1-b6a3-e8c917837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aseDeProceso xmlns="5a9f101b-8a23-4f7c-a63f-8499a36018c5" xsi:nil="true"/>
    <FechaVencimiento xmlns="5a9f101b-8a23-4f7c-a63f-8499a36018c5" xsi:nil="true"/>
    <TaxCatchAll xmlns="712e4fa8-61f1-49e1-b6a3-e8c91783759f" xsi:nil="true"/>
    <OficialMayor xmlns="5a9f101b-8a23-4f7c-a63f-8499a36018c5" xsi:nil="true"/>
    <RtaOficial xmlns="5a9f101b-8a23-4f7c-a63f-8499a36018c5" xsi:nil="true"/>
    <lcf76f155ced4ddcb4097134ff3c332f xmlns="5a9f101b-8a23-4f7c-a63f-8499a36018c5">
      <Terms xmlns="http://schemas.microsoft.com/office/infopath/2007/PartnerControls"/>
    </lcf76f155ced4ddcb4097134ff3c332f>
    <Ubicacion xmlns="5a9f101b-8a23-4f7c-a63f-8499a36018c5" xsi:nil="true"/>
    <Sentencia xmlns="5a9f101b-8a23-4f7c-a63f-8499a36018c5" xsi:nil="true"/>
    <FechaEntrada xmlns="5a9f101b-8a23-4f7c-a63f-8499a36018c5" xsi:nil="true"/>
  </documentManagement>
</p:properties>
</file>

<file path=customXml/itemProps1.xml><?xml version="1.0" encoding="utf-8"?>
<ds:datastoreItem xmlns:ds="http://schemas.openxmlformats.org/officeDocument/2006/customXml" ds:itemID="{4DC39996-AF11-49C5-B991-BB045BA06C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64B793-909E-4347-9E50-F0AF33825566}"/>
</file>

<file path=customXml/itemProps3.xml><?xml version="1.0" encoding="utf-8"?>
<ds:datastoreItem xmlns:ds="http://schemas.openxmlformats.org/officeDocument/2006/customXml" ds:itemID="{5412188B-0275-476F-B296-96AEF347CA10}"/>
</file>

<file path=customXml/itemProps4.xml><?xml version="1.0" encoding="utf-8"?>
<ds:datastoreItem xmlns:ds="http://schemas.openxmlformats.org/officeDocument/2006/customXml" ds:itemID="{3A483AF2-CF50-4883-97F1-2E5B1B58476B}"/>
</file>

<file path=docProps/app.xml><?xml version="1.0" encoding="utf-8"?>
<Properties xmlns="http://schemas.openxmlformats.org/officeDocument/2006/extended-properties" xmlns:vt="http://schemas.openxmlformats.org/officeDocument/2006/docPropsVTypes">
  <Template>Plantilla Carta - Generales VF</Template>
  <TotalTime>0</TotalTime>
  <Pages>2</Pages>
  <Words>87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BBVA HORIZONTE P Y C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Mario Garavito Colmenares</dc:creator>
  <cp:lastModifiedBy>Ana Lucia Moreno Garcia</cp:lastModifiedBy>
  <cp:revision>2</cp:revision>
  <cp:lastPrinted>2016-11-24T20:13:00Z</cp:lastPrinted>
  <dcterms:created xsi:type="dcterms:W3CDTF">2017-10-12T16:07:00Z</dcterms:created>
  <dcterms:modified xsi:type="dcterms:W3CDTF">2017-10-12T16:07:00Z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0x01010010BFC2B8D564764C9E311E2C7189970C</vt:lpwstr>
  </property>
</Properties>
</file>