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DFE4AC" w14:textId="77777777" w:rsidR="00B91865" w:rsidRPr="00C55885" w:rsidRDefault="00B91865" w:rsidP="00B91865">
      <w:pPr>
        <w:jc w:val="both"/>
      </w:pPr>
      <w:r w:rsidRPr="00C55885">
        <w:t>Señores</w:t>
      </w:r>
    </w:p>
    <w:p w14:paraId="48545D18" w14:textId="77777777" w:rsidR="00B91865" w:rsidRPr="00C55885" w:rsidRDefault="00B91865" w:rsidP="00B91865">
      <w:pPr>
        <w:rPr>
          <w:b/>
          <w:bCs/>
        </w:rPr>
      </w:pPr>
      <w:r w:rsidRPr="00C55885">
        <w:rPr>
          <w:b/>
          <w:bCs/>
        </w:rPr>
        <w:t>JUZGADO TERCERO (03) LABORAL DEL CIRCUITO DE BUCARAMANGA.</w:t>
      </w:r>
    </w:p>
    <w:p w14:paraId="67844DEA" w14:textId="77777777" w:rsidR="00B91865" w:rsidRPr="00C55885" w:rsidRDefault="00B91865" w:rsidP="00B91865">
      <w:pPr>
        <w:rPr>
          <w:lang w:val="es-CO"/>
        </w:rPr>
      </w:pPr>
      <w:r w:rsidRPr="00C55885">
        <w:rPr>
          <w:lang w:val="es-CO"/>
        </w:rPr>
        <w:t>E. S. D.</w:t>
      </w:r>
    </w:p>
    <w:p w14:paraId="59ADEEEF" w14:textId="77777777" w:rsidR="00B91865" w:rsidRPr="00C55885" w:rsidRDefault="00B91865" w:rsidP="00B91865">
      <w:pPr>
        <w:rPr>
          <w:lang w:val="es-CO"/>
        </w:rPr>
      </w:pPr>
    </w:p>
    <w:p w14:paraId="00B43A5E" w14:textId="77777777" w:rsidR="00B91865" w:rsidRPr="00C55885" w:rsidRDefault="00B91865" w:rsidP="00B91865">
      <w:pPr>
        <w:ind w:left="720"/>
        <w:jc w:val="both"/>
      </w:pPr>
      <w:r w:rsidRPr="00C55885">
        <w:rPr>
          <w:b/>
          <w:bCs/>
        </w:rPr>
        <w:t xml:space="preserve">Referencia:        </w:t>
      </w:r>
      <w:r w:rsidRPr="00C55885">
        <w:t>ORDINARIO LABORAL DE PRIMERA</w:t>
      </w:r>
      <w:r w:rsidRPr="00C55885">
        <w:rPr>
          <w:spacing w:val="-8"/>
        </w:rPr>
        <w:t xml:space="preserve"> </w:t>
      </w:r>
      <w:r w:rsidRPr="00C55885">
        <w:t>INSTANCIA</w:t>
      </w:r>
    </w:p>
    <w:p w14:paraId="1D2FDF13" w14:textId="77777777" w:rsidR="00B91865" w:rsidRPr="00C55885" w:rsidRDefault="00B91865" w:rsidP="00B91865">
      <w:pPr>
        <w:ind w:left="720"/>
        <w:jc w:val="both"/>
        <w:rPr>
          <w:lang w:val="es-CO"/>
        </w:rPr>
      </w:pPr>
      <w:r w:rsidRPr="00C55885">
        <w:rPr>
          <w:b/>
          <w:bCs/>
          <w:lang w:val="es-CO"/>
        </w:rPr>
        <w:t xml:space="preserve">Demandante:     </w:t>
      </w:r>
      <w:bookmarkStart w:id="0" w:name="_Hlk129243128"/>
      <w:r w:rsidRPr="00C55885">
        <w:rPr>
          <w:lang w:val="es-CO"/>
        </w:rPr>
        <w:t>NELSON RODRIGUEZ SEGOVIA</w:t>
      </w:r>
    </w:p>
    <w:bookmarkEnd w:id="0"/>
    <w:p w14:paraId="508D94D9" w14:textId="59AB752B" w:rsidR="00B91865" w:rsidRPr="00C55885" w:rsidRDefault="00B91865" w:rsidP="00B91865">
      <w:pPr>
        <w:ind w:left="720"/>
        <w:jc w:val="both"/>
      </w:pPr>
      <w:r w:rsidRPr="19904645">
        <w:rPr>
          <w:b/>
          <w:bCs/>
        </w:rPr>
        <w:t xml:space="preserve">Demandado:     </w:t>
      </w:r>
      <w:r>
        <w:t xml:space="preserve">ADMINISTRADORA COLOMBIANA DE PENSIONES – COLPENSIONES, COLFONDOS S.A. PENSIONES Y CESANTIAS, ADMINISTRADORA DE FONDOS DE PENSIONES Y CESANTIA PROTECCION S.A. y SOCIEDAD ADMINISTRADORA DE FONDOS DE PENSIONES Y CESANTIAS PORVENIR S.A.                                                      </w:t>
      </w:r>
    </w:p>
    <w:p w14:paraId="62942FF8" w14:textId="77777777" w:rsidR="00B91865" w:rsidRPr="00C55885" w:rsidRDefault="00B91865" w:rsidP="00B91865">
      <w:pPr>
        <w:ind w:left="720"/>
        <w:jc w:val="both"/>
      </w:pPr>
      <w:r w:rsidRPr="00C55885">
        <w:rPr>
          <w:b/>
          <w:bCs/>
        </w:rPr>
        <w:t>Llamado en G:</w:t>
      </w:r>
      <w:r w:rsidRPr="00C55885">
        <w:t xml:space="preserve">   ALLIANZ SEGUROS DE VIDA S.A.</w:t>
      </w:r>
    </w:p>
    <w:p w14:paraId="6A012B3C" w14:textId="77777777" w:rsidR="00B91865" w:rsidRPr="00C55885" w:rsidRDefault="00B91865" w:rsidP="00B91865">
      <w:pPr>
        <w:ind w:left="720"/>
        <w:jc w:val="both"/>
        <w:rPr>
          <w:b/>
          <w:bCs/>
        </w:rPr>
      </w:pPr>
      <w:r w:rsidRPr="00C55885">
        <w:rPr>
          <w:b/>
          <w:bCs/>
        </w:rPr>
        <w:t xml:space="preserve">Radicación:       </w:t>
      </w:r>
      <w:r w:rsidRPr="00C55885">
        <w:t>68001310500320220033700.</w:t>
      </w:r>
    </w:p>
    <w:p w14:paraId="7A0FED28" w14:textId="4DB1715F" w:rsidR="08D4E4E6" w:rsidRDefault="08D4E4E6" w:rsidP="08D4E4E6">
      <w:pPr>
        <w:jc w:val="both"/>
        <w:rPr>
          <w:b/>
          <w:bCs/>
          <w:lang w:val="es-CO"/>
        </w:rPr>
      </w:pPr>
    </w:p>
    <w:p w14:paraId="0115EDD5" w14:textId="74524A19" w:rsidR="00CF4B43" w:rsidRPr="00CF4B43" w:rsidRDefault="00273A1A" w:rsidP="002504ED">
      <w:pPr>
        <w:jc w:val="both"/>
        <w:rPr>
          <w:lang w:val="es-CO"/>
        </w:rPr>
      </w:pPr>
      <w:r w:rsidRPr="0BF561C7">
        <w:rPr>
          <w:b/>
          <w:bCs/>
          <w:lang w:val="es-CO"/>
        </w:rPr>
        <w:t>ASUNTO</w:t>
      </w:r>
      <w:r w:rsidRPr="0BF561C7">
        <w:rPr>
          <w:lang w:val="es-CO"/>
        </w:rPr>
        <w:t>:</w:t>
      </w:r>
      <w:r w:rsidR="002504ED">
        <w:t xml:space="preserve"> </w:t>
      </w:r>
      <w:r w:rsidRPr="0BF561C7">
        <w:rPr>
          <w:lang w:val="es-CO"/>
        </w:rPr>
        <w:t>SOLICITUD DE</w:t>
      </w:r>
      <w:r w:rsidR="001B287D" w:rsidRPr="0BF561C7">
        <w:rPr>
          <w:lang w:val="es-CO"/>
        </w:rPr>
        <w:t xml:space="preserve"> CORRECION </w:t>
      </w:r>
      <w:r w:rsidRPr="0BF561C7">
        <w:rPr>
          <w:lang w:val="es-CO"/>
        </w:rPr>
        <w:t>EN SUBSIDIO DE REPOSICIÓN DEL AUTO</w:t>
      </w:r>
      <w:r w:rsidR="002504ED" w:rsidRPr="0BF561C7">
        <w:rPr>
          <w:lang w:val="es-CO"/>
        </w:rPr>
        <w:t xml:space="preserve"> </w:t>
      </w:r>
      <w:r w:rsidR="009C306D" w:rsidRPr="0BF561C7">
        <w:rPr>
          <w:lang w:val="es-CO"/>
        </w:rPr>
        <w:t xml:space="preserve">DEL </w:t>
      </w:r>
      <w:r w:rsidR="3B6E490D" w:rsidRPr="0BF561C7">
        <w:rPr>
          <w:lang w:val="es-CO"/>
        </w:rPr>
        <w:t>19</w:t>
      </w:r>
      <w:r w:rsidR="009C306D" w:rsidRPr="0BF561C7">
        <w:rPr>
          <w:lang w:val="es-CO"/>
        </w:rPr>
        <w:t xml:space="preserve"> DE</w:t>
      </w:r>
      <w:r w:rsidR="00BD4873" w:rsidRPr="0BF561C7">
        <w:rPr>
          <w:lang w:val="es-CO"/>
        </w:rPr>
        <w:t xml:space="preserve"> </w:t>
      </w:r>
      <w:r w:rsidR="00481FF2" w:rsidRPr="0BF561C7">
        <w:rPr>
          <w:lang w:val="es-CO"/>
        </w:rPr>
        <w:t>JUNIO</w:t>
      </w:r>
      <w:r w:rsidR="002504ED" w:rsidRPr="0BF561C7">
        <w:rPr>
          <w:lang w:val="es-CO"/>
        </w:rPr>
        <w:t xml:space="preserve"> </w:t>
      </w:r>
      <w:r w:rsidR="009C306D" w:rsidRPr="0BF561C7">
        <w:rPr>
          <w:lang w:val="es-CO"/>
        </w:rPr>
        <w:t xml:space="preserve">DEL </w:t>
      </w:r>
      <w:r w:rsidR="00DD143B" w:rsidRPr="0BF561C7">
        <w:rPr>
          <w:lang w:val="es-CO"/>
        </w:rPr>
        <w:t xml:space="preserve">AÑO </w:t>
      </w:r>
      <w:r w:rsidR="009C306D" w:rsidRPr="0BF561C7">
        <w:rPr>
          <w:lang w:val="es-CO"/>
        </w:rPr>
        <w:t>202</w:t>
      </w:r>
      <w:r w:rsidR="00BD4873" w:rsidRPr="0BF561C7">
        <w:rPr>
          <w:lang w:val="es-CO"/>
        </w:rPr>
        <w:t>4</w:t>
      </w:r>
    </w:p>
    <w:p w14:paraId="4151BCCD" w14:textId="77777777" w:rsidR="00CF4B43" w:rsidRPr="00CF4B43" w:rsidRDefault="00CF4B43" w:rsidP="4517AAB4">
      <w:pPr>
        <w:ind w:left="708"/>
        <w:jc w:val="both"/>
        <w:rPr>
          <w:lang w:val="es-CO"/>
        </w:rPr>
      </w:pPr>
    </w:p>
    <w:p w14:paraId="6371551D" w14:textId="15332589" w:rsidR="00CF4B43" w:rsidRPr="00CF4B43" w:rsidRDefault="00CF4B43" w:rsidP="00CF4B43">
      <w:pPr>
        <w:jc w:val="both"/>
        <w:rPr>
          <w:lang w:val="es-CO"/>
        </w:rPr>
      </w:pPr>
      <w:r w:rsidRPr="4469A3CE">
        <w:rPr>
          <w:b/>
          <w:bCs/>
          <w:lang w:val="es-CO"/>
        </w:rPr>
        <w:t>GUSTAVO ALBERTO HERRERA ÁVILA</w:t>
      </w:r>
      <w:r w:rsidRPr="4469A3CE">
        <w:rPr>
          <w:lang w:val="es-CO"/>
        </w:rPr>
        <w:t>, mayor de edad, identificado con la c</w:t>
      </w:r>
      <w:r w:rsidR="0E5AB282" w:rsidRPr="4469A3CE">
        <w:rPr>
          <w:lang w:val="es-CO"/>
        </w:rPr>
        <w:t>é</w:t>
      </w:r>
      <w:r w:rsidRPr="4469A3CE">
        <w:rPr>
          <w:lang w:val="es-CO"/>
        </w:rPr>
        <w:t>dula de ciudadanía No.19.395.114 expedida en Bogotá D.C., abogado en ejercicio portador de la Tarjeta Profesional No.39.116 del C. S. de la Judicatura, obrando como apoderado de</w:t>
      </w:r>
      <w:r w:rsidR="00481FF2">
        <w:t xml:space="preserve"> </w:t>
      </w:r>
      <w:r w:rsidR="00481FF2" w:rsidRPr="4469A3CE">
        <w:rPr>
          <w:b/>
          <w:bCs/>
          <w:lang w:val="es-CO"/>
        </w:rPr>
        <w:t>ALLIANZ SEGUROS S.A.</w:t>
      </w:r>
      <w:r w:rsidRPr="4469A3CE">
        <w:rPr>
          <w:lang w:val="es-CO"/>
        </w:rPr>
        <w:t xml:space="preserve">, por medio del presente memorial </w:t>
      </w:r>
      <w:r w:rsidR="222BE12F" w:rsidRPr="4469A3CE">
        <w:rPr>
          <w:lang w:val="es-CO"/>
        </w:rPr>
        <w:t xml:space="preserve">solicito la </w:t>
      </w:r>
      <w:r w:rsidR="001B287D" w:rsidRPr="4469A3CE">
        <w:rPr>
          <w:b/>
          <w:bCs/>
          <w:u w:val="single"/>
          <w:lang w:val="es-CO"/>
        </w:rPr>
        <w:t>CORRECI</w:t>
      </w:r>
      <w:r w:rsidR="5C4D115A" w:rsidRPr="4469A3CE">
        <w:rPr>
          <w:b/>
          <w:bCs/>
          <w:u w:val="single"/>
          <w:lang w:val="es-CO"/>
        </w:rPr>
        <w:t>Ó</w:t>
      </w:r>
      <w:r w:rsidR="001B287D" w:rsidRPr="4469A3CE">
        <w:rPr>
          <w:b/>
          <w:bCs/>
          <w:u w:val="single"/>
          <w:lang w:val="es-CO"/>
        </w:rPr>
        <w:t>N</w:t>
      </w:r>
      <w:r w:rsidR="00481FF2" w:rsidRPr="4469A3CE">
        <w:rPr>
          <w:b/>
          <w:bCs/>
          <w:lang w:val="es-CO"/>
        </w:rPr>
        <w:t xml:space="preserve"> </w:t>
      </w:r>
      <w:r w:rsidR="0630D4A7" w:rsidRPr="4469A3CE">
        <w:rPr>
          <w:lang w:val="es-CO"/>
        </w:rPr>
        <w:t>en subsidio</w:t>
      </w:r>
      <w:r w:rsidR="5CE74129" w:rsidRPr="4469A3CE">
        <w:rPr>
          <w:lang w:val="es-CO"/>
        </w:rPr>
        <w:t xml:space="preserve"> d</w:t>
      </w:r>
      <w:r w:rsidR="0630D4A7" w:rsidRPr="4469A3CE">
        <w:rPr>
          <w:lang w:val="es-CO"/>
        </w:rPr>
        <w:t>e reposición</w:t>
      </w:r>
      <w:r w:rsidR="0C97AAB0" w:rsidRPr="4469A3CE">
        <w:rPr>
          <w:lang w:val="es-CO"/>
        </w:rPr>
        <w:t xml:space="preserve"> </w:t>
      </w:r>
      <w:r w:rsidRPr="4469A3CE">
        <w:rPr>
          <w:lang w:val="es-CO"/>
        </w:rPr>
        <w:t xml:space="preserve">del </w:t>
      </w:r>
      <w:r w:rsidR="002504ED" w:rsidRPr="4469A3CE">
        <w:rPr>
          <w:lang w:val="es-CO"/>
        </w:rPr>
        <w:t>a</w:t>
      </w:r>
      <w:r w:rsidRPr="4469A3CE">
        <w:rPr>
          <w:lang w:val="es-CO"/>
        </w:rPr>
        <w:t xml:space="preserve">uto </w:t>
      </w:r>
      <w:r w:rsidR="009C306D" w:rsidRPr="4469A3CE">
        <w:rPr>
          <w:lang w:val="es-CO"/>
        </w:rPr>
        <w:t>con fecha</w:t>
      </w:r>
      <w:r w:rsidR="00636E67" w:rsidRPr="4469A3CE">
        <w:rPr>
          <w:lang w:val="es-CO"/>
        </w:rPr>
        <w:t xml:space="preserve"> del</w:t>
      </w:r>
      <w:r w:rsidR="00BD4873" w:rsidRPr="4469A3CE">
        <w:rPr>
          <w:lang w:val="es-CO"/>
        </w:rPr>
        <w:t xml:space="preserve"> </w:t>
      </w:r>
      <w:r w:rsidR="00141C58" w:rsidRPr="4469A3CE">
        <w:rPr>
          <w:lang w:val="es-CO"/>
        </w:rPr>
        <w:t>19</w:t>
      </w:r>
      <w:r w:rsidR="00481FF2" w:rsidRPr="4469A3CE">
        <w:rPr>
          <w:lang w:val="es-CO"/>
        </w:rPr>
        <w:t xml:space="preserve"> de junio</w:t>
      </w:r>
      <w:r w:rsidR="00BD4873" w:rsidRPr="4469A3CE">
        <w:rPr>
          <w:lang w:val="es-CO"/>
        </w:rPr>
        <w:t xml:space="preserve"> del </w:t>
      </w:r>
      <w:r w:rsidR="00DD143B" w:rsidRPr="4469A3CE">
        <w:rPr>
          <w:lang w:val="es-CO"/>
        </w:rPr>
        <w:t xml:space="preserve">año </w:t>
      </w:r>
      <w:r w:rsidR="00BD4873" w:rsidRPr="4469A3CE">
        <w:rPr>
          <w:lang w:val="es-CO"/>
        </w:rPr>
        <w:t>2024</w:t>
      </w:r>
      <w:r w:rsidRPr="4469A3CE">
        <w:rPr>
          <w:lang w:val="es-CO"/>
        </w:rPr>
        <w:t xml:space="preserve">, con base en </w:t>
      </w:r>
      <w:r w:rsidR="00481FF2" w:rsidRPr="4469A3CE">
        <w:rPr>
          <w:lang w:val="es-CO"/>
        </w:rPr>
        <w:t>el</w:t>
      </w:r>
      <w:r w:rsidRPr="4469A3CE">
        <w:rPr>
          <w:lang w:val="es-CO"/>
        </w:rPr>
        <w:t xml:space="preserve"> artículo</w:t>
      </w:r>
      <w:r w:rsidR="001B287D" w:rsidRPr="4469A3CE">
        <w:rPr>
          <w:lang w:val="es-CO"/>
        </w:rPr>
        <w:t>s 286</w:t>
      </w:r>
      <w:r w:rsidRPr="4469A3CE">
        <w:rPr>
          <w:lang w:val="es-CO"/>
        </w:rPr>
        <w:t xml:space="preserve"> del C.G.P y la lectura conjunta de los artículos 145 de CPTSS y 1º del C.G.P, toda vez que en </w:t>
      </w:r>
      <w:r w:rsidR="26B2F060" w:rsidRPr="4469A3CE">
        <w:rPr>
          <w:lang w:val="es-CO"/>
        </w:rPr>
        <w:t xml:space="preserve">el </w:t>
      </w:r>
      <w:r w:rsidR="00BD4873" w:rsidRPr="4469A3CE">
        <w:rPr>
          <w:lang w:val="es-CO"/>
        </w:rPr>
        <w:t>citado</w:t>
      </w:r>
      <w:r w:rsidRPr="4469A3CE">
        <w:rPr>
          <w:lang w:val="es-CO"/>
        </w:rPr>
        <w:t xml:space="preserve"> aut</w:t>
      </w:r>
      <w:r w:rsidR="001B287D" w:rsidRPr="4469A3CE">
        <w:rPr>
          <w:lang w:val="es-CO"/>
        </w:rPr>
        <w:t>o</w:t>
      </w:r>
      <w:r w:rsidRPr="4469A3CE">
        <w:rPr>
          <w:lang w:val="es-CO"/>
        </w:rPr>
        <w:t xml:space="preserve"> </w:t>
      </w:r>
      <w:r w:rsidR="00481FF2" w:rsidRPr="4469A3CE">
        <w:rPr>
          <w:lang w:val="es-CO"/>
        </w:rPr>
        <w:t>s</w:t>
      </w:r>
      <w:r w:rsidR="7A43FFCE" w:rsidRPr="4469A3CE">
        <w:rPr>
          <w:lang w:val="es-CO"/>
        </w:rPr>
        <w:t xml:space="preserve">e </w:t>
      </w:r>
      <w:r w:rsidR="00141C58" w:rsidRPr="4469A3CE">
        <w:rPr>
          <w:lang w:val="es-CO"/>
        </w:rPr>
        <w:t>señaló que</w:t>
      </w:r>
      <w:r w:rsidR="196D1884" w:rsidRPr="4469A3CE">
        <w:rPr>
          <w:lang w:val="es-CO"/>
        </w:rPr>
        <w:t xml:space="preserve"> la entidad que represento </w:t>
      </w:r>
      <w:r w:rsidR="00141C58" w:rsidRPr="4469A3CE">
        <w:rPr>
          <w:lang w:val="es-CO"/>
        </w:rPr>
        <w:t xml:space="preserve">es </w:t>
      </w:r>
      <w:r w:rsidR="00141C58">
        <w:t>MAPFRE COLOMBIA VIDA SEGUROS S.A</w:t>
      </w:r>
      <w:r w:rsidR="7A43FFCE" w:rsidRPr="4469A3CE">
        <w:rPr>
          <w:lang w:val="es-CO"/>
        </w:rPr>
        <w:t>.</w:t>
      </w:r>
      <w:r w:rsidR="00141C58" w:rsidRPr="4469A3CE">
        <w:rPr>
          <w:lang w:val="es-CO"/>
        </w:rPr>
        <w:t xml:space="preserve"> siendo realmente ALLIANZ SEGUROS DE VIDA S.A.</w:t>
      </w:r>
    </w:p>
    <w:p w14:paraId="4E655E9D" w14:textId="271BA09C" w:rsidR="4469A3CE" w:rsidRDefault="4469A3CE" w:rsidP="4469A3CE">
      <w:pPr>
        <w:jc w:val="both"/>
        <w:rPr>
          <w:lang w:val="es-CO"/>
        </w:rPr>
      </w:pPr>
    </w:p>
    <w:p w14:paraId="3116C720" w14:textId="1BD58250" w:rsidR="092BCDAA" w:rsidRDefault="092BCDAA" w:rsidP="4469A3CE">
      <w:pPr>
        <w:tabs>
          <w:tab w:val="left" w:pos="7655"/>
        </w:tabs>
        <w:ind w:right="49"/>
        <w:jc w:val="both"/>
        <w:rPr>
          <w:lang w:val="es-CO"/>
        </w:rPr>
      </w:pPr>
      <w:r w:rsidRPr="4469A3CE">
        <w:t>En este sentido, se concluye que el auto genera confusión y puede inducir a error las actuaciones futuras que de la Litis se desprendan, en el entendido que el suscrito NO representa a la compañía MAPFRE COLOMBIA VIDA SEGUROS S.A., para esto basta con revisar el mismo escrito de contestación a la demanda y al llamamiento en garantía</w:t>
      </w:r>
      <w:r w:rsidR="08E6D32C" w:rsidRPr="4469A3CE">
        <w:t xml:space="preserve">, el cual fue </w:t>
      </w:r>
      <w:r w:rsidRPr="4469A3CE">
        <w:t xml:space="preserve">radicado por el suscrito en representación únicamente </w:t>
      </w:r>
      <w:r w:rsidRPr="4469A3CE">
        <w:rPr>
          <w:b/>
          <w:bCs/>
        </w:rPr>
        <w:t>ALLIANZ SEGUROS DE VIDA S.A</w:t>
      </w:r>
      <w:r w:rsidRPr="4469A3CE">
        <w:t xml:space="preserve">. De esta manera, </w:t>
      </w:r>
      <w:r w:rsidR="4B7A1E84" w:rsidRPr="4469A3CE">
        <w:t xml:space="preserve">resulta </w:t>
      </w:r>
      <w:r w:rsidRPr="4469A3CE">
        <w:t xml:space="preserve">necesario que se corrija el yerro cometido en el Auto </w:t>
      </w:r>
      <w:r w:rsidR="58FC115E" w:rsidRPr="4469A3CE">
        <w:rPr>
          <w:lang w:val="es-CO"/>
        </w:rPr>
        <w:t>del 19 de junio del año 2024.</w:t>
      </w:r>
    </w:p>
    <w:p w14:paraId="5B413B9E" w14:textId="481197E0" w:rsidR="08D4E4E6" w:rsidRDefault="08D4E4E6" w:rsidP="08D4E4E6">
      <w:pPr>
        <w:jc w:val="both"/>
        <w:rPr>
          <w:lang w:val="es-CO"/>
        </w:rPr>
      </w:pPr>
    </w:p>
    <w:p w14:paraId="0DDB2D9A" w14:textId="77777777" w:rsidR="00CF4B43" w:rsidRPr="00CF4B43" w:rsidRDefault="00CF4B43" w:rsidP="00CF4B43">
      <w:pPr>
        <w:jc w:val="center"/>
        <w:rPr>
          <w:b/>
          <w:bCs/>
          <w:lang w:val="es-CO"/>
        </w:rPr>
      </w:pPr>
      <w:r w:rsidRPr="00CF4B43">
        <w:rPr>
          <w:b/>
          <w:bCs/>
          <w:lang w:val="es-CO"/>
        </w:rPr>
        <w:t>I. FUNDAMENTO DE LA SOLICITUD</w:t>
      </w:r>
    </w:p>
    <w:p w14:paraId="251AACF4" w14:textId="07CABA90" w:rsidR="003338F8" w:rsidRPr="003338F8" w:rsidRDefault="003338F8" w:rsidP="003338F8">
      <w:pPr>
        <w:tabs>
          <w:tab w:val="left" w:pos="7655"/>
        </w:tabs>
        <w:ind w:right="49"/>
        <w:jc w:val="both"/>
      </w:pPr>
    </w:p>
    <w:p w14:paraId="04A48D8B" w14:textId="77777777" w:rsidR="003338F8" w:rsidRDefault="003338F8" w:rsidP="123EEBFA">
      <w:pPr>
        <w:ind w:right="45"/>
        <w:jc w:val="both"/>
      </w:pPr>
      <w:r>
        <w:t xml:space="preserve">Con base en el artículo 286 del C.G.P y la lectura conjunta de los artículos 145 del CPTSS y 1º del C.G.P aplicable por analogía y remisión expresa del CPTSS, se tiene que: </w:t>
      </w:r>
    </w:p>
    <w:p w14:paraId="4722C632" w14:textId="77777777" w:rsidR="003338F8" w:rsidRDefault="003338F8" w:rsidP="123EEBFA">
      <w:pPr>
        <w:ind w:right="45"/>
        <w:jc w:val="both"/>
      </w:pPr>
    </w:p>
    <w:p w14:paraId="237551ED" w14:textId="4AFC634F" w:rsidR="003338F8" w:rsidRDefault="003338F8" w:rsidP="003338F8">
      <w:pPr>
        <w:pStyle w:val="Prrafodelista"/>
        <w:ind w:left="284" w:right="45" w:firstLine="0"/>
        <w:jc w:val="both"/>
      </w:pPr>
      <w:r>
        <w:t>“</w:t>
      </w:r>
      <w:r w:rsidRPr="003338F8">
        <w:rPr>
          <w:b/>
          <w:bCs/>
          <w:i/>
          <w:iCs/>
        </w:rPr>
        <w:t>ARTÍCULO 286. CORRECCIÓN DE ERRORES ARITMÉTICOS Y OTROS</w:t>
      </w:r>
      <w:r w:rsidRPr="003338F8">
        <w:rPr>
          <w:i/>
          <w:iCs/>
        </w:rPr>
        <w:t>. Toda providencia en que se haya incurrido en error puramente aritmético puede ser corregida por el juez que la dictó en cualquier tiempo, de oficio o a solicitud de parte, mediante auto. Si la corrección se hiciere luego de terminado el proceso, el auto se notificará por aviso. Lo dispuesto en los incisos anteriores se aplica a los casos de error por omisión o cambio de palabras o alteración de estas, siempre que estén contenidas en la parte resolutiva o influyan en ella</w:t>
      </w:r>
      <w:r>
        <w:rPr>
          <w:i/>
          <w:iCs/>
        </w:rPr>
        <w:t>.</w:t>
      </w:r>
      <w:r>
        <w:t xml:space="preserve">” </w:t>
      </w:r>
    </w:p>
    <w:p w14:paraId="0ADF1D5B" w14:textId="77777777" w:rsidR="003338F8" w:rsidRDefault="003338F8" w:rsidP="123EEBFA">
      <w:pPr>
        <w:ind w:right="45"/>
        <w:jc w:val="both"/>
      </w:pPr>
    </w:p>
    <w:p w14:paraId="02E0ED8F" w14:textId="6CBA465D" w:rsidR="00680E23" w:rsidRDefault="00680E23" w:rsidP="4469A3CE">
      <w:pPr>
        <w:ind w:right="45"/>
        <w:jc w:val="both"/>
        <w:rPr>
          <w:lang w:val="es-CO"/>
        </w:rPr>
      </w:pPr>
      <w:r>
        <w:t>En este sentido y con fundamento en el articulado expuesto, se concluye que procede la solicitud de corrección, en aras de solventar el error referente al</w:t>
      </w:r>
      <w:r w:rsidR="00141C58">
        <w:t xml:space="preserve"> señalamiento de</w:t>
      </w:r>
      <w:r w:rsidR="749F2207">
        <w:t xml:space="preserve"> </w:t>
      </w:r>
      <w:r w:rsidR="00141C58">
        <w:t xml:space="preserve">la razón social de </w:t>
      </w:r>
      <w:r w:rsidR="25E7A981">
        <w:t xml:space="preserve">la compañía que represento, </w:t>
      </w:r>
      <w:r w:rsidR="00141C58">
        <w:t>siendo e</w:t>
      </w:r>
      <w:r w:rsidR="788FAB7C">
        <w:t>n realidad</w:t>
      </w:r>
      <w:r w:rsidR="00141C58">
        <w:t xml:space="preserve"> </w:t>
      </w:r>
      <w:r w:rsidR="00141C58" w:rsidRPr="4469A3CE">
        <w:rPr>
          <w:lang w:val="es-CO"/>
        </w:rPr>
        <w:t>ALLIANZ SEGUROS DE VIDA S.A.</w:t>
      </w:r>
      <w:r w:rsidR="00141C58">
        <w:t xml:space="preserve"> y no </w:t>
      </w:r>
      <w:r w:rsidR="006C039E">
        <w:t>MAPFRE COLOMBIA VIDA SEGUROS S.A</w:t>
      </w:r>
      <w:r w:rsidRPr="4469A3CE">
        <w:rPr>
          <w:lang w:val="es-CO"/>
        </w:rPr>
        <w:t>.</w:t>
      </w:r>
    </w:p>
    <w:p w14:paraId="4742DA65" w14:textId="77777777" w:rsidR="00680E23" w:rsidRDefault="00680E23" w:rsidP="123EEBFA">
      <w:pPr>
        <w:ind w:right="45"/>
        <w:jc w:val="both"/>
        <w:rPr>
          <w:b/>
          <w:bCs/>
          <w:u w:val="single"/>
          <w:lang w:val="es-CO"/>
        </w:rPr>
      </w:pPr>
    </w:p>
    <w:p w14:paraId="01966083" w14:textId="77777777" w:rsidR="00680E23" w:rsidRDefault="00680E23" w:rsidP="123EEBFA">
      <w:pPr>
        <w:ind w:right="45"/>
        <w:jc w:val="both"/>
      </w:pPr>
      <w:r>
        <w:t xml:space="preserve">Finalmente, sobre la procedencia del recurso de reposición, se tiene que el artículo 63 del CPSST dispone: </w:t>
      </w:r>
    </w:p>
    <w:p w14:paraId="285D47D5" w14:textId="77777777" w:rsidR="00680E23" w:rsidRDefault="00680E23" w:rsidP="123EEBFA">
      <w:pPr>
        <w:ind w:right="45"/>
        <w:jc w:val="both"/>
      </w:pPr>
    </w:p>
    <w:p w14:paraId="2274762C" w14:textId="77777777" w:rsidR="00680E23" w:rsidRDefault="00680E23" w:rsidP="00680E23">
      <w:pPr>
        <w:pStyle w:val="Prrafodelista"/>
        <w:ind w:left="284" w:right="45" w:firstLine="0"/>
        <w:jc w:val="both"/>
      </w:pPr>
      <w:r>
        <w:t>“</w:t>
      </w:r>
      <w:r w:rsidRPr="00680E23">
        <w:rPr>
          <w:b/>
          <w:bCs/>
          <w:i/>
          <w:iCs/>
        </w:rPr>
        <w:t>ARTICULO 63. PROCEDENCIA DEL RECURSO DE REPOSICION</w:t>
      </w:r>
      <w:r w:rsidRPr="00680E23">
        <w:rPr>
          <w:i/>
          <w:iCs/>
        </w:rPr>
        <w:t>. El recurso de reposición procederá contra los autos interlocutorios, se interpondrá dentro de los dos días siguientes a su notificación cuando se hiciere por estados, y se decidirá a más tardar tres días después. Si se interpusiere en audiencia, deberá decidirse oralmente en la misma, para lo cual podrá el juez decretar un receso de media hora.</w:t>
      </w:r>
      <w:r>
        <w:t xml:space="preserve">” </w:t>
      </w:r>
    </w:p>
    <w:p w14:paraId="63EC31C7" w14:textId="77777777" w:rsidR="00680E23" w:rsidRDefault="00680E23" w:rsidP="123EEBFA">
      <w:pPr>
        <w:ind w:right="45"/>
        <w:jc w:val="both"/>
      </w:pPr>
    </w:p>
    <w:p w14:paraId="108A646D" w14:textId="3EFE0425" w:rsidR="00680E23" w:rsidRPr="00680E23" w:rsidRDefault="00680E23" w:rsidP="123EEBFA">
      <w:pPr>
        <w:ind w:right="45"/>
        <w:jc w:val="both"/>
        <w:rPr>
          <w:b/>
          <w:bCs/>
          <w:u w:val="single"/>
        </w:rPr>
      </w:pPr>
      <w:r>
        <w:t xml:space="preserve">En este sentido y con fundamento en el articulado expuesto, se concluye que el Juzgado </w:t>
      </w:r>
      <w:r w:rsidR="007D39CB">
        <w:t xml:space="preserve">por error </w:t>
      </w:r>
      <w:r w:rsidR="006C039E">
        <w:t>señal</w:t>
      </w:r>
      <w:r w:rsidR="4566927E">
        <w:t>ó</w:t>
      </w:r>
      <w:r w:rsidR="006C039E">
        <w:t xml:space="preserve"> que </w:t>
      </w:r>
      <w:r w:rsidR="275AABCC">
        <w:t>el suscrito representa a</w:t>
      </w:r>
      <w:r w:rsidR="006C039E">
        <w:t xml:space="preserve"> MAPFRE COLOMBIA VIDA SEGUROS S.A</w:t>
      </w:r>
      <w:r w:rsidR="006C039E" w:rsidRPr="4469A3CE">
        <w:rPr>
          <w:lang w:val="es-CO"/>
        </w:rPr>
        <w:t xml:space="preserve">. cuando en realidad </w:t>
      </w:r>
      <w:r w:rsidR="006C039E" w:rsidRPr="4469A3CE">
        <w:rPr>
          <w:lang w:val="es-CO"/>
        </w:rPr>
        <w:lastRenderedPageBreak/>
        <w:t>e</w:t>
      </w:r>
      <w:r w:rsidR="62A42057" w:rsidRPr="4469A3CE">
        <w:rPr>
          <w:lang w:val="es-CO"/>
        </w:rPr>
        <w:t>l poder otorgado y las contestaciones presentadas, corresponden a</w:t>
      </w:r>
      <w:r w:rsidR="006C039E" w:rsidRPr="4469A3CE">
        <w:rPr>
          <w:lang w:val="es-CO"/>
        </w:rPr>
        <w:t xml:space="preserve"> ALLIANZ SEGUROS DE VIDA S.A.</w:t>
      </w:r>
      <w:r w:rsidR="008208F8">
        <w:t>,</w:t>
      </w:r>
      <w:r w:rsidR="007D39CB">
        <w:t xml:space="preserve"> error </w:t>
      </w:r>
      <w:r w:rsidR="008208F8">
        <w:t xml:space="preserve">que </w:t>
      </w:r>
      <w:r w:rsidR="007D39CB">
        <w:t xml:space="preserve">debe ser subsanado. </w:t>
      </w:r>
    </w:p>
    <w:p w14:paraId="42E917DA" w14:textId="2769D3AB" w:rsidR="5158D84E" w:rsidRDefault="5158D84E" w:rsidP="4517AAB4">
      <w:pPr>
        <w:ind w:right="45"/>
        <w:jc w:val="both"/>
      </w:pPr>
    </w:p>
    <w:p w14:paraId="38160D5D" w14:textId="564B53F7" w:rsidR="00CF4B43" w:rsidRPr="003338F8" w:rsidRDefault="5158D84E" w:rsidP="003338F8">
      <w:pPr>
        <w:tabs>
          <w:tab w:val="left" w:pos="7655"/>
        </w:tabs>
        <w:ind w:right="49"/>
        <w:jc w:val="both"/>
      </w:pPr>
      <w:r w:rsidRPr="4517AAB4">
        <w:rPr>
          <w:color w:val="000000" w:themeColor="text1"/>
          <w:lang w:val="es"/>
        </w:rPr>
        <w:t>De conformidad con lo anterior, teniendo en cuenta la procedibilidad de la</w:t>
      </w:r>
      <w:r w:rsidR="00680E23">
        <w:rPr>
          <w:color w:val="000000" w:themeColor="text1"/>
          <w:lang w:val="es"/>
        </w:rPr>
        <w:t>s</w:t>
      </w:r>
      <w:r w:rsidRPr="4517AAB4">
        <w:rPr>
          <w:color w:val="000000" w:themeColor="text1"/>
          <w:lang w:val="es"/>
        </w:rPr>
        <w:t xml:space="preserve"> solicitud</w:t>
      </w:r>
      <w:r w:rsidR="00680E23">
        <w:rPr>
          <w:color w:val="000000" w:themeColor="text1"/>
          <w:lang w:val="es"/>
        </w:rPr>
        <w:t>es</w:t>
      </w:r>
      <w:r w:rsidRPr="4517AAB4">
        <w:rPr>
          <w:color w:val="000000" w:themeColor="text1"/>
          <w:lang w:val="es"/>
        </w:rPr>
        <w:t>, me permito elevar las siguientes:</w:t>
      </w:r>
    </w:p>
    <w:p w14:paraId="4DA22200" w14:textId="5BCBF8E4" w:rsidR="00673979" w:rsidRPr="00CF4B43" w:rsidRDefault="00673979" w:rsidP="4469A3CE">
      <w:pPr>
        <w:jc w:val="both"/>
        <w:rPr>
          <w:lang w:val="es-CO"/>
        </w:rPr>
      </w:pPr>
    </w:p>
    <w:p w14:paraId="6E6BCAA7" w14:textId="7E928923" w:rsidR="00CF4B43" w:rsidRPr="00CF4B43" w:rsidRDefault="00CF4B43" w:rsidP="00CF4B43">
      <w:pPr>
        <w:jc w:val="center"/>
        <w:rPr>
          <w:b/>
          <w:bCs/>
          <w:lang w:val="es-CO"/>
        </w:rPr>
      </w:pPr>
      <w:r w:rsidRPr="00CF4B43">
        <w:rPr>
          <w:b/>
          <w:bCs/>
          <w:lang w:val="es-CO"/>
        </w:rPr>
        <w:t>II. PETICIONES</w:t>
      </w:r>
    </w:p>
    <w:p w14:paraId="5E3F3C23" w14:textId="77777777" w:rsidR="0081637F" w:rsidRPr="007D39CB" w:rsidRDefault="0081637F" w:rsidP="007D39CB">
      <w:pPr>
        <w:jc w:val="both"/>
        <w:rPr>
          <w:lang w:val="es-CO"/>
        </w:rPr>
      </w:pPr>
    </w:p>
    <w:p w14:paraId="3C3970FA" w14:textId="7A7FDE79" w:rsidR="0081637F" w:rsidRDefault="0081637F" w:rsidP="5D4D7D1A">
      <w:pPr>
        <w:pStyle w:val="Prrafodelista"/>
        <w:numPr>
          <w:ilvl w:val="0"/>
          <w:numId w:val="17"/>
        </w:numPr>
        <w:jc w:val="both"/>
        <w:rPr>
          <w:lang w:val="es-CO"/>
        </w:rPr>
      </w:pPr>
      <w:r>
        <w:t>Que se corrija el</w:t>
      </w:r>
      <w:r w:rsidRPr="4469A3CE">
        <w:rPr>
          <w:lang w:val="es-CO"/>
        </w:rPr>
        <w:t xml:space="preserve"> auto con fecha del </w:t>
      </w:r>
      <w:r w:rsidR="006C039E" w:rsidRPr="4469A3CE">
        <w:rPr>
          <w:lang w:val="es-CO"/>
        </w:rPr>
        <w:t>19</w:t>
      </w:r>
      <w:r w:rsidRPr="4469A3CE">
        <w:rPr>
          <w:lang w:val="es-CO"/>
        </w:rPr>
        <w:t xml:space="preserve"> de </w:t>
      </w:r>
      <w:r w:rsidR="007D39CB" w:rsidRPr="4469A3CE">
        <w:rPr>
          <w:lang w:val="es-CO"/>
        </w:rPr>
        <w:t>junio</w:t>
      </w:r>
      <w:r w:rsidRPr="4469A3CE">
        <w:rPr>
          <w:lang w:val="es-CO"/>
        </w:rPr>
        <w:t xml:space="preserve"> del año 2024,</w:t>
      </w:r>
      <w:r w:rsidRPr="4469A3CE">
        <w:rPr>
          <w:lang w:val="es"/>
        </w:rPr>
        <w:t xml:space="preserve"> notificado por estado electrónico del </w:t>
      </w:r>
      <w:r w:rsidR="00673979" w:rsidRPr="4469A3CE">
        <w:rPr>
          <w:lang w:val="es"/>
        </w:rPr>
        <w:t>20</w:t>
      </w:r>
      <w:r w:rsidR="007D39CB" w:rsidRPr="4469A3CE">
        <w:rPr>
          <w:lang w:val="es"/>
        </w:rPr>
        <w:t xml:space="preserve"> de junio</w:t>
      </w:r>
      <w:r w:rsidRPr="4469A3CE">
        <w:rPr>
          <w:lang w:val="es"/>
        </w:rPr>
        <w:t xml:space="preserve"> del año 2024</w:t>
      </w:r>
      <w:r>
        <w:t>, en el sentido de que el juzgado señale de forma correcta</w:t>
      </w:r>
      <w:r w:rsidR="480C60DF">
        <w:t xml:space="preserve"> que la entidad a la cual represento es</w:t>
      </w:r>
      <w:r w:rsidR="00673979">
        <w:t xml:space="preserve"> </w:t>
      </w:r>
      <w:r w:rsidR="00673979" w:rsidRPr="4469A3CE">
        <w:rPr>
          <w:b/>
          <w:bCs/>
          <w:lang w:val="es-CO"/>
        </w:rPr>
        <w:t>ALLIANZ SEGUROS DE VIDA S.A</w:t>
      </w:r>
      <w:r w:rsidR="00673979" w:rsidRPr="4469A3CE">
        <w:rPr>
          <w:lang w:val="es-CO"/>
        </w:rPr>
        <w:t xml:space="preserve">. y no </w:t>
      </w:r>
      <w:r w:rsidR="00673979">
        <w:t>MAPFRE COLOMBIA VIDA SEGUROS S.A</w:t>
      </w:r>
      <w:r w:rsidR="03390925" w:rsidRPr="4469A3CE">
        <w:rPr>
          <w:lang w:val="es-CO"/>
        </w:rPr>
        <w:t>.</w:t>
      </w:r>
    </w:p>
    <w:p w14:paraId="1944BF9F" w14:textId="3E7ADDE9" w:rsidR="00CF4B43" w:rsidRDefault="00CF4B43" w:rsidP="00CF4B43">
      <w:pPr>
        <w:pStyle w:val="Prrafodelista"/>
        <w:ind w:left="720" w:firstLine="0"/>
        <w:jc w:val="both"/>
        <w:rPr>
          <w:lang w:val="es-CO"/>
        </w:rPr>
      </w:pPr>
    </w:p>
    <w:p w14:paraId="1F388F29" w14:textId="6856438E" w:rsidR="00CF4B43" w:rsidRPr="00CF4B43" w:rsidRDefault="00CF4B43" w:rsidP="00CF4B43">
      <w:pPr>
        <w:pStyle w:val="Prrafodelista"/>
        <w:numPr>
          <w:ilvl w:val="0"/>
          <w:numId w:val="17"/>
        </w:numPr>
        <w:jc w:val="both"/>
        <w:rPr>
          <w:lang w:val="es-CO"/>
        </w:rPr>
      </w:pPr>
      <w:r w:rsidRPr="5D4D7D1A">
        <w:rPr>
          <w:lang w:val="es-CO"/>
        </w:rPr>
        <w:t xml:space="preserve">De no ser procedente la solicitud de </w:t>
      </w:r>
      <w:r w:rsidR="005C57E7" w:rsidRPr="5D4D7D1A">
        <w:rPr>
          <w:lang w:val="es-CO"/>
        </w:rPr>
        <w:t xml:space="preserve">corrección </w:t>
      </w:r>
      <w:r w:rsidRPr="5D4D7D1A">
        <w:rPr>
          <w:lang w:val="es-CO"/>
        </w:rPr>
        <w:t>que se realiza, subsidiariamente solicito se dé trámite a la petición de este memorial como recurso de reposición en los términos del artículo 63 del CPTSS.</w:t>
      </w:r>
    </w:p>
    <w:p w14:paraId="57D8E6CB" w14:textId="69FCDF6C" w:rsidR="00CF4B43" w:rsidRDefault="00CF4B43" w:rsidP="00CF4B43">
      <w:pPr>
        <w:jc w:val="both"/>
        <w:rPr>
          <w:lang w:val="es-CO"/>
        </w:rPr>
      </w:pPr>
    </w:p>
    <w:p w14:paraId="2C64670E" w14:textId="53EC66C2" w:rsidR="00CF4B43" w:rsidRDefault="00673979" w:rsidP="4469A3CE">
      <w:pPr>
        <w:pStyle w:val="Textoindependiente"/>
        <w:rPr>
          <w:sz w:val="22"/>
          <w:szCs w:val="22"/>
          <w:lang w:val="es-CO"/>
        </w:rPr>
      </w:pPr>
      <w:r w:rsidRPr="4469A3CE">
        <w:rPr>
          <w:sz w:val="22"/>
          <w:szCs w:val="22"/>
        </w:rPr>
        <w:t>Del Señor Juez;</w:t>
      </w:r>
    </w:p>
    <w:p w14:paraId="1E82C5E5" w14:textId="2F2F0688" w:rsidR="00033226" w:rsidRDefault="00B462D9" w:rsidP="00CF4B43">
      <w:pPr>
        <w:jc w:val="both"/>
        <w:rPr>
          <w:lang w:val="es-CO"/>
        </w:rPr>
      </w:pPr>
      <w:r>
        <w:rPr>
          <w:noProof/>
          <w:lang w:val="es-CO"/>
        </w:rPr>
        <w:drawing>
          <wp:anchor distT="0" distB="0" distL="114300" distR="114300" simplePos="0" relativeHeight="251658240" behindDoc="0" locked="0" layoutInCell="1" allowOverlap="1" wp14:anchorId="2B05D870" wp14:editId="797817E4">
            <wp:simplePos x="0" y="0"/>
            <wp:positionH relativeFrom="margin">
              <wp:posOffset>-8411</wp:posOffset>
            </wp:positionH>
            <wp:positionV relativeFrom="margin">
              <wp:posOffset>3016250</wp:posOffset>
            </wp:positionV>
            <wp:extent cx="1332982" cy="973255"/>
            <wp:effectExtent l="0" t="0" r="635" b="0"/>
            <wp:wrapNone/>
            <wp:docPr id="12150093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2982" cy="973255"/>
                    </a:xfrm>
                    <a:prstGeom prst="rect">
                      <a:avLst/>
                    </a:prstGeom>
                    <a:noFill/>
                  </pic:spPr>
                </pic:pic>
              </a:graphicData>
            </a:graphic>
            <wp14:sizeRelH relativeFrom="margin">
              <wp14:pctWidth>0</wp14:pctWidth>
            </wp14:sizeRelH>
            <wp14:sizeRelV relativeFrom="margin">
              <wp14:pctHeight>0</wp14:pctHeight>
            </wp14:sizeRelV>
          </wp:anchor>
        </w:drawing>
      </w:r>
    </w:p>
    <w:p w14:paraId="7506E3B7" w14:textId="525EACE9" w:rsidR="00033226" w:rsidRPr="00CF4B43" w:rsidRDefault="00033226" w:rsidP="00CF4B43">
      <w:pPr>
        <w:jc w:val="both"/>
        <w:rPr>
          <w:lang w:val="es-CO"/>
        </w:rPr>
      </w:pPr>
    </w:p>
    <w:p w14:paraId="22D25D2E" w14:textId="303BA26A" w:rsidR="00CF4B43" w:rsidRDefault="00CF4B43" w:rsidP="00CF4B43">
      <w:pPr>
        <w:jc w:val="both"/>
        <w:rPr>
          <w:lang w:val="es-CO"/>
        </w:rPr>
      </w:pPr>
    </w:p>
    <w:p w14:paraId="2C641A30" w14:textId="0E0841F9" w:rsidR="00636E67" w:rsidRDefault="00636E67" w:rsidP="00CF4B43">
      <w:pPr>
        <w:jc w:val="both"/>
        <w:rPr>
          <w:lang w:val="es-CO"/>
        </w:rPr>
      </w:pPr>
    </w:p>
    <w:p w14:paraId="26316358" w14:textId="48E17F75" w:rsidR="00273A1A" w:rsidRDefault="00273A1A" w:rsidP="5D4D7D1A">
      <w:pPr>
        <w:jc w:val="both"/>
        <w:rPr>
          <w:lang w:val="es-CO"/>
        </w:rPr>
      </w:pPr>
    </w:p>
    <w:p w14:paraId="424446DE" w14:textId="77777777" w:rsidR="007D39CB" w:rsidRDefault="007D39CB" w:rsidP="5D4D7D1A">
      <w:pPr>
        <w:jc w:val="both"/>
        <w:rPr>
          <w:lang w:val="es-CO"/>
        </w:rPr>
      </w:pPr>
    </w:p>
    <w:p w14:paraId="6495642D" w14:textId="5B4BAD95" w:rsidR="007D39CB" w:rsidRDefault="007D39CB" w:rsidP="4469A3CE">
      <w:pPr>
        <w:jc w:val="both"/>
        <w:rPr>
          <w:lang w:val="es-CO"/>
        </w:rPr>
      </w:pPr>
    </w:p>
    <w:p w14:paraId="626B220C" w14:textId="28667FF2" w:rsidR="00CF4B43" w:rsidRPr="00273A1A" w:rsidRDefault="00CF4B43" w:rsidP="00CF4B43">
      <w:pPr>
        <w:jc w:val="both"/>
        <w:rPr>
          <w:b/>
          <w:bCs/>
          <w:lang w:val="es-CO"/>
        </w:rPr>
      </w:pPr>
      <w:r w:rsidRPr="00273A1A">
        <w:rPr>
          <w:b/>
          <w:bCs/>
          <w:lang w:val="es-CO"/>
        </w:rPr>
        <w:t>GUSTAVO ALBERTO HERRERA AVILA</w:t>
      </w:r>
    </w:p>
    <w:p w14:paraId="43061747" w14:textId="2F44DDF9" w:rsidR="00CF4B43" w:rsidRPr="00273A1A" w:rsidRDefault="00CF4B43" w:rsidP="00CF4B43">
      <w:pPr>
        <w:jc w:val="both"/>
        <w:rPr>
          <w:b/>
          <w:bCs/>
          <w:lang w:val="es-CO"/>
        </w:rPr>
      </w:pPr>
      <w:r w:rsidRPr="00273A1A">
        <w:rPr>
          <w:b/>
          <w:bCs/>
          <w:lang w:val="es-CO"/>
        </w:rPr>
        <w:t>C.C. No. 19.395.114 de Bogotá D.C.</w:t>
      </w:r>
    </w:p>
    <w:p w14:paraId="6364C7D9" w14:textId="350C6B34" w:rsidR="00CF4B43" w:rsidRPr="00273A1A" w:rsidRDefault="00CF4B43" w:rsidP="00CF4B43">
      <w:pPr>
        <w:jc w:val="both"/>
        <w:rPr>
          <w:b/>
          <w:bCs/>
          <w:lang w:val="es-CO"/>
        </w:rPr>
      </w:pPr>
      <w:r w:rsidRPr="00273A1A">
        <w:rPr>
          <w:b/>
          <w:bCs/>
          <w:lang w:val="es-CO"/>
        </w:rPr>
        <w:t>T.P. No. 39.116 del C.S. del C.S. de la J</w:t>
      </w:r>
      <w:r w:rsidR="00BD0342" w:rsidRPr="00273A1A">
        <w:rPr>
          <w:b/>
          <w:bCs/>
          <w:lang w:val="es-CO"/>
        </w:rPr>
        <w:t>udicatura.</w:t>
      </w:r>
    </w:p>
    <w:p w14:paraId="67B9CD24" w14:textId="7F8BFF0C" w:rsidR="00241FA8" w:rsidRPr="00273A1A" w:rsidRDefault="00241FA8" w:rsidP="00CF4B43">
      <w:pPr>
        <w:jc w:val="both"/>
        <w:rPr>
          <w:b/>
          <w:bCs/>
          <w:lang w:val="es-CO"/>
        </w:rPr>
      </w:pPr>
    </w:p>
    <w:sectPr w:rsidR="00241FA8" w:rsidRPr="00273A1A" w:rsidSect="0056307A">
      <w:headerReference w:type="default" r:id="rId9"/>
      <w:footerReference w:type="default" r:id="rId10"/>
      <w:pgSz w:w="12240" w:h="20160" w:code="5"/>
      <w:pgMar w:top="1985" w:right="1304" w:bottom="2835" w:left="1304" w:header="709" w:footer="624"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3DA95F" w14:textId="77777777" w:rsidR="00950BCF" w:rsidRDefault="00950BCF" w:rsidP="0025591F">
      <w:r>
        <w:separator/>
      </w:r>
    </w:p>
  </w:endnote>
  <w:endnote w:type="continuationSeparator" w:id="0">
    <w:p w14:paraId="60B908EA" w14:textId="77777777" w:rsidR="00950BCF" w:rsidRDefault="00950BCF" w:rsidP="00255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Raleway">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E93B0" w14:textId="77777777" w:rsidR="002A0E83" w:rsidRDefault="002A0E83" w:rsidP="004A356B">
    <w:pPr>
      <w:rPr>
        <w:color w:val="222A35" w:themeColor="text2" w:themeShade="80"/>
      </w:rPr>
    </w:pPr>
    <w:r>
      <w:rPr>
        <w:noProof/>
        <w:color w:val="222A35" w:themeColor="text2" w:themeShade="80"/>
        <w:lang w:val="es-CO" w:eastAsia="es-CO"/>
      </w:rPr>
      <w:drawing>
        <wp:anchor distT="0" distB="0" distL="114300" distR="114300" simplePos="0" relativeHeight="251660288" behindDoc="1" locked="0" layoutInCell="1" allowOverlap="1" wp14:anchorId="413DBE19" wp14:editId="78B29FE4">
          <wp:simplePos x="0" y="0"/>
          <wp:positionH relativeFrom="column">
            <wp:posOffset>4491990</wp:posOffset>
          </wp:positionH>
          <wp:positionV relativeFrom="margin">
            <wp:posOffset>10036810</wp:posOffset>
          </wp:positionV>
          <wp:extent cx="1466850" cy="905510"/>
          <wp:effectExtent l="0" t="0" r="0" b="889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mc:AlternateContent>
        <mc:Choice Requires="wps">
          <w:drawing>
            <wp:anchor distT="0" distB="0" distL="114300" distR="114300" simplePos="0" relativeHeight="251662336" behindDoc="1" locked="0" layoutInCell="1" allowOverlap="1" wp14:anchorId="77ACF3B9" wp14:editId="410EF0D3">
              <wp:simplePos x="0" y="0"/>
              <wp:positionH relativeFrom="margin">
                <wp:posOffset>1899920</wp:posOffset>
              </wp:positionH>
              <wp:positionV relativeFrom="page">
                <wp:posOffset>11361230</wp:posOffset>
              </wp:positionV>
              <wp:extent cx="2727325" cy="733425"/>
              <wp:effectExtent l="0" t="0" r="0" b="0"/>
              <wp:wrapNone/>
              <wp:docPr id="4" name="Rectángulo 4"/>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D01C0D3" w14:textId="77777777" w:rsidR="002A0E83" w:rsidRPr="004A356B" w:rsidRDefault="002A0E83"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 </w:t>
                          </w:r>
                          <w:proofErr w:type="spellStart"/>
                          <w:r w:rsidRPr="004A356B">
                            <w:rPr>
                              <w:rFonts w:ascii="Raleway" w:hAnsi="Raleway"/>
                              <w:color w:val="11213B"/>
                              <w:w w:val="105"/>
                              <w:sz w:val="14"/>
                              <w:szCs w:val="14"/>
                              <w:lang w:val="es-CO"/>
                            </w:rPr>
                            <w:t>Av</w:t>
                          </w:r>
                          <w:proofErr w:type="spellEnd"/>
                          <w:r w:rsidRPr="004A356B">
                            <w:rPr>
                              <w:rFonts w:ascii="Raleway" w:hAnsi="Raleway"/>
                              <w:color w:val="11213B"/>
                              <w:w w:val="105"/>
                              <w:sz w:val="14"/>
                              <w:szCs w:val="14"/>
                              <w:lang w:val="es-CO"/>
                            </w:rPr>
                            <w:t xml:space="preserve"> 6A Bis #35N-100, </w:t>
                          </w:r>
                          <w:proofErr w:type="spellStart"/>
                          <w:r w:rsidRPr="004A356B">
                            <w:rPr>
                              <w:rFonts w:ascii="Raleway" w:hAnsi="Raleway"/>
                              <w:color w:val="11213B"/>
                              <w:w w:val="105"/>
                              <w:sz w:val="14"/>
                              <w:szCs w:val="14"/>
                              <w:lang w:val="es-CO"/>
                            </w:rPr>
                            <w:t>Of</w:t>
                          </w:r>
                          <w:proofErr w:type="spellEnd"/>
                          <w:r w:rsidRPr="004A356B">
                            <w:rPr>
                              <w:rFonts w:ascii="Raleway" w:hAnsi="Raleway"/>
                              <w:color w:val="11213B"/>
                              <w:w w:val="105"/>
                              <w:sz w:val="14"/>
                              <w:szCs w:val="14"/>
                              <w:lang w:val="es-CO"/>
                            </w:rPr>
                            <w:t>.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674F25AF" w14:textId="77777777" w:rsidR="002A0E83" w:rsidRPr="004A356B" w:rsidRDefault="002A0E83" w:rsidP="00416F84">
                          <w:pPr>
                            <w:spacing w:before="10"/>
                            <w:jc w:val="right"/>
                            <w:rPr>
                              <w:rFonts w:ascii="Raleway" w:hAnsi="Raleway"/>
                              <w:color w:val="11213B"/>
                              <w:w w:val="105"/>
                              <w:sz w:val="14"/>
                              <w:szCs w:val="14"/>
                            </w:rPr>
                          </w:pPr>
                          <w:r w:rsidRPr="004A356B">
                            <w:rPr>
                              <w:rFonts w:ascii="Raleway" w:hAnsi="Raleway"/>
                              <w:color w:val="11213B"/>
                              <w:w w:val="105"/>
                              <w:sz w:val="14"/>
                              <w:szCs w:val="14"/>
                            </w:rPr>
                            <w:t xml:space="preserve">Bogotá - Calle 69 No.04-48 </w:t>
                          </w:r>
                          <w:proofErr w:type="spellStart"/>
                          <w:r w:rsidRPr="004A356B">
                            <w:rPr>
                              <w:rFonts w:ascii="Raleway" w:hAnsi="Raleway"/>
                              <w:color w:val="11213B"/>
                              <w:w w:val="105"/>
                              <w:sz w:val="14"/>
                              <w:szCs w:val="14"/>
                            </w:rPr>
                            <w:t>Of</w:t>
                          </w:r>
                          <w:proofErr w:type="spellEnd"/>
                          <w:r w:rsidRPr="004A356B">
                            <w:rPr>
                              <w:rFonts w:ascii="Raleway" w:hAnsi="Raleway"/>
                              <w:color w:val="11213B"/>
                              <w:w w:val="105"/>
                              <w:sz w:val="14"/>
                              <w:szCs w:val="14"/>
                            </w:rPr>
                            <w:t>.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ángulo 4" style="position:absolute;margin-left:149.6pt;margin-top:894.6pt;width:214.75pt;height:57.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spid="_x0000_s1026" filled="f" stroked="f" strokeweight="1pt" w14:anchorId="77ACF3B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">
              <v:textbox>
                <w:txbxContent>
                  <w:p w:rsidRPr="004A356B" w:rsidR="002A0E83" w:rsidP="00416F84" w:rsidRDefault="002A0E83" w14:paraId="1D01C0D3" w14:textId="77777777">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 </w:t>
                    </w:r>
                    <w:proofErr w:type="spellStart"/>
                    <w:r w:rsidRPr="004A356B">
                      <w:rPr>
                        <w:rFonts w:ascii="Raleway" w:hAnsi="Raleway"/>
                        <w:color w:val="11213B"/>
                        <w:w w:val="105"/>
                        <w:sz w:val="14"/>
                        <w:szCs w:val="14"/>
                        <w:lang w:val="es-CO"/>
                      </w:rPr>
                      <w:t>Av</w:t>
                    </w:r>
                    <w:proofErr w:type="spellEnd"/>
                    <w:r w:rsidRPr="004A356B">
                      <w:rPr>
                        <w:rFonts w:ascii="Raleway" w:hAnsi="Raleway"/>
                        <w:color w:val="11213B"/>
                        <w:w w:val="105"/>
                        <w:sz w:val="14"/>
                        <w:szCs w:val="14"/>
                        <w:lang w:val="es-CO"/>
                      </w:rPr>
                      <w:t xml:space="preserve"> 6A Bis #35N-100, </w:t>
                    </w:r>
                    <w:proofErr w:type="spellStart"/>
                    <w:r w:rsidRPr="004A356B">
                      <w:rPr>
                        <w:rFonts w:ascii="Raleway" w:hAnsi="Raleway"/>
                        <w:color w:val="11213B"/>
                        <w:w w:val="105"/>
                        <w:sz w:val="14"/>
                        <w:szCs w:val="14"/>
                        <w:lang w:val="es-CO"/>
                      </w:rPr>
                      <w:t>Of</w:t>
                    </w:r>
                    <w:proofErr w:type="spellEnd"/>
                    <w:r w:rsidRPr="004A356B">
                      <w:rPr>
                        <w:rFonts w:ascii="Raleway" w:hAnsi="Raleway"/>
                        <w:color w:val="11213B"/>
                        <w:w w:val="105"/>
                        <w:sz w:val="14"/>
                        <w:szCs w:val="14"/>
                        <w:lang w:val="es-CO"/>
                      </w:rPr>
                      <w:t>.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rsidRPr="004A356B" w:rsidR="002A0E83" w:rsidP="00416F84" w:rsidRDefault="002A0E83" w14:paraId="674F25AF" w14:textId="77777777">
                    <w:pPr>
                      <w:spacing w:before="10"/>
                      <w:jc w:val="right"/>
                      <w:rPr>
                        <w:rFonts w:ascii="Raleway" w:hAnsi="Raleway"/>
                        <w:color w:val="11213B"/>
                        <w:w w:val="105"/>
                        <w:sz w:val="14"/>
                        <w:szCs w:val="14"/>
                      </w:rPr>
                    </w:pPr>
                    <w:r w:rsidRPr="004A356B">
                      <w:rPr>
                        <w:rFonts w:ascii="Raleway" w:hAnsi="Raleway"/>
                        <w:color w:val="11213B"/>
                        <w:w w:val="105"/>
                        <w:sz w:val="14"/>
                        <w:szCs w:val="14"/>
                      </w:rPr>
                      <w:t xml:space="preserve">Bogotá - Calle 69 No.04-48 </w:t>
                    </w:r>
                    <w:proofErr w:type="spellStart"/>
                    <w:r w:rsidRPr="004A356B">
                      <w:rPr>
                        <w:rFonts w:ascii="Raleway" w:hAnsi="Raleway"/>
                        <w:color w:val="11213B"/>
                        <w:w w:val="105"/>
                        <w:sz w:val="14"/>
                        <w:szCs w:val="14"/>
                      </w:rPr>
                      <w:t>Of</w:t>
                    </w:r>
                    <w:proofErr w:type="spellEnd"/>
                    <w:r w:rsidRPr="004A356B">
                      <w:rPr>
                        <w:rFonts w:ascii="Raleway" w:hAnsi="Raleway"/>
                        <w:color w:val="11213B"/>
                        <w:w w:val="105"/>
                        <w:sz w:val="14"/>
                        <w:szCs w:val="14"/>
                      </w:rPr>
                      <w:t>.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v:textbox>
              <w10:wrap anchorx="margin" anchory="page"/>
            </v:rect>
          </w:pict>
        </mc:Fallback>
      </mc:AlternateContent>
    </w:r>
    <w:r>
      <w:rPr>
        <w:noProof/>
        <w:color w:val="222A35" w:themeColor="text2" w:themeShade="80"/>
        <w:lang w:val="es-CO" w:eastAsia="es-CO"/>
      </w:rPr>
      <w:drawing>
        <wp:anchor distT="0" distB="0" distL="114300" distR="114300" simplePos="0" relativeHeight="251658240" behindDoc="1" locked="0" layoutInCell="1" allowOverlap="1" wp14:anchorId="7539A8CA" wp14:editId="400D3AEE">
          <wp:simplePos x="0" y="0"/>
          <wp:positionH relativeFrom="page">
            <wp:align>left</wp:align>
          </wp:positionH>
          <wp:positionV relativeFrom="page">
            <wp:align>bottom</wp:align>
          </wp:positionV>
          <wp:extent cx="7767778" cy="1868509"/>
          <wp:effectExtent l="0" t="0" r="508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67778" cy="18685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A482A8" w14:textId="77777777" w:rsidR="002A0E83" w:rsidRDefault="002A0E83" w:rsidP="00416F84">
    <w:pPr>
      <w:ind w:left="7080" w:firstLine="708"/>
      <w:rPr>
        <w:color w:val="222A35" w:themeColor="text2" w:themeShade="80"/>
      </w:rPr>
    </w:pPr>
  </w:p>
  <w:p w14:paraId="613537F4" w14:textId="77777777" w:rsidR="002A0E83" w:rsidRDefault="002A0E83" w:rsidP="00416F84">
    <w:pPr>
      <w:ind w:left="7080" w:firstLine="708"/>
      <w:rPr>
        <w:color w:val="222A35" w:themeColor="text2" w:themeShade="80"/>
      </w:rPr>
    </w:pPr>
    <w:r>
      <w:rPr>
        <w:noProof/>
        <w:lang w:val="es-CO" w:eastAsia="es-CO"/>
      </w:rPr>
      <mc:AlternateContent>
        <mc:Choice Requires="wps">
          <w:drawing>
            <wp:anchor distT="0" distB="0" distL="114300" distR="114300" simplePos="0" relativeHeight="251664384" behindDoc="1" locked="0" layoutInCell="1" allowOverlap="1" wp14:anchorId="569A8584" wp14:editId="0100F69E">
              <wp:simplePos x="0" y="0"/>
              <wp:positionH relativeFrom="page">
                <wp:posOffset>199390</wp:posOffset>
              </wp:positionH>
              <wp:positionV relativeFrom="bottomMargin">
                <wp:posOffset>1003138</wp:posOffset>
              </wp:positionV>
              <wp:extent cx="835660" cy="396875"/>
              <wp:effectExtent l="0" t="0" r="0" b="3175"/>
              <wp:wrapNone/>
              <wp:docPr id="5" name="Rectángulo 5"/>
              <wp:cNvGraphicFramePr/>
              <a:graphic xmlns:a="http://schemas.openxmlformats.org/drawingml/2006/main">
                <a:graphicData uri="http://schemas.microsoft.com/office/word/2010/wordprocessingShape">
                  <wps:wsp>
                    <wps:cNvSpPr/>
                    <wps:spPr>
                      <a:xfrm>
                        <a:off x="0" y="0"/>
                        <a:ext cx="835660"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F35A40" w14:textId="28DA1035" w:rsidR="00BD0342" w:rsidRPr="00BD0342" w:rsidRDefault="00BD0342" w:rsidP="00BD0342">
                          <w:pPr>
                            <w:spacing w:before="10"/>
                            <w:jc w:val="right"/>
                            <w:rPr>
                              <w:rFonts w:ascii="Raleway" w:hAnsi="Raleway"/>
                              <w:b/>
                              <w:bCs/>
                              <w:color w:val="FFFFFF" w:themeColor="background1"/>
                              <w:w w:val="105"/>
                              <w:sz w:val="16"/>
                              <w:lang w:val="es-CO"/>
                            </w:rPr>
                          </w:pPr>
                          <w:r>
                            <w:rPr>
                              <w:rFonts w:ascii="Raleway" w:hAnsi="Raleway"/>
                              <w:b/>
                              <w:bCs/>
                              <w:color w:val="FFFFFF" w:themeColor="background1"/>
                              <w:w w:val="105"/>
                              <w:sz w:val="16"/>
                              <w:lang w:val="es-CO"/>
                            </w:rPr>
                            <w:t>LFL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ángulo 5" style="position:absolute;left:0;text-align:left;margin-left:15.7pt;margin-top:79pt;width:65.8pt;height:31.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middle" o:spid="_x0000_s1027" filled="f" stroked="f" strokeweight="1pt" w14:anchorId="569A8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">
              <v:textbox>
                <w:txbxContent>
                  <w:p w:rsidRPr="00BD0342" w:rsidR="00BD0342" w:rsidP="00BD0342" w:rsidRDefault="00BD0342" w14:paraId="0EF35A40" w14:textId="28DA1035">
                    <w:pPr>
                      <w:spacing w:before="10"/>
                      <w:jc w:val="right"/>
                      <w:rPr>
                        <w:rFonts w:ascii="Raleway" w:hAnsi="Raleway"/>
                        <w:b/>
                        <w:bCs/>
                        <w:color w:val="FFFFFF" w:themeColor="background1"/>
                        <w:w w:val="105"/>
                        <w:sz w:val="16"/>
                        <w:lang w:val="es-CO"/>
                      </w:rPr>
                    </w:pPr>
                    <w:r>
                      <w:rPr>
                        <w:rFonts w:ascii="Raleway" w:hAnsi="Raleway"/>
                        <w:b/>
                        <w:bCs/>
                        <w:color w:val="FFFFFF" w:themeColor="background1"/>
                        <w:w w:val="105"/>
                        <w:sz w:val="16"/>
                        <w:lang w:val="es-CO"/>
                      </w:rPr>
                      <w:t>LFL</w:t>
                    </w:r>
                  </w:p>
                </w:txbxContent>
              </v:textbox>
              <w10:wrap anchorx="page" anchory="margin"/>
            </v:rect>
          </w:pict>
        </mc:Fallback>
      </mc:AlternateContent>
    </w:r>
  </w:p>
  <w:p w14:paraId="51B06C13" w14:textId="77777777" w:rsidR="002A0E83" w:rsidRDefault="002A0E83" w:rsidP="004A356B">
    <w:pPr>
      <w:rPr>
        <w:color w:val="222A35" w:themeColor="text2" w:themeShade="80"/>
      </w:rPr>
    </w:pPr>
  </w:p>
  <w:p w14:paraId="782EE5F9" w14:textId="77777777" w:rsidR="002A0E83" w:rsidRPr="00194DAC" w:rsidRDefault="002A0E83" w:rsidP="00E23DED">
    <w:pPr>
      <w:rPr>
        <w:rFonts w:ascii="Raleway" w:hAnsi="Raleway"/>
        <w:b/>
        <w:bCs/>
        <w:color w:val="222A35" w:themeColor="text2" w:themeShade="80"/>
        <w:sz w:val="16"/>
        <w:szCs w:val="16"/>
      </w:rPr>
    </w:pPr>
    <w:r w:rsidRPr="00194DAC">
      <w:rPr>
        <w:rFonts w:ascii="Raleway" w:hAnsi="Raleway"/>
        <w:b/>
        <w:bCs/>
        <w:color w:val="222A35" w:themeColor="text2" w:themeShade="80"/>
        <w:sz w:val="16"/>
        <w:szCs w:val="16"/>
      </w:rPr>
      <w:t xml:space="preserve">                                                                                                                                                                                </w:t>
    </w:r>
    <w:r>
      <w:rPr>
        <w:rFonts w:ascii="Raleway" w:hAnsi="Raleway"/>
        <w:b/>
        <w:bCs/>
        <w:color w:val="222A35" w:themeColor="text2" w:themeShade="80"/>
        <w:sz w:val="16"/>
        <w:szCs w:val="16"/>
      </w:rPr>
      <w:t xml:space="preserve">                       </w:t>
    </w:r>
    <w:r w:rsidRPr="00194DAC">
      <w:rPr>
        <w:rFonts w:ascii="Raleway" w:hAnsi="Raleway"/>
        <w:b/>
        <w:bCs/>
        <w:color w:val="222A35" w:themeColor="text2" w:themeShade="80"/>
        <w:sz w:val="16"/>
        <w:szCs w:val="16"/>
      </w:rPr>
      <w:t xml:space="preserve">  Página </w:t>
    </w:r>
    <w:r w:rsidRPr="00194DAC">
      <w:rPr>
        <w:rFonts w:ascii="Raleway" w:hAnsi="Raleway"/>
        <w:b/>
        <w:bCs/>
        <w:color w:val="222A35" w:themeColor="text2" w:themeShade="80"/>
        <w:sz w:val="16"/>
        <w:szCs w:val="16"/>
      </w:rPr>
      <w:fldChar w:fldCharType="begin"/>
    </w:r>
    <w:r w:rsidRPr="00194DAC">
      <w:rPr>
        <w:rFonts w:ascii="Raleway" w:hAnsi="Raleway"/>
        <w:b/>
        <w:bCs/>
        <w:color w:val="222A35" w:themeColor="text2" w:themeShade="80"/>
        <w:sz w:val="16"/>
        <w:szCs w:val="16"/>
      </w:rPr>
      <w:instrText>PAGE   \* MERGEFORMAT</w:instrText>
    </w:r>
    <w:r w:rsidRPr="00194DAC">
      <w:rPr>
        <w:rFonts w:ascii="Raleway" w:hAnsi="Raleway"/>
        <w:b/>
        <w:bCs/>
        <w:color w:val="222A35" w:themeColor="text2" w:themeShade="80"/>
        <w:sz w:val="16"/>
        <w:szCs w:val="16"/>
      </w:rPr>
      <w:fldChar w:fldCharType="separate"/>
    </w:r>
    <w:r w:rsidR="00781553">
      <w:rPr>
        <w:rFonts w:ascii="Raleway" w:hAnsi="Raleway"/>
        <w:b/>
        <w:bCs/>
        <w:noProof/>
        <w:color w:val="222A35" w:themeColor="text2" w:themeShade="80"/>
        <w:sz w:val="16"/>
        <w:szCs w:val="16"/>
      </w:rPr>
      <w:t>34</w:t>
    </w:r>
    <w:r w:rsidRPr="00194DAC">
      <w:rPr>
        <w:rFonts w:ascii="Raleway" w:hAnsi="Raleway"/>
        <w:b/>
        <w:bCs/>
        <w:color w:val="222A35" w:themeColor="text2" w:themeShade="80"/>
        <w:sz w:val="16"/>
        <w:szCs w:val="16"/>
      </w:rPr>
      <w:fldChar w:fldCharType="end"/>
    </w:r>
    <w:r w:rsidRPr="00194DAC">
      <w:rPr>
        <w:rFonts w:ascii="Raleway" w:hAnsi="Raleway"/>
        <w:b/>
        <w:bCs/>
        <w:color w:val="222A35" w:themeColor="text2" w:themeShade="80"/>
        <w:sz w:val="16"/>
        <w:szCs w:val="16"/>
      </w:rPr>
      <w:t xml:space="preserve"> | </w:t>
    </w:r>
    <w:r w:rsidRPr="00194DAC">
      <w:rPr>
        <w:rFonts w:ascii="Raleway" w:hAnsi="Raleway"/>
        <w:b/>
        <w:bCs/>
        <w:color w:val="222A35" w:themeColor="text2" w:themeShade="80"/>
        <w:sz w:val="16"/>
        <w:szCs w:val="16"/>
      </w:rPr>
      <w:fldChar w:fldCharType="begin"/>
    </w:r>
    <w:r w:rsidRPr="00194DAC">
      <w:rPr>
        <w:rFonts w:ascii="Raleway" w:hAnsi="Raleway"/>
        <w:b/>
        <w:bCs/>
        <w:color w:val="222A35" w:themeColor="text2" w:themeShade="80"/>
        <w:sz w:val="16"/>
        <w:szCs w:val="16"/>
      </w:rPr>
      <w:instrText>NUMPAGES  \* Arabic  \* MERGEFORMAT</w:instrText>
    </w:r>
    <w:r w:rsidRPr="00194DAC">
      <w:rPr>
        <w:rFonts w:ascii="Raleway" w:hAnsi="Raleway"/>
        <w:b/>
        <w:bCs/>
        <w:color w:val="222A35" w:themeColor="text2" w:themeShade="80"/>
        <w:sz w:val="16"/>
        <w:szCs w:val="16"/>
      </w:rPr>
      <w:fldChar w:fldCharType="separate"/>
    </w:r>
    <w:r w:rsidR="00781553">
      <w:rPr>
        <w:rFonts w:ascii="Raleway" w:hAnsi="Raleway"/>
        <w:b/>
        <w:bCs/>
        <w:noProof/>
        <w:color w:val="222A35" w:themeColor="text2" w:themeShade="80"/>
        <w:sz w:val="16"/>
        <w:szCs w:val="16"/>
      </w:rPr>
      <w:t>34</w:t>
    </w:r>
    <w:r w:rsidRPr="00194DAC">
      <w:rPr>
        <w:rFonts w:ascii="Raleway" w:hAnsi="Raleway"/>
        <w:b/>
        <w:bCs/>
        <w:color w:val="222A35" w:themeColor="text2" w:themeShade="80"/>
        <w:sz w:val="16"/>
        <w:szCs w:val="16"/>
      </w:rPr>
      <w:fldChar w:fldCharType="end"/>
    </w:r>
  </w:p>
  <w:p w14:paraId="3A396FD4" w14:textId="77777777" w:rsidR="002A0E83" w:rsidRDefault="002A0E8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0734CF" w14:textId="77777777" w:rsidR="00950BCF" w:rsidRDefault="00950BCF" w:rsidP="0025591F">
      <w:r>
        <w:separator/>
      </w:r>
    </w:p>
  </w:footnote>
  <w:footnote w:type="continuationSeparator" w:id="0">
    <w:p w14:paraId="2D100936" w14:textId="77777777" w:rsidR="00950BCF" w:rsidRDefault="00950BCF" w:rsidP="002559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77B3B" w14:textId="77777777" w:rsidR="002A0E83" w:rsidRDefault="002A0E83">
    <w:pPr>
      <w:pStyle w:val="Encabezado"/>
    </w:pPr>
    <w:r>
      <w:rPr>
        <w:noProof/>
        <w:color w:val="222A35" w:themeColor="text2" w:themeShade="80"/>
        <w:lang w:val="es-CO" w:eastAsia="es-CO"/>
      </w:rPr>
      <w:drawing>
        <wp:anchor distT="0" distB="0" distL="114300" distR="114300" simplePos="0" relativeHeight="251659264" behindDoc="1" locked="0" layoutInCell="1" allowOverlap="1" wp14:anchorId="0E37A589" wp14:editId="07D63F0E">
          <wp:simplePos x="0" y="0"/>
          <wp:positionH relativeFrom="column">
            <wp:posOffset>-242732</wp:posOffset>
          </wp:positionH>
          <wp:positionV relativeFrom="page">
            <wp:posOffset>456565</wp:posOffset>
          </wp:positionV>
          <wp:extent cx="2635250" cy="79692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25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53AE0"/>
    <w:multiLevelType w:val="hybridMultilevel"/>
    <w:tmpl w:val="E95E4682"/>
    <w:lvl w:ilvl="0" w:tplc="580A0011">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 w15:restartNumberingAfterBreak="0">
    <w:nsid w:val="13833A98"/>
    <w:multiLevelType w:val="hybridMultilevel"/>
    <w:tmpl w:val="2A22B21C"/>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 w15:restartNumberingAfterBreak="0">
    <w:nsid w:val="15964D91"/>
    <w:multiLevelType w:val="hybridMultilevel"/>
    <w:tmpl w:val="86CE00A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76D69F2"/>
    <w:multiLevelType w:val="multilevel"/>
    <w:tmpl w:val="5D561BA4"/>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20453E5A"/>
    <w:multiLevelType w:val="hybridMultilevel"/>
    <w:tmpl w:val="97B439DE"/>
    <w:lvl w:ilvl="0" w:tplc="580A0011">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5" w15:restartNumberingAfterBreak="0">
    <w:nsid w:val="218F1472"/>
    <w:multiLevelType w:val="hybridMultilevel"/>
    <w:tmpl w:val="337EE81E"/>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6" w15:restartNumberingAfterBreak="0">
    <w:nsid w:val="26D0434B"/>
    <w:multiLevelType w:val="hybridMultilevel"/>
    <w:tmpl w:val="48A66D94"/>
    <w:lvl w:ilvl="0" w:tplc="63B698C6">
      <w:start w:val="1"/>
      <w:numFmt w:val="decimal"/>
      <w:lvlText w:val="%1."/>
      <w:lvlJc w:val="left"/>
      <w:pPr>
        <w:ind w:left="720" w:hanging="360"/>
      </w:pPr>
      <w:rPr>
        <w:rFonts w:hint="default"/>
        <w:b/>
        <w:i w:val="0"/>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FC43CEA"/>
    <w:multiLevelType w:val="hybridMultilevel"/>
    <w:tmpl w:val="DD0CC254"/>
    <w:lvl w:ilvl="0" w:tplc="A62A139E">
      <w:numFmt w:val="bullet"/>
      <w:lvlText w:val=""/>
      <w:lvlJc w:val="left"/>
      <w:pPr>
        <w:ind w:left="720" w:hanging="360"/>
      </w:pPr>
      <w:rPr>
        <w:rFonts w:ascii="Symbol" w:eastAsia="Arial"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1164EAF"/>
    <w:multiLevelType w:val="hybridMultilevel"/>
    <w:tmpl w:val="2908730A"/>
    <w:lvl w:ilvl="0" w:tplc="AC969DBE">
      <w:numFmt w:val="bullet"/>
      <w:lvlText w:val=""/>
      <w:lvlJc w:val="left"/>
      <w:pPr>
        <w:ind w:left="720" w:hanging="360"/>
      </w:pPr>
      <w:rPr>
        <w:rFonts w:ascii="Symbol" w:eastAsia="Arial" w:hAnsi="Symbol" w:cs="Arial"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83B5E91"/>
    <w:multiLevelType w:val="hybridMultilevel"/>
    <w:tmpl w:val="2416CFE6"/>
    <w:lvl w:ilvl="0" w:tplc="5BB0C800">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0" w15:restartNumberingAfterBreak="0">
    <w:nsid w:val="3C1832E8"/>
    <w:multiLevelType w:val="hybridMultilevel"/>
    <w:tmpl w:val="23A25608"/>
    <w:lvl w:ilvl="0" w:tplc="479A6C4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E1B367D"/>
    <w:multiLevelType w:val="hybridMultilevel"/>
    <w:tmpl w:val="B5AE5E5A"/>
    <w:lvl w:ilvl="0" w:tplc="3F422574">
      <w:start w:val="1"/>
      <w:numFmt w:val="decimal"/>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2" w15:restartNumberingAfterBreak="0">
    <w:nsid w:val="5945024C"/>
    <w:multiLevelType w:val="hybridMultilevel"/>
    <w:tmpl w:val="4ABC96B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613A3F54"/>
    <w:multiLevelType w:val="hybridMultilevel"/>
    <w:tmpl w:val="2B5837F4"/>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4" w15:restartNumberingAfterBreak="0">
    <w:nsid w:val="6CE43451"/>
    <w:multiLevelType w:val="hybridMultilevel"/>
    <w:tmpl w:val="4D88F2A6"/>
    <w:lvl w:ilvl="0" w:tplc="94E82394">
      <w:start w:val="1"/>
      <w:numFmt w:val="decimal"/>
      <w:lvlText w:val="%1."/>
      <w:lvlJc w:val="left"/>
      <w:pPr>
        <w:ind w:left="360" w:hanging="360"/>
      </w:pPr>
      <w:rPr>
        <w:rFonts w:hint="default"/>
        <w:b w:val="0"/>
        <w:bCs w:val="0"/>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70EE3B93"/>
    <w:multiLevelType w:val="multilevel"/>
    <w:tmpl w:val="5988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3D3452E"/>
    <w:multiLevelType w:val="hybridMultilevel"/>
    <w:tmpl w:val="95F2EB4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7" w15:restartNumberingAfterBreak="0">
    <w:nsid w:val="74966A50"/>
    <w:multiLevelType w:val="hybridMultilevel"/>
    <w:tmpl w:val="C36A694E"/>
    <w:lvl w:ilvl="0" w:tplc="240A0001">
      <w:start w:val="1"/>
      <w:numFmt w:val="bullet"/>
      <w:lvlText w:val=""/>
      <w:lvlJc w:val="left"/>
      <w:pPr>
        <w:ind w:left="720" w:hanging="360"/>
      </w:pPr>
      <w:rPr>
        <w:rFonts w:ascii="Symbol" w:hAnsi="Symbo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7A41C241"/>
    <w:multiLevelType w:val="hybridMultilevel"/>
    <w:tmpl w:val="BA18ACEA"/>
    <w:lvl w:ilvl="0" w:tplc="0FF0C20E">
      <w:start w:val="1"/>
      <w:numFmt w:val="bullet"/>
      <w:lvlText w:val="ü"/>
      <w:lvlJc w:val="left"/>
      <w:pPr>
        <w:ind w:left="720" w:hanging="360"/>
      </w:pPr>
      <w:rPr>
        <w:rFonts w:ascii="Wingdings" w:hAnsi="Wingdings" w:hint="default"/>
      </w:rPr>
    </w:lvl>
    <w:lvl w:ilvl="1" w:tplc="05D07F2A">
      <w:start w:val="1"/>
      <w:numFmt w:val="bullet"/>
      <w:lvlText w:val="o"/>
      <w:lvlJc w:val="left"/>
      <w:pPr>
        <w:ind w:left="1440" w:hanging="360"/>
      </w:pPr>
      <w:rPr>
        <w:rFonts w:ascii="Courier New" w:hAnsi="Courier New" w:hint="default"/>
      </w:rPr>
    </w:lvl>
    <w:lvl w:ilvl="2" w:tplc="0792D6AE">
      <w:start w:val="1"/>
      <w:numFmt w:val="bullet"/>
      <w:lvlText w:val=""/>
      <w:lvlJc w:val="left"/>
      <w:pPr>
        <w:ind w:left="2160" w:hanging="360"/>
      </w:pPr>
      <w:rPr>
        <w:rFonts w:ascii="Wingdings" w:hAnsi="Wingdings" w:hint="default"/>
      </w:rPr>
    </w:lvl>
    <w:lvl w:ilvl="3" w:tplc="5296D8A4">
      <w:start w:val="1"/>
      <w:numFmt w:val="bullet"/>
      <w:lvlText w:val=""/>
      <w:lvlJc w:val="left"/>
      <w:pPr>
        <w:ind w:left="2880" w:hanging="360"/>
      </w:pPr>
      <w:rPr>
        <w:rFonts w:ascii="Symbol" w:hAnsi="Symbol" w:hint="default"/>
      </w:rPr>
    </w:lvl>
    <w:lvl w:ilvl="4" w:tplc="A412D264">
      <w:start w:val="1"/>
      <w:numFmt w:val="bullet"/>
      <w:lvlText w:val="o"/>
      <w:lvlJc w:val="left"/>
      <w:pPr>
        <w:ind w:left="3600" w:hanging="360"/>
      </w:pPr>
      <w:rPr>
        <w:rFonts w:ascii="Courier New" w:hAnsi="Courier New" w:hint="default"/>
      </w:rPr>
    </w:lvl>
    <w:lvl w:ilvl="5" w:tplc="E5D0166E">
      <w:start w:val="1"/>
      <w:numFmt w:val="bullet"/>
      <w:lvlText w:val=""/>
      <w:lvlJc w:val="left"/>
      <w:pPr>
        <w:ind w:left="4320" w:hanging="360"/>
      </w:pPr>
      <w:rPr>
        <w:rFonts w:ascii="Wingdings" w:hAnsi="Wingdings" w:hint="default"/>
      </w:rPr>
    </w:lvl>
    <w:lvl w:ilvl="6" w:tplc="C8D4FCCA">
      <w:start w:val="1"/>
      <w:numFmt w:val="bullet"/>
      <w:lvlText w:val=""/>
      <w:lvlJc w:val="left"/>
      <w:pPr>
        <w:ind w:left="5040" w:hanging="360"/>
      </w:pPr>
      <w:rPr>
        <w:rFonts w:ascii="Symbol" w:hAnsi="Symbol" w:hint="default"/>
      </w:rPr>
    </w:lvl>
    <w:lvl w:ilvl="7" w:tplc="75FCC97E">
      <w:start w:val="1"/>
      <w:numFmt w:val="bullet"/>
      <w:lvlText w:val="o"/>
      <w:lvlJc w:val="left"/>
      <w:pPr>
        <w:ind w:left="5760" w:hanging="360"/>
      </w:pPr>
      <w:rPr>
        <w:rFonts w:ascii="Courier New" w:hAnsi="Courier New" w:hint="default"/>
      </w:rPr>
    </w:lvl>
    <w:lvl w:ilvl="8" w:tplc="8556B872">
      <w:start w:val="1"/>
      <w:numFmt w:val="bullet"/>
      <w:lvlText w:val=""/>
      <w:lvlJc w:val="left"/>
      <w:pPr>
        <w:ind w:left="6480" w:hanging="360"/>
      </w:pPr>
      <w:rPr>
        <w:rFonts w:ascii="Wingdings" w:hAnsi="Wingdings" w:hint="default"/>
      </w:rPr>
    </w:lvl>
  </w:abstractNum>
  <w:abstractNum w:abstractNumId="19" w15:restartNumberingAfterBreak="0">
    <w:nsid w:val="7B84398B"/>
    <w:multiLevelType w:val="hybridMultilevel"/>
    <w:tmpl w:val="2ED04CBC"/>
    <w:lvl w:ilvl="0" w:tplc="5E2640EC">
      <w:numFmt w:val="bullet"/>
      <w:lvlText w:val=""/>
      <w:lvlJc w:val="left"/>
      <w:pPr>
        <w:ind w:left="720" w:hanging="360"/>
      </w:pPr>
      <w:rPr>
        <w:rFonts w:ascii="Symbol" w:eastAsia="Arial" w:hAnsi="Symbol" w:cs="Arial"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291400771">
    <w:abstractNumId w:val="10"/>
  </w:num>
  <w:num w:numId="2" w16cid:durableId="1985545298">
    <w:abstractNumId w:val="14"/>
  </w:num>
  <w:num w:numId="3" w16cid:durableId="519046036">
    <w:abstractNumId w:val="12"/>
  </w:num>
  <w:num w:numId="4" w16cid:durableId="423495543">
    <w:abstractNumId w:val="3"/>
  </w:num>
  <w:num w:numId="5" w16cid:durableId="1458179988">
    <w:abstractNumId w:val="18"/>
  </w:num>
  <w:num w:numId="6" w16cid:durableId="194080335">
    <w:abstractNumId w:val="15"/>
  </w:num>
  <w:num w:numId="7" w16cid:durableId="2022588510">
    <w:abstractNumId w:val="2"/>
  </w:num>
  <w:num w:numId="8" w16cid:durableId="624625526">
    <w:abstractNumId w:val="6"/>
  </w:num>
  <w:num w:numId="9" w16cid:durableId="1598708420">
    <w:abstractNumId w:val="17"/>
  </w:num>
  <w:num w:numId="10" w16cid:durableId="813831589">
    <w:abstractNumId w:val="7"/>
  </w:num>
  <w:num w:numId="11" w16cid:durableId="1008945840">
    <w:abstractNumId w:val="19"/>
  </w:num>
  <w:num w:numId="12" w16cid:durableId="2107800311">
    <w:abstractNumId w:val="8"/>
  </w:num>
  <w:num w:numId="13" w16cid:durableId="1639147012">
    <w:abstractNumId w:val="13"/>
  </w:num>
  <w:num w:numId="14" w16cid:durableId="1993216609">
    <w:abstractNumId w:val="11"/>
  </w:num>
  <w:num w:numId="15" w16cid:durableId="1032344261">
    <w:abstractNumId w:val="4"/>
  </w:num>
  <w:num w:numId="16" w16cid:durableId="317996063">
    <w:abstractNumId w:val="9"/>
  </w:num>
  <w:num w:numId="17" w16cid:durableId="775825984">
    <w:abstractNumId w:val="0"/>
  </w:num>
  <w:num w:numId="18" w16cid:durableId="1075011613">
    <w:abstractNumId w:val="16"/>
  </w:num>
  <w:num w:numId="19" w16cid:durableId="477844049">
    <w:abstractNumId w:val="5"/>
  </w:num>
  <w:num w:numId="20" w16cid:durableId="999700487">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s-ES" w:vendorID="64" w:dllVersion="0" w:nlCheck="1" w:checkStyle="0"/>
  <w:activeWritingStyle w:appName="MSWord" w:lang="es-CO" w:vendorID="64" w:dllVersion="0" w:nlCheck="1" w:checkStyle="0"/>
  <w:activeWritingStyle w:appName="MSWord" w:lang="es-ES_tradnl" w:vendorID="64" w:dllVersion="0" w:nlCheck="1" w:checkStyle="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8A6"/>
    <w:rsid w:val="00015B7F"/>
    <w:rsid w:val="00017161"/>
    <w:rsid w:val="00025257"/>
    <w:rsid w:val="0003111F"/>
    <w:rsid w:val="00033226"/>
    <w:rsid w:val="00037925"/>
    <w:rsid w:val="00042C89"/>
    <w:rsid w:val="00047BAF"/>
    <w:rsid w:val="000740E1"/>
    <w:rsid w:val="00092329"/>
    <w:rsid w:val="00096BEE"/>
    <w:rsid w:val="000A1E40"/>
    <w:rsid w:val="000A3B2A"/>
    <w:rsid w:val="000B197E"/>
    <w:rsid w:val="000C2815"/>
    <w:rsid w:val="000D7812"/>
    <w:rsid w:val="000F7E5F"/>
    <w:rsid w:val="000F7FBA"/>
    <w:rsid w:val="0010501C"/>
    <w:rsid w:val="00117E07"/>
    <w:rsid w:val="00124C17"/>
    <w:rsid w:val="00125D94"/>
    <w:rsid w:val="00134CE3"/>
    <w:rsid w:val="00141C58"/>
    <w:rsid w:val="0014727F"/>
    <w:rsid w:val="00155965"/>
    <w:rsid w:val="00160B8B"/>
    <w:rsid w:val="00164895"/>
    <w:rsid w:val="00171FF7"/>
    <w:rsid w:val="00175D00"/>
    <w:rsid w:val="001843BE"/>
    <w:rsid w:val="0019186F"/>
    <w:rsid w:val="001925A0"/>
    <w:rsid w:val="0019323D"/>
    <w:rsid w:val="00194CDD"/>
    <w:rsid w:val="00194DAC"/>
    <w:rsid w:val="00195D9E"/>
    <w:rsid w:val="0019638F"/>
    <w:rsid w:val="001A3826"/>
    <w:rsid w:val="001B287D"/>
    <w:rsid w:val="001B614D"/>
    <w:rsid w:val="001B670A"/>
    <w:rsid w:val="001C397E"/>
    <w:rsid w:val="001D2EED"/>
    <w:rsid w:val="001D3B0D"/>
    <w:rsid w:val="001D5B5B"/>
    <w:rsid w:val="001D6556"/>
    <w:rsid w:val="001E2422"/>
    <w:rsid w:val="001E6F85"/>
    <w:rsid w:val="001F033B"/>
    <w:rsid w:val="001F5F21"/>
    <w:rsid w:val="0020097C"/>
    <w:rsid w:val="0020763B"/>
    <w:rsid w:val="00217F0D"/>
    <w:rsid w:val="00224AF2"/>
    <w:rsid w:val="00233353"/>
    <w:rsid w:val="00234F3F"/>
    <w:rsid w:val="00241FA8"/>
    <w:rsid w:val="0024636F"/>
    <w:rsid w:val="0024745E"/>
    <w:rsid w:val="002504ED"/>
    <w:rsid w:val="00254E27"/>
    <w:rsid w:val="0025591F"/>
    <w:rsid w:val="00255CDD"/>
    <w:rsid w:val="00256179"/>
    <w:rsid w:val="00262E39"/>
    <w:rsid w:val="002638D8"/>
    <w:rsid w:val="00267DDC"/>
    <w:rsid w:val="002730D6"/>
    <w:rsid w:val="00273A1A"/>
    <w:rsid w:val="002778BE"/>
    <w:rsid w:val="002815C3"/>
    <w:rsid w:val="00281D90"/>
    <w:rsid w:val="00282582"/>
    <w:rsid w:val="00290DC0"/>
    <w:rsid w:val="00295C7B"/>
    <w:rsid w:val="002A0345"/>
    <w:rsid w:val="002A0E83"/>
    <w:rsid w:val="002A4816"/>
    <w:rsid w:val="002A51DF"/>
    <w:rsid w:val="002B5E76"/>
    <w:rsid w:val="002D1E9F"/>
    <w:rsid w:val="002D2429"/>
    <w:rsid w:val="002D5DF1"/>
    <w:rsid w:val="002D738B"/>
    <w:rsid w:val="00316B24"/>
    <w:rsid w:val="00324592"/>
    <w:rsid w:val="0032772D"/>
    <w:rsid w:val="003338F8"/>
    <w:rsid w:val="003459F4"/>
    <w:rsid w:val="003502BE"/>
    <w:rsid w:val="00351F30"/>
    <w:rsid w:val="00353386"/>
    <w:rsid w:val="00375AFE"/>
    <w:rsid w:val="003848F8"/>
    <w:rsid w:val="00385C84"/>
    <w:rsid w:val="003877AC"/>
    <w:rsid w:val="00391290"/>
    <w:rsid w:val="003A0FF7"/>
    <w:rsid w:val="003A7085"/>
    <w:rsid w:val="003B0E59"/>
    <w:rsid w:val="003B6729"/>
    <w:rsid w:val="003B7BCF"/>
    <w:rsid w:val="003C2609"/>
    <w:rsid w:val="003C5BCE"/>
    <w:rsid w:val="003E0A0A"/>
    <w:rsid w:val="003F0AC0"/>
    <w:rsid w:val="003F26B0"/>
    <w:rsid w:val="003F7D77"/>
    <w:rsid w:val="004162BF"/>
    <w:rsid w:val="004166F1"/>
    <w:rsid w:val="00416F84"/>
    <w:rsid w:val="0042497F"/>
    <w:rsid w:val="00425A98"/>
    <w:rsid w:val="00446A80"/>
    <w:rsid w:val="00447C30"/>
    <w:rsid w:val="004627C1"/>
    <w:rsid w:val="004642F2"/>
    <w:rsid w:val="00470810"/>
    <w:rsid w:val="00472B99"/>
    <w:rsid w:val="00475438"/>
    <w:rsid w:val="00481FF2"/>
    <w:rsid w:val="004876D5"/>
    <w:rsid w:val="00493003"/>
    <w:rsid w:val="004975C7"/>
    <w:rsid w:val="004A1512"/>
    <w:rsid w:val="004A2D61"/>
    <w:rsid w:val="004A356B"/>
    <w:rsid w:val="004A433B"/>
    <w:rsid w:val="004A67CE"/>
    <w:rsid w:val="004B6DC9"/>
    <w:rsid w:val="004C01CE"/>
    <w:rsid w:val="004C272A"/>
    <w:rsid w:val="004C4D13"/>
    <w:rsid w:val="00504B52"/>
    <w:rsid w:val="00505F3C"/>
    <w:rsid w:val="00524E71"/>
    <w:rsid w:val="00527798"/>
    <w:rsid w:val="00532285"/>
    <w:rsid w:val="00533F05"/>
    <w:rsid w:val="00537900"/>
    <w:rsid w:val="00543F6F"/>
    <w:rsid w:val="00551202"/>
    <w:rsid w:val="00556499"/>
    <w:rsid w:val="0056307A"/>
    <w:rsid w:val="00575398"/>
    <w:rsid w:val="0058681D"/>
    <w:rsid w:val="005A3F2C"/>
    <w:rsid w:val="005B01A0"/>
    <w:rsid w:val="005B5137"/>
    <w:rsid w:val="005C57E7"/>
    <w:rsid w:val="005D7117"/>
    <w:rsid w:val="005E3F2B"/>
    <w:rsid w:val="0060252B"/>
    <w:rsid w:val="00611B81"/>
    <w:rsid w:val="00616ED1"/>
    <w:rsid w:val="0062220A"/>
    <w:rsid w:val="00636E67"/>
    <w:rsid w:val="00637020"/>
    <w:rsid w:val="00645046"/>
    <w:rsid w:val="00647ECA"/>
    <w:rsid w:val="00671170"/>
    <w:rsid w:val="00673979"/>
    <w:rsid w:val="00680E23"/>
    <w:rsid w:val="006C039E"/>
    <w:rsid w:val="006C4203"/>
    <w:rsid w:val="006D3BA2"/>
    <w:rsid w:val="006D4E88"/>
    <w:rsid w:val="006D6B1A"/>
    <w:rsid w:val="006F3F7B"/>
    <w:rsid w:val="006F5193"/>
    <w:rsid w:val="006F56F3"/>
    <w:rsid w:val="007002B1"/>
    <w:rsid w:val="00702302"/>
    <w:rsid w:val="00715F9B"/>
    <w:rsid w:val="00734423"/>
    <w:rsid w:val="00745EC6"/>
    <w:rsid w:val="00766AAA"/>
    <w:rsid w:val="007677F8"/>
    <w:rsid w:val="0077654D"/>
    <w:rsid w:val="00777DC8"/>
    <w:rsid w:val="00781553"/>
    <w:rsid w:val="00786FD0"/>
    <w:rsid w:val="007928BE"/>
    <w:rsid w:val="00793C8E"/>
    <w:rsid w:val="007941D5"/>
    <w:rsid w:val="0079597E"/>
    <w:rsid w:val="007A119C"/>
    <w:rsid w:val="007B1019"/>
    <w:rsid w:val="007C1A65"/>
    <w:rsid w:val="007D39CB"/>
    <w:rsid w:val="007F3AF5"/>
    <w:rsid w:val="007F5319"/>
    <w:rsid w:val="007F632D"/>
    <w:rsid w:val="007F6A39"/>
    <w:rsid w:val="00800209"/>
    <w:rsid w:val="00813925"/>
    <w:rsid w:val="0081637F"/>
    <w:rsid w:val="008208F8"/>
    <w:rsid w:val="00822039"/>
    <w:rsid w:val="00833930"/>
    <w:rsid w:val="0083692B"/>
    <w:rsid w:val="00841789"/>
    <w:rsid w:val="00852E86"/>
    <w:rsid w:val="008626CE"/>
    <w:rsid w:val="00881E64"/>
    <w:rsid w:val="008830A7"/>
    <w:rsid w:val="008A3EE5"/>
    <w:rsid w:val="008A64A4"/>
    <w:rsid w:val="008B5361"/>
    <w:rsid w:val="008B6691"/>
    <w:rsid w:val="008C03FB"/>
    <w:rsid w:val="008C6186"/>
    <w:rsid w:val="008E4E08"/>
    <w:rsid w:val="008F1E2F"/>
    <w:rsid w:val="009115BB"/>
    <w:rsid w:val="00916030"/>
    <w:rsid w:val="009235E9"/>
    <w:rsid w:val="00933574"/>
    <w:rsid w:val="0094520F"/>
    <w:rsid w:val="00947F1A"/>
    <w:rsid w:val="00950A75"/>
    <w:rsid w:val="00950BCF"/>
    <w:rsid w:val="00952199"/>
    <w:rsid w:val="009836F9"/>
    <w:rsid w:val="00984876"/>
    <w:rsid w:val="009933DC"/>
    <w:rsid w:val="00997240"/>
    <w:rsid w:val="00997C0E"/>
    <w:rsid w:val="009A2D1D"/>
    <w:rsid w:val="009A76F0"/>
    <w:rsid w:val="009B2751"/>
    <w:rsid w:val="009B7B1B"/>
    <w:rsid w:val="009C2988"/>
    <w:rsid w:val="009C306D"/>
    <w:rsid w:val="009C3100"/>
    <w:rsid w:val="009D7236"/>
    <w:rsid w:val="009E567D"/>
    <w:rsid w:val="009F4A63"/>
    <w:rsid w:val="00A073BF"/>
    <w:rsid w:val="00A16CD6"/>
    <w:rsid w:val="00A21FC0"/>
    <w:rsid w:val="00A518C7"/>
    <w:rsid w:val="00A65978"/>
    <w:rsid w:val="00A82285"/>
    <w:rsid w:val="00A86A6B"/>
    <w:rsid w:val="00A877E6"/>
    <w:rsid w:val="00A976EF"/>
    <w:rsid w:val="00AA3D4D"/>
    <w:rsid w:val="00AB13E7"/>
    <w:rsid w:val="00AB2E19"/>
    <w:rsid w:val="00AB3A2C"/>
    <w:rsid w:val="00AB73D9"/>
    <w:rsid w:val="00AC53B5"/>
    <w:rsid w:val="00AD03AA"/>
    <w:rsid w:val="00AD23BF"/>
    <w:rsid w:val="00B10BE8"/>
    <w:rsid w:val="00B15153"/>
    <w:rsid w:val="00B20189"/>
    <w:rsid w:val="00B44E10"/>
    <w:rsid w:val="00B462D9"/>
    <w:rsid w:val="00B47D8E"/>
    <w:rsid w:val="00B5048F"/>
    <w:rsid w:val="00B50987"/>
    <w:rsid w:val="00B512C4"/>
    <w:rsid w:val="00B54DCC"/>
    <w:rsid w:val="00B56C22"/>
    <w:rsid w:val="00B666A6"/>
    <w:rsid w:val="00B72756"/>
    <w:rsid w:val="00B772C9"/>
    <w:rsid w:val="00B91865"/>
    <w:rsid w:val="00B94089"/>
    <w:rsid w:val="00BA229C"/>
    <w:rsid w:val="00BA33E1"/>
    <w:rsid w:val="00BB7105"/>
    <w:rsid w:val="00BC4155"/>
    <w:rsid w:val="00BC5F7E"/>
    <w:rsid w:val="00BC6006"/>
    <w:rsid w:val="00BD0342"/>
    <w:rsid w:val="00BD3B23"/>
    <w:rsid w:val="00BD4873"/>
    <w:rsid w:val="00BD55D3"/>
    <w:rsid w:val="00BE6214"/>
    <w:rsid w:val="00BF1A90"/>
    <w:rsid w:val="00BF22EC"/>
    <w:rsid w:val="00BF56A7"/>
    <w:rsid w:val="00C1215A"/>
    <w:rsid w:val="00C1595A"/>
    <w:rsid w:val="00C2020F"/>
    <w:rsid w:val="00C34FD6"/>
    <w:rsid w:val="00C364EC"/>
    <w:rsid w:val="00C53500"/>
    <w:rsid w:val="00C632EA"/>
    <w:rsid w:val="00C70FF5"/>
    <w:rsid w:val="00C74781"/>
    <w:rsid w:val="00C812F5"/>
    <w:rsid w:val="00C8717F"/>
    <w:rsid w:val="00CA2AB5"/>
    <w:rsid w:val="00CB158E"/>
    <w:rsid w:val="00CB5F37"/>
    <w:rsid w:val="00CD34D1"/>
    <w:rsid w:val="00CE08A6"/>
    <w:rsid w:val="00CE55F0"/>
    <w:rsid w:val="00CF4B43"/>
    <w:rsid w:val="00CF4FE7"/>
    <w:rsid w:val="00D0149A"/>
    <w:rsid w:val="00D03B0E"/>
    <w:rsid w:val="00D23888"/>
    <w:rsid w:val="00D23A48"/>
    <w:rsid w:val="00D67102"/>
    <w:rsid w:val="00D7572A"/>
    <w:rsid w:val="00DA625A"/>
    <w:rsid w:val="00DA6FD2"/>
    <w:rsid w:val="00DB51E1"/>
    <w:rsid w:val="00DB7350"/>
    <w:rsid w:val="00DD143B"/>
    <w:rsid w:val="00DD2366"/>
    <w:rsid w:val="00DD6EE6"/>
    <w:rsid w:val="00E01BBF"/>
    <w:rsid w:val="00E10228"/>
    <w:rsid w:val="00E14D6E"/>
    <w:rsid w:val="00E23DED"/>
    <w:rsid w:val="00E37A84"/>
    <w:rsid w:val="00E43BA7"/>
    <w:rsid w:val="00E63CC0"/>
    <w:rsid w:val="00E647FF"/>
    <w:rsid w:val="00E66F50"/>
    <w:rsid w:val="00E67B3A"/>
    <w:rsid w:val="00E715E9"/>
    <w:rsid w:val="00E71A9B"/>
    <w:rsid w:val="00E936C8"/>
    <w:rsid w:val="00E9735E"/>
    <w:rsid w:val="00EA2306"/>
    <w:rsid w:val="00EB06B6"/>
    <w:rsid w:val="00EB4946"/>
    <w:rsid w:val="00EB659C"/>
    <w:rsid w:val="00EC1DAC"/>
    <w:rsid w:val="00EC434B"/>
    <w:rsid w:val="00EC4CE4"/>
    <w:rsid w:val="00EC635A"/>
    <w:rsid w:val="00EE40E3"/>
    <w:rsid w:val="00EF26D8"/>
    <w:rsid w:val="00F12772"/>
    <w:rsid w:val="00F22DE7"/>
    <w:rsid w:val="00F37C4B"/>
    <w:rsid w:val="00F55504"/>
    <w:rsid w:val="00F62506"/>
    <w:rsid w:val="00F643E8"/>
    <w:rsid w:val="00F64EED"/>
    <w:rsid w:val="00F9364E"/>
    <w:rsid w:val="00F95354"/>
    <w:rsid w:val="00F95A82"/>
    <w:rsid w:val="00FA4FFB"/>
    <w:rsid w:val="00FA5617"/>
    <w:rsid w:val="00FC621E"/>
    <w:rsid w:val="00FD3DAB"/>
    <w:rsid w:val="00FD4354"/>
    <w:rsid w:val="00FE10B5"/>
    <w:rsid w:val="00FE5E2E"/>
    <w:rsid w:val="00FF10F9"/>
    <w:rsid w:val="00FF7CCF"/>
    <w:rsid w:val="012B2F5E"/>
    <w:rsid w:val="02298138"/>
    <w:rsid w:val="03390925"/>
    <w:rsid w:val="03AF1B5C"/>
    <w:rsid w:val="04B3CBD4"/>
    <w:rsid w:val="059760D6"/>
    <w:rsid w:val="0630D4A7"/>
    <w:rsid w:val="071D4CDC"/>
    <w:rsid w:val="07B39670"/>
    <w:rsid w:val="08302AFE"/>
    <w:rsid w:val="08D4E4E6"/>
    <w:rsid w:val="08E6D32C"/>
    <w:rsid w:val="092BCDAA"/>
    <w:rsid w:val="09DDC3EB"/>
    <w:rsid w:val="09DFB143"/>
    <w:rsid w:val="0AD90F3C"/>
    <w:rsid w:val="0BF561C7"/>
    <w:rsid w:val="0C706443"/>
    <w:rsid w:val="0C97AAB0"/>
    <w:rsid w:val="0E59C36F"/>
    <w:rsid w:val="0E5AB282"/>
    <w:rsid w:val="0E74AE5F"/>
    <w:rsid w:val="10701286"/>
    <w:rsid w:val="1143D566"/>
    <w:rsid w:val="123EEBFA"/>
    <w:rsid w:val="12DFA5C7"/>
    <w:rsid w:val="13141F19"/>
    <w:rsid w:val="1513EAF7"/>
    <w:rsid w:val="196D1884"/>
    <w:rsid w:val="19904645"/>
    <w:rsid w:val="1A430D0D"/>
    <w:rsid w:val="1BB33E16"/>
    <w:rsid w:val="1BFF6273"/>
    <w:rsid w:val="1D949F0B"/>
    <w:rsid w:val="20784618"/>
    <w:rsid w:val="21B32360"/>
    <w:rsid w:val="222BE12F"/>
    <w:rsid w:val="222F4390"/>
    <w:rsid w:val="23C7D91C"/>
    <w:rsid w:val="249CD592"/>
    <w:rsid w:val="24E06892"/>
    <w:rsid w:val="252CCC30"/>
    <w:rsid w:val="25E7A981"/>
    <w:rsid w:val="2681491F"/>
    <w:rsid w:val="26B2F060"/>
    <w:rsid w:val="26CA0013"/>
    <w:rsid w:val="27442C9E"/>
    <w:rsid w:val="274C9E16"/>
    <w:rsid w:val="275AABCC"/>
    <w:rsid w:val="28D9940C"/>
    <w:rsid w:val="2A4E9D03"/>
    <w:rsid w:val="2D91015C"/>
    <w:rsid w:val="2EEC56B3"/>
    <w:rsid w:val="30043FF9"/>
    <w:rsid w:val="31678C00"/>
    <w:rsid w:val="33496ADF"/>
    <w:rsid w:val="3373659E"/>
    <w:rsid w:val="33BDFCAF"/>
    <w:rsid w:val="33D1DAEE"/>
    <w:rsid w:val="35238777"/>
    <w:rsid w:val="3586A3A8"/>
    <w:rsid w:val="369933FE"/>
    <w:rsid w:val="37F92ADF"/>
    <w:rsid w:val="38D95F01"/>
    <w:rsid w:val="3955C9E0"/>
    <w:rsid w:val="3991F9E2"/>
    <w:rsid w:val="3AA37295"/>
    <w:rsid w:val="3AFCDAC4"/>
    <w:rsid w:val="3B6E490D"/>
    <w:rsid w:val="3C3F8D26"/>
    <w:rsid w:val="3DA65402"/>
    <w:rsid w:val="3E46177D"/>
    <w:rsid w:val="3E89001A"/>
    <w:rsid w:val="3EBDAB25"/>
    <w:rsid w:val="3FAA7B2A"/>
    <w:rsid w:val="3FE1E7AA"/>
    <w:rsid w:val="41C9A932"/>
    <w:rsid w:val="4228D3AE"/>
    <w:rsid w:val="4436AB5A"/>
    <w:rsid w:val="4469A3CE"/>
    <w:rsid w:val="4517AAB4"/>
    <w:rsid w:val="4566927E"/>
    <w:rsid w:val="45977FFD"/>
    <w:rsid w:val="460E76FB"/>
    <w:rsid w:val="480C60DF"/>
    <w:rsid w:val="487A8CA7"/>
    <w:rsid w:val="48BEE207"/>
    <w:rsid w:val="49021F4B"/>
    <w:rsid w:val="4B7A1E84"/>
    <w:rsid w:val="4CF976DE"/>
    <w:rsid w:val="4D239A33"/>
    <w:rsid w:val="4EF104B3"/>
    <w:rsid w:val="4F2E0298"/>
    <w:rsid w:val="4FCF9AA3"/>
    <w:rsid w:val="5158D84E"/>
    <w:rsid w:val="51F917C5"/>
    <w:rsid w:val="5241E7C9"/>
    <w:rsid w:val="5243F136"/>
    <w:rsid w:val="52E47EF1"/>
    <w:rsid w:val="54D9957C"/>
    <w:rsid w:val="556C3B99"/>
    <w:rsid w:val="56022D4C"/>
    <w:rsid w:val="566B4DBD"/>
    <w:rsid w:val="56CB0B3F"/>
    <w:rsid w:val="5749ACF5"/>
    <w:rsid w:val="57830D32"/>
    <w:rsid w:val="582746CF"/>
    <w:rsid w:val="58419B94"/>
    <w:rsid w:val="58438C01"/>
    <w:rsid w:val="58FC115E"/>
    <w:rsid w:val="5A80A458"/>
    <w:rsid w:val="5C149419"/>
    <w:rsid w:val="5C4D115A"/>
    <w:rsid w:val="5CE74129"/>
    <w:rsid w:val="5D4D7D1A"/>
    <w:rsid w:val="5D7B1933"/>
    <w:rsid w:val="5DF57248"/>
    <w:rsid w:val="5E8C771E"/>
    <w:rsid w:val="5FEC4B20"/>
    <w:rsid w:val="60205031"/>
    <w:rsid w:val="6147BE23"/>
    <w:rsid w:val="62A42057"/>
    <w:rsid w:val="63671D17"/>
    <w:rsid w:val="63740003"/>
    <w:rsid w:val="6447ABD8"/>
    <w:rsid w:val="64DC6A60"/>
    <w:rsid w:val="659DDA14"/>
    <w:rsid w:val="65F91973"/>
    <w:rsid w:val="6602B473"/>
    <w:rsid w:val="6638D771"/>
    <w:rsid w:val="667C9E95"/>
    <w:rsid w:val="6690480F"/>
    <w:rsid w:val="6709571B"/>
    <w:rsid w:val="6859470D"/>
    <w:rsid w:val="6873A0AC"/>
    <w:rsid w:val="68A2CC35"/>
    <w:rsid w:val="69031B97"/>
    <w:rsid w:val="6974D492"/>
    <w:rsid w:val="6CF582AC"/>
    <w:rsid w:val="7132D7E7"/>
    <w:rsid w:val="71406857"/>
    <w:rsid w:val="72626673"/>
    <w:rsid w:val="72EAD548"/>
    <w:rsid w:val="73837F49"/>
    <w:rsid w:val="749F2207"/>
    <w:rsid w:val="74AC787D"/>
    <w:rsid w:val="74C0B56B"/>
    <w:rsid w:val="75531C2E"/>
    <w:rsid w:val="7637B4EB"/>
    <w:rsid w:val="788FAB7C"/>
    <w:rsid w:val="79AA1C8F"/>
    <w:rsid w:val="7A43FFCE"/>
    <w:rsid w:val="7A674734"/>
    <w:rsid w:val="7B7FA5E2"/>
    <w:rsid w:val="7B8C0B9F"/>
    <w:rsid w:val="7C931753"/>
    <w:rsid w:val="7D1B7643"/>
    <w:rsid w:val="7D9375D9"/>
    <w:rsid w:val="7E73C055"/>
    <w:rsid w:val="7EDF4C7E"/>
    <w:rsid w:val="7FE04D97"/>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7B7980"/>
  <w15:chartTrackingRefBased/>
  <w15:docId w15:val="{17DB95AC-96EB-4DFC-BF21-9B9865498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E83"/>
    <w:pPr>
      <w:widowControl w:val="0"/>
      <w:autoSpaceDE w:val="0"/>
      <w:autoSpaceDN w:val="0"/>
      <w:spacing w:after="0" w:line="240" w:lineRule="auto"/>
    </w:pPr>
    <w:rPr>
      <w:rFonts w:ascii="Arial" w:eastAsia="Arial" w:hAnsi="Arial" w:cs="Arial"/>
      <w:lang w:val="es-ES"/>
    </w:rPr>
  </w:style>
  <w:style w:type="paragraph" w:styleId="Ttulo1">
    <w:name w:val="heading 1"/>
    <w:basedOn w:val="Normal"/>
    <w:link w:val="Ttulo1Car"/>
    <w:uiPriority w:val="9"/>
    <w:qFormat/>
    <w:rsid w:val="002B5E76"/>
    <w:pPr>
      <w:ind w:left="821"/>
      <w:outlineLvl w:val="0"/>
    </w:pPr>
    <w:rPr>
      <w:rFonts w:ascii="Calibri" w:eastAsia="Calibri" w:hAnsi="Calibri" w:cs="Calibri"/>
      <w:b/>
      <w:bCs/>
      <w:sz w:val="21"/>
      <w:szCs w:val="21"/>
    </w:rPr>
  </w:style>
  <w:style w:type="paragraph" w:styleId="Ttulo3">
    <w:name w:val="heading 3"/>
    <w:basedOn w:val="Normal"/>
    <w:next w:val="Normal"/>
    <w:link w:val="Ttulo3Car"/>
    <w:uiPriority w:val="9"/>
    <w:semiHidden/>
    <w:unhideWhenUsed/>
    <w:qFormat/>
    <w:rsid w:val="009235E9"/>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591F"/>
    <w:pPr>
      <w:tabs>
        <w:tab w:val="center" w:pos="4419"/>
        <w:tab w:val="right" w:pos="8838"/>
      </w:tabs>
    </w:pPr>
  </w:style>
  <w:style w:type="character" w:customStyle="1" w:styleId="EncabezadoCar">
    <w:name w:val="Encabezado Car"/>
    <w:basedOn w:val="Fuentedeprrafopredeter"/>
    <w:link w:val="Encabezado"/>
    <w:uiPriority w:val="99"/>
    <w:rsid w:val="0025591F"/>
  </w:style>
  <w:style w:type="paragraph" w:styleId="Piedepgina">
    <w:name w:val="footer"/>
    <w:basedOn w:val="Normal"/>
    <w:link w:val="PiedepginaCar"/>
    <w:uiPriority w:val="99"/>
    <w:unhideWhenUsed/>
    <w:rsid w:val="0025591F"/>
    <w:pPr>
      <w:tabs>
        <w:tab w:val="center" w:pos="4419"/>
        <w:tab w:val="right" w:pos="8838"/>
      </w:tabs>
    </w:pPr>
  </w:style>
  <w:style w:type="character" w:customStyle="1" w:styleId="PiedepginaCar">
    <w:name w:val="Pie de página Car"/>
    <w:basedOn w:val="Fuentedeprrafopredeter"/>
    <w:link w:val="Piedepgina"/>
    <w:uiPriority w:val="99"/>
    <w:rsid w:val="0025591F"/>
  </w:style>
  <w:style w:type="character" w:styleId="Hipervnculo">
    <w:name w:val="Hyperlink"/>
    <w:basedOn w:val="Fuentedeprrafopredeter"/>
    <w:uiPriority w:val="99"/>
    <w:unhideWhenUsed/>
    <w:rsid w:val="0025591F"/>
    <w:rPr>
      <w:color w:val="0563C1" w:themeColor="hyperlink"/>
      <w:u w:val="single"/>
    </w:rPr>
  </w:style>
  <w:style w:type="character" w:customStyle="1" w:styleId="Mencinsinresolver1">
    <w:name w:val="Mención sin resolver1"/>
    <w:basedOn w:val="Fuentedeprrafopredeter"/>
    <w:uiPriority w:val="99"/>
    <w:semiHidden/>
    <w:unhideWhenUsed/>
    <w:rsid w:val="0025591F"/>
    <w:rPr>
      <w:color w:val="605E5C"/>
      <w:shd w:val="clear" w:color="auto" w:fill="E1DFDD"/>
    </w:rPr>
  </w:style>
  <w:style w:type="character" w:customStyle="1" w:styleId="Ttulo1Car">
    <w:name w:val="Título 1 Car"/>
    <w:basedOn w:val="Fuentedeprrafopredeter"/>
    <w:link w:val="Ttulo1"/>
    <w:uiPriority w:val="9"/>
    <w:rsid w:val="002B5E76"/>
    <w:rPr>
      <w:rFonts w:ascii="Calibri" w:eastAsia="Calibri" w:hAnsi="Calibri" w:cs="Calibri"/>
      <w:b/>
      <w:bCs/>
      <w:sz w:val="21"/>
      <w:szCs w:val="21"/>
      <w:lang w:val="es-ES"/>
    </w:rPr>
  </w:style>
  <w:style w:type="paragraph" w:styleId="Textoindependiente">
    <w:name w:val="Body Text"/>
    <w:basedOn w:val="Normal"/>
    <w:link w:val="TextoindependienteCar"/>
    <w:uiPriority w:val="1"/>
    <w:qFormat/>
    <w:rsid w:val="002B5E76"/>
    <w:rPr>
      <w:sz w:val="21"/>
      <w:szCs w:val="21"/>
    </w:rPr>
  </w:style>
  <w:style w:type="character" w:customStyle="1" w:styleId="TextoindependienteCar">
    <w:name w:val="Texto independiente Car"/>
    <w:basedOn w:val="Fuentedeprrafopredeter"/>
    <w:link w:val="Textoindependiente"/>
    <w:uiPriority w:val="1"/>
    <w:rsid w:val="002B5E76"/>
    <w:rPr>
      <w:rFonts w:ascii="Arial MT" w:eastAsia="Arial MT" w:hAnsi="Arial MT" w:cs="Arial MT"/>
      <w:sz w:val="21"/>
      <w:szCs w:val="21"/>
      <w:lang w:val="es-ES"/>
    </w:rPr>
  </w:style>
  <w:style w:type="paragraph" w:customStyle="1" w:styleId="GHA">
    <w:name w:val="GHA"/>
    <w:basedOn w:val="Normal"/>
    <w:link w:val="GHACar"/>
    <w:qFormat/>
    <w:rsid w:val="00BF1A90"/>
    <w:pPr>
      <w:tabs>
        <w:tab w:val="center" w:pos="4550"/>
        <w:tab w:val="left" w:pos="5818"/>
      </w:tabs>
      <w:ind w:right="260"/>
      <w:jc w:val="right"/>
    </w:pPr>
    <w:rPr>
      <w:color w:val="222A35" w:themeColor="text2" w:themeShade="80"/>
      <w:spacing w:val="60"/>
      <w:sz w:val="20"/>
      <w:szCs w:val="24"/>
    </w:rPr>
  </w:style>
  <w:style w:type="paragraph" w:customStyle="1" w:styleId="GHA1">
    <w:name w:val="GHA1"/>
    <w:basedOn w:val="GHA"/>
    <w:autoRedefine/>
    <w:qFormat/>
    <w:rsid w:val="001925A0"/>
    <w:pPr>
      <w:ind w:right="340"/>
    </w:pPr>
  </w:style>
  <w:style w:type="character" w:customStyle="1" w:styleId="GHACar">
    <w:name w:val="GHA Car"/>
    <w:basedOn w:val="Fuentedeprrafopredeter"/>
    <w:link w:val="GHA"/>
    <w:rsid w:val="00BF1A90"/>
    <w:rPr>
      <w:rFonts w:ascii="Arial" w:eastAsia="Arial MT" w:hAnsi="Arial" w:cs="Arial"/>
      <w:color w:val="222A35" w:themeColor="text2" w:themeShade="80"/>
      <w:spacing w:val="60"/>
      <w:sz w:val="20"/>
      <w:szCs w:val="24"/>
      <w:lang w:val="es-ES"/>
    </w:rPr>
  </w:style>
  <w:style w:type="character" w:styleId="Nmerodelnea">
    <w:name w:val="line number"/>
    <w:basedOn w:val="Fuentedeprrafopredeter"/>
    <w:uiPriority w:val="99"/>
    <w:semiHidden/>
    <w:unhideWhenUsed/>
    <w:rsid w:val="001925A0"/>
  </w:style>
  <w:style w:type="table" w:customStyle="1" w:styleId="TableNormal">
    <w:name w:val="Table Normal"/>
    <w:uiPriority w:val="2"/>
    <w:semiHidden/>
    <w:unhideWhenUsed/>
    <w:qFormat/>
    <w:rsid w:val="00CE08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Prrafodelista">
    <w:name w:val="List Paragraph"/>
    <w:aliases w:val="Nivel 1,Párrafo de lista1,Titulo 7,Párrafo de lista11,Bullets,titulo 3,List Paragraph,Ha"/>
    <w:basedOn w:val="Normal"/>
    <w:link w:val="PrrafodelistaCar"/>
    <w:uiPriority w:val="34"/>
    <w:qFormat/>
    <w:rsid w:val="00CE08A6"/>
    <w:pPr>
      <w:ind w:left="841" w:hanging="361"/>
    </w:pPr>
  </w:style>
  <w:style w:type="paragraph" w:customStyle="1" w:styleId="TableParagraph">
    <w:name w:val="Table Paragraph"/>
    <w:basedOn w:val="Normal"/>
    <w:uiPriority w:val="1"/>
    <w:qFormat/>
    <w:rsid w:val="00CE08A6"/>
  </w:style>
  <w:style w:type="paragraph" w:styleId="NormalWeb">
    <w:name w:val="Normal (Web)"/>
    <w:basedOn w:val="Normal"/>
    <w:uiPriority w:val="99"/>
    <w:unhideWhenUsed/>
    <w:rsid w:val="00CE08A6"/>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baj">
    <w:name w:val="b_aj"/>
    <w:basedOn w:val="Fuentedeprrafopredeter"/>
    <w:rsid w:val="00CE08A6"/>
  </w:style>
  <w:style w:type="paragraph" w:styleId="Sinespaciado">
    <w:name w:val="No Spacing"/>
    <w:link w:val="SinespaciadoCar"/>
    <w:uiPriority w:val="1"/>
    <w:qFormat/>
    <w:rsid w:val="00CE08A6"/>
    <w:pPr>
      <w:spacing w:after="0" w:line="240" w:lineRule="auto"/>
    </w:pPr>
    <w:rPr>
      <w:rFonts w:ascii="Calibri" w:eastAsia="Calibri" w:hAnsi="Calibri" w:cs="Times New Roman"/>
      <w:lang w:val="es-ES"/>
    </w:rPr>
  </w:style>
  <w:style w:type="character" w:customStyle="1" w:styleId="SinespaciadoCar">
    <w:name w:val="Sin espaciado Car"/>
    <w:link w:val="Sinespaciado"/>
    <w:uiPriority w:val="1"/>
    <w:locked/>
    <w:rsid w:val="00CE08A6"/>
    <w:rPr>
      <w:rFonts w:ascii="Calibri" w:eastAsia="Calibri" w:hAnsi="Calibri" w:cs="Times New Roman"/>
      <w:lang w:val="es-ES"/>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 Car Car,texto de nota al p,C,FA"/>
    <w:basedOn w:val="Normal"/>
    <w:link w:val="TextonotapieCar"/>
    <w:unhideWhenUsed/>
    <w:qFormat/>
    <w:rsid w:val="00CE08A6"/>
    <w:pPr>
      <w:widowControl/>
      <w:autoSpaceDE/>
      <w:autoSpaceDN/>
    </w:pPr>
    <w:rPr>
      <w:rFonts w:ascii="Calibri" w:eastAsia="Calibri" w:hAnsi="Calibri" w:cs="Times New Roman"/>
      <w:sz w:val="20"/>
      <w:szCs w:val="20"/>
      <w:lang w:val="es-CO" w:eastAsia="es-ES"/>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 Car Car Car,C Car"/>
    <w:basedOn w:val="Fuentedeprrafopredeter"/>
    <w:link w:val="Textonotapie"/>
    <w:qFormat/>
    <w:rsid w:val="00CE08A6"/>
    <w:rPr>
      <w:rFonts w:ascii="Calibri" w:eastAsia="Calibri" w:hAnsi="Calibri" w:cs="Times New Roman"/>
      <w:sz w:val="20"/>
      <w:szCs w:val="20"/>
      <w:lang w:eastAsia="es-ES"/>
    </w:rPr>
  </w:style>
  <w:style w:type="character" w:styleId="Refdenotaalpie">
    <w:name w:val="footnote reference"/>
    <w:aliases w:val="Ref. de nota al pie 2,Pie de Página,FC,Texto de nota al pie,Appel note de bas de page,Footnotes refss,Footnote number,referencia nota al pie,BVI fnr,f,4_G,16 Point,Superscript 6 Point,Texto nota al pie,Texto de nota al pi,Ref,F,R"/>
    <w:link w:val="4GChar"/>
    <w:uiPriority w:val="99"/>
    <w:unhideWhenUsed/>
    <w:qFormat/>
    <w:rsid w:val="00CE08A6"/>
    <w:rPr>
      <w:vertAlign w:val="superscript"/>
    </w:rPr>
  </w:style>
  <w:style w:type="paragraph" w:styleId="Listaconvietas">
    <w:name w:val="List Bullet"/>
    <w:basedOn w:val="Normal"/>
    <w:autoRedefine/>
    <w:rsid w:val="00CF4B43"/>
    <w:pPr>
      <w:widowControl/>
      <w:autoSpaceDE/>
      <w:autoSpaceDN/>
      <w:jc w:val="both"/>
    </w:pPr>
    <w:rPr>
      <w:rFonts w:eastAsiaTheme="minorHAnsi"/>
      <w:b/>
      <w:lang w:val="es-CO" w:eastAsia="es-ES"/>
    </w:rPr>
  </w:style>
  <w:style w:type="character" w:customStyle="1" w:styleId="apple-converted-space">
    <w:name w:val="apple-converted-space"/>
    <w:basedOn w:val="Fuentedeprrafopredeter"/>
    <w:rsid w:val="00CE08A6"/>
  </w:style>
  <w:style w:type="character" w:customStyle="1" w:styleId="iaj">
    <w:name w:val="i_aj"/>
    <w:basedOn w:val="Fuentedeprrafopredeter"/>
    <w:rsid w:val="00CE08A6"/>
  </w:style>
  <w:style w:type="paragraph" w:customStyle="1" w:styleId="Default">
    <w:name w:val="Default"/>
    <w:rsid w:val="00CE08A6"/>
    <w:pPr>
      <w:autoSpaceDE w:val="0"/>
      <w:autoSpaceDN w:val="0"/>
      <w:adjustRightInd w:val="0"/>
      <w:spacing w:after="0" w:line="240" w:lineRule="auto"/>
    </w:pPr>
    <w:rPr>
      <w:rFonts w:ascii="Tahoma" w:hAnsi="Tahoma" w:cs="Tahoma"/>
      <w:color w:val="000000"/>
      <w:sz w:val="24"/>
      <w:szCs w:val="24"/>
    </w:rPr>
  </w:style>
  <w:style w:type="character" w:customStyle="1" w:styleId="PrrafodelistaCar">
    <w:name w:val="Párrafo de lista Car"/>
    <w:aliases w:val="Nivel 1 Car,Párrafo de lista1 Car,Titulo 7 Car,Párrafo de lista11 Car,Bullets Car,titulo 3 Car,List Paragraph Car,Ha Car"/>
    <w:link w:val="Prrafodelista"/>
    <w:uiPriority w:val="34"/>
    <w:locked/>
    <w:rsid w:val="00CE08A6"/>
    <w:rPr>
      <w:rFonts w:ascii="Arial" w:eastAsia="Arial" w:hAnsi="Arial" w:cs="Arial"/>
      <w:lang w:val="es-ES"/>
    </w:rPr>
  </w:style>
  <w:style w:type="paragraph" w:styleId="Textoindependiente3">
    <w:name w:val="Body Text 3"/>
    <w:basedOn w:val="Normal"/>
    <w:link w:val="Textoindependiente3Car"/>
    <w:uiPriority w:val="99"/>
    <w:semiHidden/>
    <w:unhideWhenUsed/>
    <w:rsid w:val="00CE08A6"/>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CE08A6"/>
    <w:rPr>
      <w:rFonts w:ascii="Arial" w:eastAsia="Arial" w:hAnsi="Arial" w:cs="Arial"/>
      <w:sz w:val="16"/>
      <w:szCs w:val="16"/>
      <w:lang w:val="es-ES"/>
    </w:rPr>
  </w:style>
  <w:style w:type="character" w:customStyle="1" w:styleId="Ttulo3Car">
    <w:name w:val="Título 3 Car"/>
    <w:basedOn w:val="Fuentedeprrafopredeter"/>
    <w:link w:val="Ttulo3"/>
    <w:uiPriority w:val="9"/>
    <w:semiHidden/>
    <w:rsid w:val="009235E9"/>
    <w:rPr>
      <w:rFonts w:asciiTheme="majorHAnsi" w:eastAsiaTheme="majorEastAsia" w:hAnsiTheme="majorHAnsi" w:cstheme="majorBidi"/>
      <w:color w:val="1F3763" w:themeColor="accent1" w:themeShade="7F"/>
      <w:sz w:val="24"/>
      <w:szCs w:val="24"/>
      <w:lang w:val="es-ES"/>
    </w:rPr>
  </w:style>
  <w:style w:type="character" w:customStyle="1" w:styleId="Mencinsinresolver2">
    <w:name w:val="Mención sin resolver2"/>
    <w:basedOn w:val="Fuentedeprrafopredeter"/>
    <w:uiPriority w:val="99"/>
    <w:semiHidden/>
    <w:unhideWhenUsed/>
    <w:rsid w:val="00F37C4B"/>
    <w:rPr>
      <w:color w:val="605E5C"/>
      <w:shd w:val="clear" w:color="auto" w:fill="E1DFDD"/>
    </w:rPr>
  </w:style>
  <w:style w:type="character" w:styleId="Refdecomentario">
    <w:name w:val="annotation reference"/>
    <w:basedOn w:val="Fuentedeprrafopredeter"/>
    <w:uiPriority w:val="99"/>
    <w:semiHidden/>
    <w:unhideWhenUsed/>
    <w:rsid w:val="00F37C4B"/>
    <w:rPr>
      <w:sz w:val="16"/>
      <w:szCs w:val="16"/>
    </w:rPr>
  </w:style>
  <w:style w:type="paragraph" w:styleId="Textocomentario">
    <w:name w:val="annotation text"/>
    <w:basedOn w:val="Normal"/>
    <w:link w:val="TextocomentarioCar"/>
    <w:uiPriority w:val="99"/>
    <w:unhideWhenUsed/>
    <w:rsid w:val="00F37C4B"/>
    <w:rPr>
      <w:sz w:val="20"/>
      <w:szCs w:val="20"/>
    </w:rPr>
  </w:style>
  <w:style w:type="character" w:customStyle="1" w:styleId="TextocomentarioCar">
    <w:name w:val="Texto comentario Car"/>
    <w:basedOn w:val="Fuentedeprrafopredeter"/>
    <w:link w:val="Textocomentario"/>
    <w:uiPriority w:val="99"/>
    <w:rsid w:val="00F37C4B"/>
    <w:rPr>
      <w:rFonts w:ascii="Arial" w:eastAsia="Arial" w:hAnsi="Arial" w:cs="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F37C4B"/>
    <w:rPr>
      <w:b/>
      <w:bCs/>
    </w:rPr>
  </w:style>
  <w:style w:type="character" w:customStyle="1" w:styleId="AsuntodelcomentarioCar">
    <w:name w:val="Asunto del comentario Car"/>
    <w:basedOn w:val="TextocomentarioCar"/>
    <w:link w:val="Asuntodelcomentario"/>
    <w:uiPriority w:val="99"/>
    <w:semiHidden/>
    <w:rsid w:val="00F37C4B"/>
    <w:rPr>
      <w:rFonts w:ascii="Arial" w:eastAsia="Arial" w:hAnsi="Arial" w:cs="Arial"/>
      <w:b/>
      <w:bCs/>
      <w:sz w:val="20"/>
      <w:szCs w:val="20"/>
      <w:lang w:val="es-ES"/>
    </w:rPr>
  </w:style>
  <w:style w:type="paragraph" w:customStyle="1" w:styleId="paragraph">
    <w:name w:val="paragraph"/>
    <w:basedOn w:val="Normal"/>
    <w:rsid w:val="003F7D77"/>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normaltextrun">
    <w:name w:val="normaltextrun"/>
    <w:basedOn w:val="Fuentedeprrafopredeter"/>
    <w:rsid w:val="003F7D77"/>
  </w:style>
  <w:style w:type="character" w:customStyle="1" w:styleId="eop">
    <w:name w:val="eop"/>
    <w:basedOn w:val="Fuentedeprrafopredeter"/>
    <w:rsid w:val="003F7D77"/>
  </w:style>
  <w:style w:type="paragraph" w:styleId="Textodeglobo">
    <w:name w:val="Balloon Text"/>
    <w:basedOn w:val="Normal"/>
    <w:link w:val="TextodegloboCar"/>
    <w:uiPriority w:val="99"/>
    <w:semiHidden/>
    <w:unhideWhenUsed/>
    <w:rsid w:val="0016489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4895"/>
    <w:rPr>
      <w:rFonts w:ascii="Segoe UI" w:eastAsia="Arial" w:hAnsi="Segoe UI" w:cs="Segoe UI"/>
      <w:sz w:val="18"/>
      <w:szCs w:val="18"/>
      <w:lang w:val="es-ES"/>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952199"/>
    <w:pPr>
      <w:widowControl/>
      <w:autoSpaceDE/>
      <w:autoSpaceDN/>
      <w:jc w:val="both"/>
    </w:pPr>
    <w:rPr>
      <w:rFonts w:asciiTheme="minorHAnsi" w:eastAsiaTheme="minorHAnsi" w:hAnsiTheme="minorHAnsi" w:cstheme="minorBidi"/>
      <w:vertAlign w:val="superscript"/>
      <w:lang w:val="es-CO"/>
    </w:rPr>
  </w:style>
  <w:style w:type="character" w:styleId="Mencinsinresolver">
    <w:name w:val="Unresolved Mention"/>
    <w:basedOn w:val="Fuentedeprrafopredeter"/>
    <w:uiPriority w:val="99"/>
    <w:semiHidden/>
    <w:unhideWhenUsed/>
    <w:rsid w:val="007A11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254714">
      <w:bodyDiv w:val="1"/>
      <w:marLeft w:val="0"/>
      <w:marRight w:val="0"/>
      <w:marTop w:val="0"/>
      <w:marBottom w:val="0"/>
      <w:divBdr>
        <w:top w:val="none" w:sz="0" w:space="0" w:color="auto"/>
        <w:left w:val="none" w:sz="0" w:space="0" w:color="auto"/>
        <w:bottom w:val="none" w:sz="0" w:space="0" w:color="auto"/>
        <w:right w:val="none" w:sz="0" w:space="0" w:color="auto"/>
      </w:divBdr>
    </w:div>
    <w:div w:id="157842307">
      <w:bodyDiv w:val="1"/>
      <w:marLeft w:val="0"/>
      <w:marRight w:val="0"/>
      <w:marTop w:val="0"/>
      <w:marBottom w:val="0"/>
      <w:divBdr>
        <w:top w:val="none" w:sz="0" w:space="0" w:color="auto"/>
        <w:left w:val="none" w:sz="0" w:space="0" w:color="auto"/>
        <w:bottom w:val="none" w:sz="0" w:space="0" w:color="auto"/>
        <w:right w:val="none" w:sz="0" w:space="0" w:color="auto"/>
      </w:divBdr>
    </w:div>
    <w:div w:id="577133496">
      <w:bodyDiv w:val="1"/>
      <w:marLeft w:val="0"/>
      <w:marRight w:val="0"/>
      <w:marTop w:val="0"/>
      <w:marBottom w:val="0"/>
      <w:divBdr>
        <w:top w:val="none" w:sz="0" w:space="0" w:color="auto"/>
        <w:left w:val="none" w:sz="0" w:space="0" w:color="auto"/>
        <w:bottom w:val="none" w:sz="0" w:space="0" w:color="auto"/>
        <w:right w:val="none" w:sz="0" w:space="0" w:color="auto"/>
      </w:divBdr>
    </w:div>
    <w:div w:id="645084343">
      <w:bodyDiv w:val="1"/>
      <w:marLeft w:val="0"/>
      <w:marRight w:val="0"/>
      <w:marTop w:val="0"/>
      <w:marBottom w:val="0"/>
      <w:divBdr>
        <w:top w:val="none" w:sz="0" w:space="0" w:color="auto"/>
        <w:left w:val="none" w:sz="0" w:space="0" w:color="auto"/>
        <w:bottom w:val="none" w:sz="0" w:space="0" w:color="auto"/>
        <w:right w:val="none" w:sz="0" w:space="0" w:color="auto"/>
      </w:divBdr>
      <w:divsChild>
        <w:div w:id="900873471">
          <w:marLeft w:val="0"/>
          <w:marRight w:val="0"/>
          <w:marTop w:val="0"/>
          <w:marBottom w:val="0"/>
          <w:divBdr>
            <w:top w:val="none" w:sz="0" w:space="0" w:color="auto"/>
            <w:left w:val="none" w:sz="0" w:space="0" w:color="auto"/>
            <w:bottom w:val="none" w:sz="0" w:space="0" w:color="auto"/>
            <w:right w:val="none" w:sz="0" w:space="0" w:color="auto"/>
          </w:divBdr>
        </w:div>
        <w:div w:id="323356800">
          <w:marLeft w:val="0"/>
          <w:marRight w:val="0"/>
          <w:marTop w:val="0"/>
          <w:marBottom w:val="0"/>
          <w:divBdr>
            <w:top w:val="none" w:sz="0" w:space="0" w:color="auto"/>
            <w:left w:val="none" w:sz="0" w:space="0" w:color="auto"/>
            <w:bottom w:val="none" w:sz="0" w:space="0" w:color="auto"/>
            <w:right w:val="none" w:sz="0" w:space="0" w:color="auto"/>
          </w:divBdr>
        </w:div>
      </w:divsChild>
    </w:div>
    <w:div w:id="967248980">
      <w:bodyDiv w:val="1"/>
      <w:marLeft w:val="0"/>
      <w:marRight w:val="0"/>
      <w:marTop w:val="0"/>
      <w:marBottom w:val="0"/>
      <w:divBdr>
        <w:top w:val="none" w:sz="0" w:space="0" w:color="auto"/>
        <w:left w:val="none" w:sz="0" w:space="0" w:color="auto"/>
        <w:bottom w:val="none" w:sz="0" w:space="0" w:color="auto"/>
        <w:right w:val="none" w:sz="0" w:space="0" w:color="auto"/>
      </w:divBdr>
    </w:div>
    <w:div w:id="1353653623">
      <w:bodyDiv w:val="1"/>
      <w:marLeft w:val="0"/>
      <w:marRight w:val="0"/>
      <w:marTop w:val="0"/>
      <w:marBottom w:val="0"/>
      <w:divBdr>
        <w:top w:val="none" w:sz="0" w:space="0" w:color="auto"/>
        <w:left w:val="none" w:sz="0" w:space="0" w:color="auto"/>
        <w:bottom w:val="none" w:sz="0" w:space="0" w:color="auto"/>
        <w:right w:val="none" w:sz="0" w:space="0" w:color="auto"/>
      </w:divBdr>
    </w:div>
    <w:div w:id="1362047621">
      <w:bodyDiv w:val="1"/>
      <w:marLeft w:val="0"/>
      <w:marRight w:val="0"/>
      <w:marTop w:val="0"/>
      <w:marBottom w:val="0"/>
      <w:divBdr>
        <w:top w:val="none" w:sz="0" w:space="0" w:color="auto"/>
        <w:left w:val="none" w:sz="0" w:space="0" w:color="auto"/>
        <w:bottom w:val="none" w:sz="0" w:space="0" w:color="auto"/>
        <w:right w:val="none" w:sz="0" w:space="0" w:color="auto"/>
      </w:divBdr>
      <w:divsChild>
        <w:div w:id="209417664">
          <w:marLeft w:val="0"/>
          <w:marRight w:val="0"/>
          <w:marTop w:val="0"/>
          <w:marBottom w:val="0"/>
          <w:divBdr>
            <w:top w:val="none" w:sz="0" w:space="0" w:color="auto"/>
            <w:left w:val="none" w:sz="0" w:space="0" w:color="auto"/>
            <w:bottom w:val="none" w:sz="0" w:space="0" w:color="auto"/>
            <w:right w:val="none" w:sz="0" w:space="0" w:color="auto"/>
          </w:divBdr>
        </w:div>
        <w:div w:id="2116123055">
          <w:marLeft w:val="0"/>
          <w:marRight w:val="0"/>
          <w:marTop w:val="0"/>
          <w:marBottom w:val="0"/>
          <w:divBdr>
            <w:top w:val="none" w:sz="0" w:space="0" w:color="auto"/>
            <w:left w:val="none" w:sz="0" w:space="0" w:color="auto"/>
            <w:bottom w:val="none" w:sz="0" w:space="0" w:color="auto"/>
            <w:right w:val="none" w:sz="0" w:space="0" w:color="auto"/>
          </w:divBdr>
        </w:div>
        <w:div w:id="1770076087">
          <w:marLeft w:val="0"/>
          <w:marRight w:val="0"/>
          <w:marTop w:val="0"/>
          <w:marBottom w:val="0"/>
          <w:divBdr>
            <w:top w:val="none" w:sz="0" w:space="0" w:color="auto"/>
            <w:left w:val="none" w:sz="0" w:space="0" w:color="auto"/>
            <w:bottom w:val="none" w:sz="0" w:space="0" w:color="auto"/>
            <w:right w:val="none" w:sz="0" w:space="0" w:color="auto"/>
          </w:divBdr>
        </w:div>
        <w:div w:id="1996640846">
          <w:marLeft w:val="0"/>
          <w:marRight w:val="0"/>
          <w:marTop w:val="0"/>
          <w:marBottom w:val="0"/>
          <w:divBdr>
            <w:top w:val="none" w:sz="0" w:space="0" w:color="auto"/>
            <w:left w:val="none" w:sz="0" w:space="0" w:color="auto"/>
            <w:bottom w:val="none" w:sz="0" w:space="0" w:color="auto"/>
            <w:right w:val="none" w:sz="0" w:space="0" w:color="auto"/>
          </w:divBdr>
        </w:div>
        <w:div w:id="220945072">
          <w:marLeft w:val="0"/>
          <w:marRight w:val="0"/>
          <w:marTop w:val="0"/>
          <w:marBottom w:val="0"/>
          <w:divBdr>
            <w:top w:val="none" w:sz="0" w:space="0" w:color="auto"/>
            <w:left w:val="none" w:sz="0" w:space="0" w:color="auto"/>
            <w:bottom w:val="none" w:sz="0" w:space="0" w:color="auto"/>
            <w:right w:val="none" w:sz="0" w:space="0" w:color="auto"/>
          </w:divBdr>
        </w:div>
        <w:div w:id="1019547654">
          <w:marLeft w:val="0"/>
          <w:marRight w:val="0"/>
          <w:marTop w:val="0"/>
          <w:marBottom w:val="0"/>
          <w:divBdr>
            <w:top w:val="none" w:sz="0" w:space="0" w:color="auto"/>
            <w:left w:val="none" w:sz="0" w:space="0" w:color="auto"/>
            <w:bottom w:val="none" w:sz="0" w:space="0" w:color="auto"/>
            <w:right w:val="none" w:sz="0" w:space="0" w:color="auto"/>
          </w:divBdr>
        </w:div>
      </w:divsChild>
    </w:div>
    <w:div w:id="1470588740">
      <w:bodyDiv w:val="1"/>
      <w:marLeft w:val="0"/>
      <w:marRight w:val="0"/>
      <w:marTop w:val="0"/>
      <w:marBottom w:val="0"/>
      <w:divBdr>
        <w:top w:val="none" w:sz="0" w:space="0" w:color="auto"/>
        <w:left w:val="none" w:sz="0" w:space="0" w:color="auto"/>
        <w:bottom w:val="none" w:sz="0" w:space="0" w:color="auto"/>
        <w:right w:val="none" w:sz="0" w:space="0" w:color="auto"/>
      </w:divBdr>
      <w:divsChild>
        <w:div w:id="784540716">
          <w:marLeft w:val="0"/>
          <w:marRight w:val="0"/>
          <w:marTop w:val="0"/>
          <w:marBottom w:val="0"/>
          <w:divBdr>
            <w:top w:val="none" w:sz="0" w:space="0" w:color="auto"/>
            <w:left w:val="none" w:sz="0" w:space="0" w:color="auto"/>
            <w:bottom w:val="none" w:sz="0" w:space="0" w:color="auto"/>
            <w:right w:val="none" w:sz="0" w:space="0" w:color="auto"/>
          </w:divBdr>
        </w:div>
        <w:div w:id="1322351907">
          <w:marLeft w:val="0"/>
          <w:marRight w:val="0"/>
          <w:marTop w:val="0"/>
          <w:marBottom w:val="0"/>
          <w:divBdr>
            <w:top w:val="none" w:sz="0" w:space="0" w:color="auto"/>
            <w:left w:val="none" w:sz="0" w:space="0" w:color="auto"/>
            <w:bottom w:val="none" w:sz="0" w:space="0" w:color="auto"/>
            <w:right w:val="none" w:sz="0" w:space="0" w:color="auto"/>
          </w:divBdr>
        </w:div>
        <w:div w:id="1241409457">
          <w:marLeft w:val="0"/>
          <w:marRight w:val="0"/>
          <w:marTop w:val="0"/>
          <w:marBottom w:val="0"/>
          <w:divBdr>
            <w:top w:val="none" w:sz="0" w:space="0" w:color="auto"/>
            <w:left w:val="none" w:sz="0" w:space="0" w:color="auto"/>
            <w:bottom w:val="none" w:sz="0" w:space="0" w:color="auto"/>
            <w:right w:val="none" w:sz="0" w:space="0" w:color="auto"/>
          </w:divBdr>
        </w:div>
        <w:div w:id="307638771">
          <w:marLeft w:val="0"/>
          <w:marRight w:val="0"/>
          <w:marTop w:val="0"/>
          <w:marBottom w:val="0"/>
          <w:divBdr>
            <w:top w:val="none" w:sz="0" w:space="0" w:color="auto"/>
            <w:left w:val="none" w:sz="0" w:space="0" w:color="auto"/>
            <w:bottom w:val="none" w:sz="0" w:space="0" w:color="auto"/>
            <w:right w:val="none" w:sz="0" w:space="0" w:color="auto"/>
          </w:divBdr>
        </w:div>
      </w:divsChild>
    </w:div>
    <w:div w:id="1572229200">
      <w:bodyDiv w:val="1"/>
      <w:marLeft w:val="0"/>
      <w:marRight w:val="0"/>
      <w:marTop w:val="0"/>
      <w:marBottom w:val="0"/>
      <w:divBdr>
        <w:top w:val="none" w:sz="0" w:space="0" w:color="auto"/>
        <w:left w:val="none" w:sz="0" w:space="0" w:color="auto"/>
        <w:bottom w:val="none" w:sz="0" w:space="0" w:color="auto"/>
        <w:right w:val="none" w:sz="0" w:space="0" w:color="auto"/>
      </w:divBdr>
      <w:divsChild>
        <w:div w:id="1486895638">
          <w:marLeft w:val="0"/>
          <w:marRight w:val="0"/>
          <w:marTop w:val="0"/>
          <w:marBottom w:val="0"/>
          <w:divBdr>
            <w:top w:val="none" w:sz="0" w:space="0" w:color="auto"/>
            <w:left w:val="none" w:sz="0" w:space="0" w:color="auto"/>
            <w:bottom w:val="none" w:sz="0" w:space="0" w:color="auto"/>
            <w:right w:val="none" w:sz="0" w:space="0" w:color="auto"/>
          </w:divBdr>
        </w:div>
        <w:div w:id="2146845455">
          <w:marLeft w:val="0"/>
          <w:marRight w:val="0"/>
          <w:marTop w:val="0"/>
          <w:marBottom w:val="0"/>
          <w:divBdr>
            <w:top w:val="none" w:sz="0" w:space="0" w:color="auto"/>
            <w:left w:val="none" w:sz="0" w:space="0" w:color="auto"/>
            <w:bottom w:val="none" w:sz="0" w:space="0" w:color="auto"/>
            <w:right w:val="none" w:sz="0" w:space="0" w:color="auto"/>
          </w:divBdr>
        </w:div>
        <w:div w:id="969899780">
          <w:marLeft w:val="0"/>
          <w:marRight w:val="0"/>
          <w:marTop w:val="0"/>
          <w:marBottom w:val="0"/>
          <w:divBdr>
            <w:top w:val="none" w:sz="0" w:space="0" w:color="auto"/>
            <w:left w:val="none" w:sz="0" w:space="0" w:color="auto"/>
            <w:bottom w:val="none" w:sz="0" w:space="0" w:color="auto"/>
            <w:right w:val="none" w:sz="0" w:space="0" w:color="auto"/>
          </w:divBdr>
        </w:div>
        <w:div w:id="1655793454">
          <w:marLeft w:val="0"/>
          <w:marRight w:val="0"/>
          <w:marTop w:val="0"/>
          <w:marBottom w:val="0"/>
          <w:divBdr>
            <w:top w:val="none" w:sz="0" w:space="0" w:color="auto"/>
            <w:left w:val="none" w:sz="0" w:space="0" w:color="auto"/>
            <w:bottom w:val="none" w:sz="0" w:space="0" w:color="auto"/>
            <w:right w:val="none" w:sz="0" w:space="0" w:color="auto"/>
          </w:divBdr>
        </w:div>
        <w:div w:id="1720782651">
          <w:marLeft w:val="0"/>
          <w:marRight w:val="0"/>
          <w:marTop w:val="0"/>
          <w:marBottom w:val="0"/>
          <w:divBdr>
            <w:top w:val="none" w:sz="0" w:space="0" w:color="auto"/>
            <w:left w:val="none" w:sz="0" w:space="0" w:color="auto"/>
            <w:bottom w:val="none" w:sz="0" w:space="0" w:color="auto"/>
            <w:right w:val="none" w:sz="0" w:space="0" w:color="auto"/>
          </w:divBdr>
        </w:div>
        <w:div w:id="1702315487">
          <w:marLeft w:val="0"/>
          <w:marRight w:val="0"/>
          <w:marTop w:val="0"/>
          <w:marBottom w:val="0"/>
          <w:divBdr>
            <w:top w:val="none" w:sz="0" w:space="0" w:color="auto"/>
            <w:left w:val="none" w:sz="0" w:space="0" w:color="auto"/>
            <w:bottom w:val="none" w:sz="0" w:space="0" w:color="auto"/>
            <w:right w:val="none" w:sz="0" w:space="0" w:color="auto"/>
          </w:divBdr>
        </w:div>
        <w:div w:id="368650702">
          <w:marLeft w:val="0"/>
          <w:marRight w:val="0"/>
          <w:marTop w:val="0"/>
          <w:marBottom w:val="0"/>
          <w:divBdr>
            <w:top w:val="none" w:sz="0" w:space="0" w:color="auto"/>
            <w:left w:val="none" w:sz="0" w:space="0" w:color="auto"/>
            <w:bottom w:val="none" w:sz="0" w:space="0" w:color="auto"/>
            <w:right w:val="none" w:sz="0" w:space="0" w:color="auto"/>
          </w:divBdr>
        </w:div>
        <w:div w:id="1574194518">
          <w:marLeft w:val="0"/>
          <w:marRight w:val="0"/>
          <w:marTop w:val="0"/>
          <w:marBottom w:val="0"/>
          <w:divBdr>
            <w:top w:val="none" w:sz="0" w:space="0" w:color="auto"/>
            <w:left w:val="none" w:sz="0" w:space="0" w:color="auto"/>
            <w:bottom w:val="none" w:sz="0" w:space="0" w:color="auto"/>
            <w:right w:val="none" w:sz="0" w:space="0" w:color="auto"/>
          </w:divBdr>
        </w:div>
        <w:div w:id="240529283">
          <w:marLeft w:val="0"/>
          <w:marRight w:val="0"/>
          <w:marTop w:val="0"/>
          <w:marBottom w:val="0"/>
          <w:divBdr>
            <w:top w:val="none" w:sz="0" w:space="0" w:color="auto"/>
            <w:left w:val="none" w:sz="0" w:space="0" w:color="auto"/>
            <w:bottom w:val="none" w:sz="0" w:space="0" w:color="auto"/>
            <w:right w:val="none" w:sz="0" w:space="0" w:color="auto"/>
          </w:divBdr>
        </w:div>
      </w:divsChild>
    </w:div>
    <w:div w:id="1709840198">
      <w:bodyDiv w:val="1"/>
      <w:marLeft w:val="0"/>
      <w:marRight w:val="0"/>
      <w:marTop w:val="0"/>
      <w:marBottom w:val="0"/>
      <w:divBdr>
        <w:top w:val="none" w:sz="0" w:space="0" w:color="auto"/>
        <w:left w:val="none" w:sz="0" w:space="0" w:color="auto"/>
        <w:bottom w:val="none" w:sz="0" w:space="0" w:color="auto"/>
        <w:right w:val="none" w:sz="0" w:space="0" w:color="auto"/>
      </w:divBdr>
    </w:div>
    <w:div w:id="1862476226">
      <w:bodyDiv w:val="1"/>
      <w:marLeft w:val="0"/>
      <w:marRight w:val="0"/>
      <w:marTop w:val="0"/>
      <w:marBottom w:val="0"/>
      <w:divBdr>
        <w:top w:val="none" w:sz="0" w:space="0" w:color="auto"/>
        <w:left w:val="none" w:sz="0" w:space="0" w:color="auto"/>
        <w:bottom w:val="none" w:sz="0" w:space="0" w:color="auto"/>
        <w:right w:val="none" w:sz="0" w:space="0" w:color="auto"/>
      </w:divBdr>
    </w:div>
    <w:div w:id="1956323599">
      <w:bodyDiv w:val="1"/>
      <w:marLeft w:val="0"/>
      <w:marRight w:val="0"/>
      <w:marTop w:val="0"/>
      <w:marBottom w:val="0"/>
      <w:divBdr>
        <w:top w:val="none" w:sz="0" w:space="0" w:color="auto"/>
        <w:left w:val="none" w:sz="0" w:space="0" w:color="auto"/>
        <w:bottom w:val="none" w:sz="0" w:space="0" w:color="auto"/>
        <w:right w:val="none" w:sz="0" w:space="0" w:color="auto"/>
      </w:divBdr>
    </w:div>
    <w:div w:id="1988045594">
      <w:bodyDiv w:val="1"/>
      <w:marLeft w:val="0"/>
      <w:marRight w:val="0"/>
      <w:marTop w:val="0"/>
      <w:marBottom w:val="0"/>
      <w:divBdr>
        <w:top w:val="none" w:sz="0" w:space="0" w:color="auto"/>
        <w:left w:val="none" w:sz="0" w:space="0" w:color="auto"/>
        <w:bottom w:val="none" w:sz="0" w:space="0" w:color="auto"/>
        <w:right w:val="none" w:sz="0" w:space="0" w:color="auto"/>
      </w:divBdr>
    </w:div>
    <w:div w:id="1989286899">
      <w:bodyDiv w:val="1"/>
      <w:marLeft w:val="0"/>
      <w:marRight w:val="0"/>
      <w:marTop w:val="0"/>
      <w:marBottom w:val="0"/>
      <w:divBdr>
        <w:top w:val="none" w:sz="0" w:space="0" w:color="auto"/>
        <w:left w:val="none" w:sz="0" w:space="0" w:color="auto"/>
        <w:bottom w:val="none" w:sz="0" w:space="0" w:color="auto"/>
        <w:right w:val="none" w:sz="0" w:space="0" w:color="auto"/>
      </w:divBdr>
      <w:divsChild>
        <w:div w:id="1468156885">
          <w:marLeft w:val="0"/>
          <w:marRight w:val="0"/>
          <w:marTop w:val="0"/>
          <w:marBottom w:val="0"/>
          <w:divBdr>
            <w:top w:val="none" w:sz="0" w:space="0" w:color="auto"/>
            <w:left w:val="none" w:sz="0" w:space="0" w:color="auto"/>
            <w:bottom w:val="none" w:sz="0" w:space="0" w:color="auto"/>
            <w:right w:val="none" w:sz="0" w:space="0" w:color="auto"/>
          </w:divBdr>
          <w:divsChild>
            <w:div w:id="1584993971">
              <w:marLeft w:val="0"/>
              <w:marRight w:val="0"/>
              <w:marTop w:val="0"/>
              <w:marBottom w:val="0"/>
              <w:divBdr>
                <w:top w:val="none" w:sz="0" w:space="0" w:color="auto"/>
                <w:left w:val="none" w:sz="0" w:space="0" w:color="auto"/>
                <w:bottom w:val="none" w:sz="0" w:space="0" w:color="auto"/>
                <w:right w:val="none" w:sz="0" w:space="0" w:color="auto"/>
              </w:divBdr>
            </w:div>
          </w:divsChild>
        </w:div>
        <w:div w:id="1412199856">
          <w:marLeft w:val="0"/>
          <w:marRight w:val="0"/>
          <w:marTop w:val="0"/>
          <w:marBottom w:val="0"/>
          <w:divBdr>
            <w:top w:val="none" w:sz="0" w:space="0" w:color="auto"/>
            <w:left w:val="none" w:sz="0" w:space="0" w:color="auto"/>
            <w:bottom w:val="none" w:sz="0" w:space="0" w:color="auto"/>
            <w:right w:val="none" w:sz="0" w:space="0" w:color="auto"/>
          </w:divBdr>
        </w:div>
        <w:div w:id="262685761">
          <w:marLeft w:val="0"/>
          <w:marRight w:val="0"/>
          <w:marTop w:val="0"/>
          <w:marBottom w:val="0"/>
          <w:divBdr>
            <w:top w:val="none" w:sz="0" w:space="0" w:color="auto"/>
            <w:left w:val="none" w:sz="0" w:space="0" w:color="auto"/>
            <w:bottom w:val="none" w:sz="0" w:space="0" w:color="auto"/>
            <w:right w:val="none" w:sz="0" w:space="0" w:color="auto"/>
          </w:divBdr>
        </w:div>
        <w:div w:id="333925398">
          <w:marLeft w:val="0"/>
          <w:marRight w:val="0"/>
          <w:marTop w:val="0"/>
          <w:marBottom w:val="0"/>
          <w:divBdr>
            <w:top w:val="none" w:sz="0" w:space="0" w:color="auto"/>
            <w:left w:val="none" w:sz="0" w:space="0" w:color="auto"/>
            <w:bottom w:val="none" w:sz="0" w:space="0" w:color="auto"/>
            <w:right w:val="none" w:sz="0" w:space="0" w:color="auto"/>
          </w:divBdr>
        </w:div>
        <w:div w:id="362290102">
          <w:marLeft w:val="0"/>
          <w:marRight w:val="0"/>
          <w:marTop w:val="0"/>
          <w:marBottom w:val="0"/>
          <w:divBdr>
            <w:top w:val="none" w:sz="0" w:space="0" w:color="auto"/>
            <w:left w:val="none" w:sz="0" w:space="0" w:color="auto"/>
            <w:bottom w:val="none" w:sz="0" w:space="0" w:color="auto"/>
            <w:right w:val="none" w:sz="0" w:space="0" w:color="auto"/>
          </w:divBdr>
        </w:div>
        <w:div w:id="574167586">
          <w:marLeft w:val="0"/>
          <w:marRight w:val="0"/>
          <w:marTop w:val="0"/>
          <w:marBottom w:val="0"/>
          <w:divBdr>
            <w:top w:val="none" w:sz="0" w:space="0" w:color="auto"/>
            <w:left w:val="none" w:sz="0" w:space="0" w:color="auto"/>
            <w:bottom w:val="none" w:sz="0" w:space="0" w:color="auto"/>
            <w:right w:val="none" w:sz="0" w:space="0" w:color="auto"/>
          </w:divBdr>
        </w:div>
        <w:div w:id="533885170">
          <w:marLeft w:val="0"/>
          <w:marRight w:val="0"/>
          <w:marTop w:val="0"/>
          <w:marBottom w:val="0"/>
          <w:divBdr>
            <w:top w:val="none" w:sz="0" w:space="0" w:color="auto"/>
            <w:left w:val="none" w:sz="0" w:space="0" w:color="auto"/>
            <w:bottom w:val="none" w:sz="0" w:space="0" w:color="auto"/>
            <w:right w:val="none" w:sz="0" w:space="0" w:color="auto"/>
          </w:divBdr>
        </w:div>
        <w:div w:id="404305534">
          <w:marLeft w:val="0"/>
          <w:marRight w:val="0"/>
          <w:marTop w:val="0"/>
          <w:marBottom w:val="0"/>
          <w:divBdr>
            <w:top w:val="none" w:sz="0" w:space="0" w:color="auto"/>
            <w:left w:val="none" w:sz="0" w:space="0" w:color="auto"/>
            <w:bottom w:val="none" w:sz="0" w:space="0" w:color="auto"/>
            <w:right w:val="none" w:sz="0" w:space="0" w:color="auto"/>
          </w:divBdr>
        </w:div>
        <w:div w:id="273441456">
          <w:marLeft w:val="0"/>
          <w:marRight w:val="0"/>
          <w:marTop w:val="0"/>
          <w:marBottom w:val="0"/>
          <w:divBdr>
            <w:top w:val="none" w:sz="0" w:space="0" w:color="auto"/>
            <w:left w:val="none" w:sz="0" w:space="0" w:color="auto"/>
            <w:bottom w:val="none" w:sz="0" w:space="0" w:color="auto"/>
            <w:right w:val="none" w:sz="0" w:space="0" w:color="auto"/>
          </w:divBdr>
        </w:div>
        <w:div w:id="284042140">
          <w:marLeft w:val="0"/>
          <w:marRight w:val="0"/>
          <w:marTop w:val="0"/>
          <w:marBottom w:val="0"/>
          <w:divBdr>
            <w:top w:val="none" w:sz="0" w:space="0" w:color="auto"/>
            <w:left w:val="none" w:sz="0" w:space="0" w:color="auto"/>
            <w:bottom w:val="none" w:sz="0" w:space="0" w:color="auto"/>
            <w:right w:val="none" w:sz="0" w:space="0" w:color="auto"/>
          </w:divBdr>
        </w:div>
        <w:div w:id="633946428">
          <w:marLeft w:val="0"/>
          <w:marRight w:val="0"/>
          <w:marTop w:val="0"/>
          <w:marBottom w:val="0"/>
          <w:divBdr>
            <w:top w:val="none" w:sz="0" w:space="0" w:color="auto"/>
            <w:left w:val="none" w:sz="0" w:space="0" w:color="auto"/>
            <w:bottom w:val="none" w:sz="0" w:space="0" w:color="auto"/>
            <w:right w:val="none" w:sz="0" w:space="0" w:color="auto"/>
          </w:divBdr>
        </w:div>
        <w:div w:id="1056008948">
          <w:marLeft w:val="0"/>
          <w:marRight w:val="0"/>
          <w:marTop w:val="0"/>
          <w:marBottom w:val="0"/>
          <w:divBdr>
            <w:top w:val="none" w:sz="0" w:space="0" w:color="auto"/>
            <w:left w:val="none" w:sz="0" w:space="0" w:color="auto"/>
            <w:bottom w:val="none" w:sz="0" w:space="0" w:color="auto"/>
            <w:right w:val="none" w:sz="0" w:space="0" w:color="auto"/>
          </w:divBdr>
        </w:div>
        <w:div w:id="1008097780">
          <w:marLeft w:val="0"/>
          <w:marRight w:val="0"/>
          <w:marTop w:val="0"/>
          <w:marBottom w:val="0"/>
          <w:divBdr>
            <w:top w:val="none" w:sz="0" w:space="0" w:color="auto"/>
            <w:left w:val="none" w:sz="0" w:space="0" w:color="auto"/>
            <w:bottom w:val="none" w:sz="0" w:space="0" w:color="auto"/>
            <w:right w:val="none" w:sz="0" w:space="0" w:color="auto"/>
          </w:divBdr>
        </w:div>
        <w:div w:id="137184933">
          <w:marLeft w:val="0"/>
          <w:marRight w:val="0"/>
          <w:marTop w:val="0"/>
          <w:marBottom w:val="0"/>
          <w:divBdr>
            <w:top w:val="none" w:sz="0" w:space="0" w:color="auto"/>
            <w:left w:val="none" w:sz="0" w:space="0" w:color="auto"/>
            <w:bottom w:val="none" w:sz="0" w:space="0" w:color="auto"/>
            <w:right w:val="none" w:sz="0" w:space="0" w:color="auto"/>
          </w:divBdr>
        </w:div>
        <w:div w:id="1442335847">
          <w:marLeft w:val="0"/>
          <w:marRight w:val="0"/>
          <w:marTop w:val="0"/>
          <w:marBottom w:val="0"/>
          <w:divBdr>
            <w:top w:val="none" w:sz="0" w:space="0" w:color="auto"/>
            <w:left w:val="none" w:sz="0" w:space="0" w:color="auto"/>
            <w:bottom w:val="none" w:sz="0" w:space="0" w:color="auto"/>
            <w:right w:val="none" w:sz="0" w:space="0" w:color="auto"/>
          </w:divBdr>
        </w:div>
        <w:div w:id="569073539">
          <w:marLeft w:val="0"/>
          <w:marRight w:val="0"/>
          <w:marTop w:val="0"/>
          <w:marBottom w:val="0"/>
          <w:divBdr>
            <w:top w:val="none" w:sz="0" w:space="0" w:color="auto"/>
            <w:left w:val="none" w:sz="0" w:space="0" w:color="auto"/>
            <w:bottom w:val="none" w:sz="0" w:space="0" w:color="auto"/>
            <w:right w:val="none" w:sz="0" w:space="0" w:color="auto"/>
          </w:divBdr>
        </w:div>
        <w:div w:id="1259757197">
          <w:marLeft w:val="0"/>
          <w:marRight w:val="0"/>
          <w:marTop w:val="0"/>
          <w:marBottom w:val="0"/>
          <w:divBdr>
            <w:top w:val="none" w:sz="0" w:space="0" w:color="auto"/>
            <w:left w:val="none" w:sz="0" w:space="0" w:color="auto"/>
            <w:bottom w:val="none" w:sz="0" w:space="0" w:color="auto"/>
            <w:right w:val="none" w:sz="0" w:space="0" w:color="auto"/>
          </w:divBdr>
        </w:div>
        <w:div w:id="1828399432">
          <w:marLeft w:val="0"/>
          <w:marRight w:val="0"/>
          <w:marTop w:val="0"/>
          <w:marBottom w:val="0"/>
          <w:divBdr>
            <w:top w:val="none" w:sz="0" w:space="0" w:color="auto"/>
            <w:left w:val="none" w:sz="0" w:space="0" w:color="auto"/>
            <w:bottom w:val="none" w:sz="0" w:space="0" w:color="auto"/>
            <w:right w:val="none" w:sz="0" w:space="0" w:color="auto"/>
          </w:divBdr>
        </w:div>
        <w:div w:id="857621227">
          <w:marLeft w:val="0"/>
          <w:marRight w:val="0"/>
          <w:marTop w:val="0"/>
          <w:marBottom w:val="0"/>
          <w:divBdr>
            <w:top w:val="none" w:sz="0" w:space="0" w:color="auto"/>
            <w:left w:val="none" w:sz="0" w:space="0" w:color="auto"/>
            <w:bottom w:val="none" w:sz="0" w:space="0" w:color="auto"/>
            <w:right w:val="none" w:sz="0" w:space="0" w:color="auto"/>
          </w:divBdr>
        </w:div>
        <w:div w:id="1406224812">
          <w:marLeft w:val="0"/>
          <w:marRight w:val="0"/>
          <w:marTop w:val="0"/>
          <w:marBottom w:val="0"/>
          <w:divBdr>
            <w:top w:val="none" w:sz="0" w:space="0" w:color="auto"/>
            <w:left w:val="none" w:sz="0" w:space="0" w:color="auto"/>
            <w:bottom w:val="none" w:sz="0" w:space="0" w:color="auto"/>
            <w:right w:val="none" w:sz="0" w:space="0" w:color="auto"/>
          </w:divBdr>
        </w:div>
        <w:div w:id="1969820455">
          <w:marLeft w:val="0"/>
          <w:marRight w:val="0"/>
          <w:marTop w:val="0"/>
          <w:marBottom w:val="0"/>
          <w:divBdr>
            <w:top w:val="none" w:sz="0" w:space="0" w:color="auto"/>
            <w:left w:val="none" w:sz="0" w:space="0" w:color="auto"/>
            <w:bottom w:val="none" w:sz="0" w:space="0" w:color="auto"/>
            <w:right w:val="none" w:sz="0" w:space="0" w:color="auto"/>
          </w:divBdr>
        </w:div>
        <w:div w:id="1269191950">
          <w:marLeft w:val="0"/>
          <w:marRight w:val="0"/>
          <w:marTop w:val="0"/>
          <w:marBottom w:val="0"/>
          <w:divBdr>
            <w:top w:val="none" w:sz="0" w:space="0" w:color="auto"/>
            <w:left w:val="none" w:sz="0" w:space="0" w:color="auto"/>
            <w:bottom w:val="none" w:sz="0" w:space="0" w:color="auto"/>
            <w:right w:val="none" w:sz="0" w:space="0" w:color="auto"/>
          </w:divBdr>
        </w:div>
        <w:div w:id="595402074">
          <w:marLeft w:val="0"/>
          <w:marRight w:val="0"/>
          <w:marTop w:val="0"/>
          <w:marBottom w:val="0"/>
          <w:divBdr>
            <w:top w:val="none" w:sz="0" w:space="0" w:color="auto"/>
            <w:left w:val="none" w:sz="0" w:space="0" w:color="auto"/>
            <w:bottom w:val="none" w:sz="0" w:space="0" w:color="auto"/>
            <w:right w:val="none" w:sz="0" w:space="0" w:color="auto"/>
          </w:divBdr>
        </w:div>
        <w:div w:id="125396422">
          <w:marLeft w:val="0"/>
          <w:marRight w:val="0"/>
          <w:marTop w:val="0"/>
          <w:marBottom w:val="0"/>
          <w:divBdr>
            <w:top w:val="none" w:sz="0" w:space="0" w:color="auto"/>
            <w:left w:val="none" w:sz="0" w:space="0" w:color="auto"/>
            <w:bottom w:val="none" w:sz="0" w:space="0" w:color="auto"/>
            <w:right w:val="none" w:sz="0" w:space="0" w:color="auto"/>
          </w:divBdr>
        </w:div>
      </w:divsChild>
    </w:div>
    <w:div w:id="2135977196">
      <w:bodyDiv w:val="1"/>
      <w:marLeft w:val="0"/>
      <w:marRight w:val="0"/>
      <w:marTop w:val="0"/>
      <w:marBottom w:val="0"/>
      <w:divBdr>
        <w:top w:val="none" w:sz="0" w:space="0" w:color="auto"/>
        <w:left w:val="none" w:sz="0" w:space="0" w:color="auto"/>
        <w:bottom w:val="none" w:sz="0" w:space="0" w:color="auto"/>
        <w:right w:val="none" w:sz="0" w:space="0" w:color="auto"/>
      </w:divBdr>
      <w:divsChild>
        <w:div w:id="2007786734">
          <w:marLeft w:val="0"/>
          <w:marRight w:val="0"/>
          <w:marTop w:val="0"/>
          <w:marBottom w:val="0"/>
          <w:divBdr>
            <w:top w:val="none" w:sz="0" w:space="0" w:color="auto"/>
            <w:left w:val="none" w:sz="0" w:space="0" w:color="auto"/>
            <w:bottom w:val="none" w:sz="0" w:space="0" w:color="auto"/>
            <w:right w:val="none" w:sz="0" w:space="0" w:color="auto"/>
          </w:divBdr>
        </w:div>
        <w:div w:id="847789593">
          <w:marLeft w:val="0"/>
          <w:marRight w:val="0"/>
          <w:marTop w:val="0"/>
          <w:marBottom w:val="0"/>
          <w:divBdr>
            <w:top w:val="none" w:sz="0" w:space="0" w:color="auto"/>
            <w:left w:val="none" w:sz="0" w:space="0" w:color="auto"/>
            <w:bottom w:val="none" w:sz="0" w:space="0" w:color="auto"/>
            <w:right w:val="none" w:sz="0" w:space="0" w:color="auto"/>
          </w:divBdr>
        </w:div>
        <w:div w:id="1644501124">
          <w:marLeft w:val="0"/>
          <w:marRight w:val="0"/>
          <w:marTop w:val="0"/>
          <w:marBottom w:val="0"/>
          <w:divBdr>
            <w:top w:val="none" w:sz="0" w:space="0" w:color="auto"/>
            <w:left w:val="none" w:sz="0" w:space="0" w:color="auto"/>
            <w:bottom w:val="none" w:sz="0" w:space="0" w:color="auto"/>
            <w:right w:val="none" w:sz="0" w:space="0" w:color="auto"/>
          </w:divBdr>
        </w:div>
        <w:div w:id="197743982">
          <w:marLeft w:val="0"/>
          <w:marRight w:val="0"/>
          <w:marTop w:val="0"/>
          <w:marBottom w:val="0"/>
          <w:divBdr>
            <w:top w:val="none" w:sz="0" w:space="0" w:color="auto"/>
            <w:left w:val="none" w:sz="0" w:space="0" w:color="auto"/>
            <w:bottom w:val="none" w:sz="0" w:space="0" w:color="auto"/>
            <w:right w:val="none" w:sz="0" w:space="0" w:color="auto"/>
          </w:divBdr>
        </w:div>
        <w:div w:id="1894123744">
          <w:marLeft w:val="0"/>
          <w:marRight w:val="0"/>
          <w:marTop w:val="0"/>
          <w:marBottom w:val="0"/>
          <w:divBdr>
            <w:top w:val="none" w:sz="0" w:space="0" w:color="auto"/>
            <w:left w:val="none" w:sz="0" w:space="0" w:color="auto"/>
            <w:bottom w:val="none" w:sz="0" w:space="0" w:color="auto"/>
            <w:right w:val="none" w:sz="0" w:space="0" w:color="auto"/>
          </w:divBdr>
        </w:div>
        <w:div w:id="2000305086">
          <w:marLeft w:val="0"/>
          <w:marRight w:val="0"/>
          <w:marTop w:val="0"/>
          <w:marBottom w:val="0"/>
          <w:divBdr>
            <w:top w:val="none" w:sz="0" w:space="0" w:color="auto"/>
            <w:left w:val="none" w:sz="0" w:space="0" w:color="auto"/>
            <w:bottom w:val="none" w:sz="0" w:space="0" w:color="auto"/>
            <w:right w:val="none" w:sz="0" w:space="0" w:color="auto"/>
          </w:divBdr>
        </w:div>
        <w:div w:id="1916089403">
          <w:marLeft w:val="0"/>
          <w:marRight w:val="0"/>
          <w:marTop w:val="0"/>
          <w:marBottom w:val="0"/>
          <w:divBdr>
            <w:top w:val="none" w:sz="0" w:space="0" w:color="auto"/>
            <w:left w:val="none" w:sz="0" w:space="0" w:color="auto"/>
            <w:bottom w:val="none" w:sz="0" w:space="0" w:color="auto"/>
            <w:right w:val="none" w:sz="0" w:space="0" w:color="auto"/>
          </w:divBdr>
        </w:div>
        <w:div w:id="1241519086">
          <w:marLeft w:val="0"/>
          <w:marRight w:val="0"/>
          <w:marTop w:val="0"/>
          <w:marBottom w:val="0"/>
          <w:divBdr>
            <w:top w:val="none" w:sz="0" w:space="0" w:color="auto"/>
            <w:left w:val="none" w:sz="0" w:space="0" w:color="auto"/>
            <w:bottom w:val="none" w:sz="0" w:space="0" w:color="auto"/>
            <w:right w:val="none" w:sz="0" w:space="0" w:color="auto"/>
          </w:divBdr>
        </w:div>
        <w:div w:id="337852377">
          <w:marLeft w:val="0"/>
          <w:marRight w:val="0"/>
          <w:marTop w:val="0"/>
          <w:marBottom w:val="0"/>
          <w:divBdr>
            <w:top w:val="none" w:sz="0" w:space="0" w:color="auto"/>
            <w:left w:val="none" w:sz="0" w:space="0" w:color="auto"/>
            <w:bottom w:val="none" w:sz="0" w:space="0" w:color="auto"/>
            <w:right w:val="none" w:sz="0" w:space="0" w:color="auto"/>
          </w:divBdr>
        </w:div>
        <w:div w:id="386799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OneDrive\Documentos\Membrete%20uso%20jur&#237;dico-GH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973EC-980A-49A7-BC1C-29D0E883B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Membrete uso jurídico-GHA</Template>
  <TotalTime>8</TotalTime>
  <Pages>2</Pages>
  <Words>695</Words>
  <Characters>3823</Characters>
  <Application>Microsoft Office Word</Application>
  <DocSecurity>0</DocSecurity>
  <Lines>31</Lines>
  <Paragraphs>9</Paragraphs>
  <ScaleCrop>false</ScaleCrop>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Quintero</dc:creator>
  <cp:keywords/>
  <dc:description/>
  <cp:lastModifiedBy>Luis Felipe Lengua Mendoza</cp:lastModifiedBy>
  <cp:revision>40</cp:revision>
  <cp:lastPrinted>2024-06-24T19:14:00Z</cp:lastPrinted>
  <dcterms:created xsi:type="dcterms:W3CDTF">2023-11-01T05:44:00Z</dcterms:created>
  <dcterms:modified xsi:type="dcterms:W3CDTF">2024-06-24T19:21:00Z</dcterms:modified>
</cp:coreProperties>
</file>